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62209047"/>
        <w:docPartObj>
          <w:docPartGallery w:val="Cover Pages"/>
          <w:docPartUnique/>
        </w:docPartObj>
      </w:sdtPr>
      <w:sdtContent>
        <w:p w:rsidR="00F42EF8" w:rsidRPr="00A35E24" w:rsidRDefault="00E85BD8" w:rsidP="00F42EF8">
          <w:pPr>
            <w:contextualSpacing/>
            <w:jc w:val="right"/>
            <w:rPr>
              <w:rFonts w:ascii="Calibri" w:hAnsi="Calibri"/>
              <w:b/>
              <w:sz w:val="32"/>
              <w:szCs w:val="32"/>
            </w:rPr>
          </w:pPr>
          <w:r>
            <w:rPr>
              <w:rFonts w:ascii="Calibri" w:hAnsi="Calibri"/>
              <w:b/>
              <w:noProof/>
              <w:sz w:val="32"/>
              <w:szCs w:val="32"/>
            </w:rPr>
            <w:pict>
              <v:shapetype id="_x0000_t32" coordsize="21600,21600" o:spt="32" o:oned="t" path="m,l21600,21600e" filled="f">
                <v:path arrowok="t" fillok="f" o:connecttype="none"/>
                <o:lock v:ext="edit" shapetype="t"/>
              </v:shapetype>
              <v:shape id="AutoShape 8" o:spid="_x0000_s1026" type="#_x0000_t32" style="position:absolute;left:0;text-align:left;margin-left:456.8pt;margin-top:4.9pt;width:0;height:46.15pt;z-index:2516659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" strokecolor="gray" strokeweight="1.5pt"/>
            </w:pict>
          </w:r>
          <w:r w:rsidR="00F42EF8" w:rsidRPr="00A35E24">
            <w:rPr>
              <w:rFonts w:ascii="Calibri" w:hAnsi="Calibri"/>
              <w:b/>
              <w:sz w:val="32"/>
              <w:szCs w:val="32"/>
            </w:rPr>
            <w:t xml:space="preserve">Projet </w:t>
          </w:r>
          <w:proofErr w:type="spellStart"/>
          <w:r w:rsidR="00F42EF8" w:rsidRPr="00A35E24">
            <w:rPr>
              <w:rFonts w:ascii="Calibri" w:hAnsi="Calibri"/>
              <w:b/>
              <w:sz w:val="32"/>
              <w:szCs w:val="32"/>
            </w:rPr>
            <w:t>tutoré</w:t>
          </w:r>
          <w:proofErr w:type="spellEnd"/>
        </w:p>
        <w:p w:rsidR="00F42EF8" w:rsidRPr="00A35E24" w:rsidRDefault="00F42EF8" w:rsidP="00F42EF8">
          <w:pPr>
            <w:contextualSpacing/>
            <w:jc w:val="right"/>
            <w:rPr>
              <w:rFonts w:ascii="Calibri" w:hAnsi="Calibri"/>
              <w:b/>
              <w:sz w:val="32"/>
              <w:szCs w:val="32"/>
            </w:rPr>
          </w:pPr>
          <w:r w:rsidRPr="00A35E24">
            <w:rPr>
              <w:rFonts w:ascii="Calibri" w:hAnsi="Calibri"/>
              <w:b/>
              <w:sz w:val="32"/>
              <w:szCs w:val="32"/>
            </w:rPr>
            <w:t xml:space="preserve">S2T 2015 </w:t>
          </w:r>
        </w:p>
        <w:p w:rsidR="00EE458B" w:rsidRPr="00A35E24" w:rsidRDefault="00E85BD8">
          <w:pPr>
            <w:sectPr w:rsidR="00EE458B" w:rsidRPr="00A35E24" w:rsidSect="00E03BFA">
              <w:footerReference w:type="even" r:id="rId9"/>
              <w:pgSz w:w="11900" w:h="16840"/>
              <w:pgMar w:top="1417" w:right="1417" w:bottom="1417" w:left="1417" w:header="708" w:footer="708" w:gutter="0"/>
              <w:cols w:space="708"/>
              <w:docGrid w:linePitch="360"/>
            </w:sectPr>
          </w:pPr>
          <w:r>
            <w:rPr>
              <w:noProof/>
            </w:rPr>
            <w:pict>
              <v:rect id="Rectangle 13" o:spid="_x0000_s1028" style="position:absolute;left:0;text-align:left;margin-left:-27pt;margin-top:684pt;width:522pt;height:45pt;z-index:251651584;visibility:visible;mso-width-relative:margin;v-text-anchor:middle" wrapcoords="-31 -360 -31 21240 21631 21240 21631 -360 -31 -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" fillcolor="white [3212]" strokecolor="white [3212]">
                <w10:wrap type="through"/>
              </v:rect>
            </w:pict>
          </w:r>
          <w:r w:rsidR="00E631F4" w:rsidRPr="00A35E24">
            <w:rPr>
              <w:noProof/>
            </w:rPr>
            <w:drawing>
              <wp:anchor distT="0" distB="0" distL="114300" distR="114300" simplePos="0" relativeHeight="251653632" behindDoc="0" locked="0" layoutInCell="1" allowOverlap="1">
                <wp:simplePos x="0" y="0"/>
                <wp:positionH relativeFrom="margin">
                  <wp:posOffset>-342900</wp:posOffset>
                </wp:positionH>
                <wp:positionV relativeFrom="margin">
                  <wp:posOffset>8686800</wp:posOffset>
                </wp:positionV>
                <wp:extent cx="800100" cy="516890"/>
                <wp:effectExtent l="0" t="0" r="12700" b="0"/>
                <wp:wrapSquare wrapText="bothSides"/>
                <wp:docPr id="2" name="Image 2" descr="Macintosh HD:Users:mosser:Documents:Resources:logos:U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osser:Documents:Resources:logos:UNS.png"/>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0100" cy="516890"/>
                        </a:xfrm>
                        <a:prstGeom prst="rect">
                          <a:avLst/>
                        </a:prstGeom>
                        <a:noFill/>
                        <a:ln>
                          <a:noFill/>
                        </a:ln>
                      </pic:spPr>
                    </pic:pic>
                  </a:graphicData>
                </a:graphic>
              </wp:anchor>
            </w:drawing>
          </w:r>
        </w:p>
        <w:p w:rsidR="00752B20" w:rsidRPr="00A35E24" w:rsidRDefault="00E85BD8"/>
      </w:sdtContent>
    </w:sdt>
    <w:p w:rsidR="00D1386C" w:rsidRPr="00A35E24" w:rsidRDefault="00D1386C"/>
    <w:p w:rsidR="00F42EF8" w:rsidRPr="00A35E24" w:rsidRDefault="00F42EF8" w:rsidP="00F42EF8">
      <w:pPr>
        <w:jc w:val="center"/>
        <w:rPr>
          <w:b/>
          <w:sz w:val="56"/>
          <w:szCs w:val="56"/>
        </w:rPr>
      </w:pPr>
      <w:r w:rsidRPr="00A35E24">
        <w:rPr>
          <w:rFonts w:asciiTheme="majorHAnsi" w:hAnsiTheme="majorHAnsi"/>
          <w:b/>
          <w:sz w:val="56"/>
          <w:szCs w:val="56"/>
        </w:rPr>
        <w:t>Document de travail</w:t>
      </w:r>
    </w:p>
    <w:p w:rsidR="00752B20" w:rsidRPr="00A35E24" w:rsidRDefault="00752B20"/>
    <w:p w:rsidR="00752B20" w:rsidRPr="00A35E24" w:rsidRDefault="00752B20"/>
    <w:p w:rsidR="00752B20" w:rsidRPr="00A35E24" w:rsidRDefault="00752B20"/>
    <w:sdt>
      <w:sdtPr>
        <w:rPr>
          <w:rFonts w:asciiTheme="majorHAnsi" w:hAnsiTheme="majorHAnsi"/>
          <w:sz w:val="56"/>
          <w:szCs w:val="56"/>
        </w:rPr>
        <w:alias w:val="Titre"/>
        <w:tag w:val=""/>
        <w:id w:val="665673426"/>
        <w:dataBinding w:prefixMappings="xmlns:ns0='http://purl.org/dc/elements/1.1/' xmlns:ns1='http://schemas.openxmlformats.org/package/2006/metadata/core-properties' " w:xpath="/ns1:coreProperties[1]/ns0:title[1]" w:storeItemID="{6C3C8BC8-F283-45AE-878A-BAB7291924A1}"/>
        <w:text/>
      </w:sdtPr>
      <w:sdtContent>
        <w:p w:rsidR="00F42EF8" w:rsidRPr="00A35E24" w:rsidRDefault="001E5A79" w:rsidP="00A32197">
          <w:pPr>
            <w:tabs>
              <w:tab w:val="left" w:pos="1560"/>
            </w:tabs>
            <w:contextualSpacing/>
            <w:rPr>
              <w:rFonts w:asciiTheme="majorHAnsi" w:hAnsiTheme="majorHAnsi"/>
              <w:sz w:val="56"/>
              <w:szCs w:val="56"/>
            </w:rPr>
          </w:pPr>
          <w:r w:rsidRPr="00A35E24">
            <w:rPr>
              <w:rFonts w:asciiTheme="majorHAnsi" w:hAnsiTheme="majorHAnsi"/>
              <w:sz w:val="56"/>
              <w:szCs w:val="56"/>
            </w:rPr>
            <w:t>Projet VDI</w:t>
          </w:r>
        </w:p>
      </w:sdtContent>
    </w:sdt>
    <w:p w:rsidR="00F42EF8" w:rsidRPr="00A35E24" w:rsidRDefault="00F42EF8" w:rsidP="00F42EF8">
      <w:pPr>
        <w:contextualSpacing/>
        <w:rPr>
          <w:rFonts w:asciiTheme="majorHAnsi" w:hAnsiTheme="majorHAnsi"/>
          <w:sz w:val="40"/>
          <w:szCs w:val="40"/>
        </w:rPr>
      </w:pPr>
    </w:p>
    <w:p w:rsidR="00F42EF8" w:rsidRPr="00A35E24" w:rsidRDefault="00F42EF8" w:rsidP="00C268F3">
      <w:pPr>
        <w:ind w:left="1068"/>
        <w:contextualSpacing/>
        <w:rPr>
          <w:rFonts w:asciiTheme="majorHAnsi" w:hAnsiTheme="majorHAnsi"/>
          <w:sz w:val="28"/>
          <w:szCs w:val="28"/>
          <w:u w:val="single"/>
        </w:rPr>
      </w:pPr>
      <w:r w:rsidRPr="00A35E24">
        <w:rPr>
          <w:rFonts w:asciiTheme="majorHAnsi" w:hAnsiTheme="majorHAnsi"/>
          <w:sz w:val="28"/>
          <w:szCs w:val="28"/>
          <w:u w:val="single"/>
        </w:rPr>
        <w:t>Participants :</w:t>
      </w:r>
    </w:p>
    <w:p w:rsidR="00F42EF8" w:rsidRPr="00A35E24" w:rsidRDefault="00F42EF8" w:rsidP="00C268F3">
      <w:pPr>
        <w:ind w:left="1068"/>
        <w:contextualSpacing/>
        <w:rPr>
          <w:rFonts w:asciiTheme="majorHAnsi" w:hAnsiTheme="majorHAnsi"/>
          <w:sz w:val="28"/>
          <w:szCs w:val="28"/>
        </w:rPr>
      </w:pPr>
    </w:p>
    <w:p w:rsidR="00F42EF8" w:rsidRPr="00A35E24" w:rsidRDefault="00F42EF8" w:rsidP="00C268F3">
      <w:pPr>
        <w:pStyle w:val="Paragraphedeliste"/>
        <w:numPr>
          <w:ilvl w:val="0"/>
          <w:numId w:val="1"/>
        </w:numPr>
        <w:rPr>
          <w:rFonts w:asciiTheme="majorHAnsi" w:hAnsiTheme="majorHAnsi"/>
          <w:sz w:val="28"/>
          <w:szCs w:val="28"/>
        </w:rPr>
        <w:sectPr w:rsidR="00F42EF8" w:rsidRPr="00A35E24" w:rsidSect="00EE458B">
          <w:type w:val="continuous"/>
          <w:pgSz w:w="11900" w:h="16840"/>
          <w:pgMar w:top="1417" w:right="1417" w:bottom="1417" w:left="1417" w:header="708" w:footer="708" w:gutter="0"/>
          <w:cols w:space="708"/>
          <w:docGrid w:linePitch="360"/>
        </w:sectPr>
      </w:pPr>
    </w:p>
    <w:p w:rsidR="00F42EF8" w:rsidRPr="00A35E24" w:rsidRDefault="00A32197" w:rsidP="004120CB">
      <w:pPr>
        <w:pStyle w:val="Paragraphedeliste"/>
        <w:numPr>
          <w:ilvl w:val="0"/>
          <w:numId w:val="1"/>
        </w:numPr>
        <w:tabs>
          <w:tab w:val="left" w:pos="1134"/>
        </w:tabs>
        <w:spacing w:line="276" w:lineRule="auto"/>
        <w:jc w:val="left"/>
        <w:rPr>
          <w:rFonts w:asciiTheme="majorHAnsi" w:hAnsiTheme="majorHAnsi"/>
          <w:sz w:val="28"/>
          <w:szCs w:val="28"/>
        </w:rPr>
      </w:pPr>
      <w:proofErr w:type="spellStart"/>
      <w:r w:rsidRPr="00A35E24">
        <w:rPr>
          <w:rFonts w:asciiTheme="majorHAnsi" w:hAnsiTheme="majorHAnsi"/>
          <w:sz w:val="28"/>
          <w:szCs w:val="28"/>
        </w:rPr>
        <w:lastRenderedPageBreak/>
        <w:t>Attard</w:t>
      </w:r>
      <w:proofErr w:type="spellEnd"/>
      <w:r w:rsidRPr="00A35E24">
        <w:rPr>
          <w:rFonts w:asciiTheme="majorHAnsi" w:hAnsiTheme="majorHAnsi"/>
          <w:sz w:val="28"/>
          <w:szCs w:val="28"/>
        </w:rPr>
        <w:t>,</w:t>
      </w:r>
      <w:r w:rsidR="00081112" w:rsidRPr="00A35E24">
        <w:rPr>
          <w:rFonts w:asciiTheme="majorHAnsi" w:hAnsiTheme="majorHAnsi"/>
          <w:sz w:val="28"/>
          <w:szCs w:val="28"/>
        </w:rPr>
        <w:t xml:space="preserve"> </w:t>
      </w:r>
      <w:r w:rsidR="00804F48" w:rsidRPr="00A35E24">
        <w:rPr>
          <w:rFonts w:asciiTheme="majorHAnsi" w:hAnsiTheme="majorHAnsi"/>
          <w:sz w:val="28"/>
          <w:szCs w:val="28"/>
        </w:rPr>
        <w:t xml:space="preserve">Julien, </w:t>
      </w:r>
      <w:r w:rsidRPr="00A35E24">
        <w:rPr>
          <w:rFonts w:asciiTheme="majorHAnsi" w:hAnsiTheme="majorHAnsi"/>
          <w:sz w:val="28"/>
          <w:szCs w:val="28"/>
        </w:rPr>
        <w:t xml:space="preserve"> aj403057@etu.unice.fr</w:t>
      </w:r>
    </w:p>
    <w:p w:rsidR="00F42EF8" w:rsidRPr="00407EFB" w:rsidRDefault="00A32197" w:rsidP="004120CB">
      <w:pPr>
        <w:pStyle w:val="Paragraphedeliste"/>
        <w:numPr>
          <w:ilvl w:val="0"/>
          <w:numId w:val="1"/>
        </w:numPr>
        <w:spacing w:line="276" w:lineRule="auto"/>
        <w:jc w:val="left"/>
        <w:rPr>
          <w:rFonts w:asciiTheme="majorHAnsi" w:hAnsiTheme="majorHAnsi"/>
          <w:sz w:val="28"/>
          <w:szCs w:val="28"/>
          <w:lang w:val="en-US"/>
        </w:rPr>
      </w:pPr>
      <w:proofErr w:type="spellStart"/>
      <w:r w:rsidRPr="00407EFB">
        <w:rPr>
          <w:rFonts w:asciiTheme="majorHAnsi" w:hAnsiTheme="majorHAnsi"/>
          <w:sz w:val="28"/>
          <w:szCs w:val="28"/>
          <w:lang w:val="en-US"/>
        </w:rPr>
        <w:t>Rosso</w:t>
      </w:r>
      <w:proofErr w:type="spellEnd"/>
      <w:r w:rsidRPr="00407EFB">
        <w:rPr>
          <w:rFonts w:asciiTheme="majorHAnsi" w:hAnsiTheme="majorHAnsi"/>
          <w:sz w:val="28"/>
          <w:szCs w:val="28"/>
          <w:lang w:val="en-US"/>
        </w:rPr>
        <w:t>,</w:t>
      </w:r>
      <w:r w:rsidR="00081112" w:rsidRPr="00407EFB">
        <w:rPr>
          <w:rFonts w:asciiTheme="majorHAnsi" w:hAnsiTheme="majorHAnsi"/>
          <w:sz w:val="28"/>
          <w:szCs w:val="28"/>
          <w:lang w:val="en-US"/>
        </w:rPr>
        <w:t xml:space="preserve"> </w:t>
      </w:r>
      <w:r w:rsidR="008E1664" w:rsidRPr="00407EFB">
        <w:rPr>
          <w:rFonts w:asciiTheme="majorHAnsi" w:hAnsiTheme="majorHAnsi"/>
          <w:sz w:val="28"/>
          <w:szCs w:val="28"/>
          <w:lang w:val="en-US"/>
        </w:rPr>
        <w:t xml:space="preserve">Jessica, </w:t>
      </w:r>
      <w:r w:rsidRPr="00407EFB">
        <w:rPr>
          <w:rFonts w:asciiTheme="majorHAnsi" w:hAnsiTheme="majorHAnsi"/>
          <w:sz w:val="28"/>
          <w:szCs w:val="28"/>
          <w:lang w:val="en-US"/>
        </w:rPr>
        <w:t>rj403567@etu.unice.fr</w:t>
      </w:r>
    </w:p>
    <w:p w:rsidR="00F42EF8" w:rsidRPr="00A35E24" w:rsidRDefault="00A32197" w:rsidP="004120CB">
      <w:pPr>
        <w:pStyle w:val="Paragraphedeliste"/>
        <w:numPr>
          <w:ilvl w:val="0"/>
          <w:numId w:val="1"/>
        </w:numPr>
        <w:spacing w:line="276" w:lineRule="auto"/>
        <w:jc w:val="left"/>
        <w:rPr>
          <w:rFonts w:asciiTheme="majorHAnsi" w:hAnsiTheme="majorHAnsi"/>
          <w:sz w:val="28"/>
          <w:szCs w:val="28"/>
        </w:rPr>
      </w:pPr>
      <w:proofErr w:type="spellStart"/>
      <w:r w:rsidRPr="00A35E24">
        <w:rPr>
          <w:rFonts w:asciiTheme="majorHAnsi" w:hAnsiTheme="majorHAnsi"/>
          <w:sz w:val="28"/>
          <w:szCs w:val="28"/>
        </w:rPr>
        <w:t>Landolsi</w:t>
      </w:r>
      <w:proofErr w:type="spellEnd"/>
      <w:r w:rsidRPr="00A35E24">
        <w:rPr>
          <w:rFonts w:asciiTheme="majorHAnsi" w:hAnsiTheme="majorHAnsi"/>
          <w:sz w:val="28"/>
          <w:szCs w:val="28"/>
        </w:rPr>
        <w:t>,</w:t>
      </w:r>
      <w:r w:rsidR="00081112" w:rsidRPr="00A35E24">
        <w:rPr>
          <w:rFonts w:asciiTheme="majorHAnsi" w:hAnsiTheme="majorHAnsi"/>
          <w:sz w:val="28"/>
          <w:szCs w:val="28"/>
        </w:rPr>
        <w:t xml:space="preserve"> </w:t>
      </w:r>
      <w:r w:rsidR="008E1664" w:rsidRPr="00A35E24">
        <w:rPr>
          <w:rFonts w:asciiTheme="majorHAnsi" w:hAnsiTheme="majorHAnsi"/>
          <w:sz w:val="28"/>
          <w:szCs w:val="28"/>
        </w:rPr>
        <w:t xml:space="preserve">Yanis, </w:t>
      </w:r>
      <w:r w:rsidRPr="00A35E24">
        <w:rPr>
          <w:rFonts w:asciiTheme="majorHAnsi" w:hAnsiTheme="majorHAnsi"/>
          <w:sz w:val="28"/>
          <w:szCs w:val="28"/>
        </w:rPr>
        <w:t>ly400060@etu.unice.fr</w:t>
      </w:r>
    </w:p>
    <w:p w:rsidR="008E1664" w:rsidRPr="00407EFB" w:rsidRDefault="00A32197" w:rsidP="004120CB">
      <w:pPr>
        <w:pStyle w:val="Paragraphedeliste"/>
        <w:numPr>
          <w:ilvl w:val="0"/>
          <w:numId w:val="1"/>
        </w:numPr>
        <w:spacing w:line="276" w:lineRule="auto"/>
        <w:jc w:val="left"/>
        <w:rPr>
          <w:rFonts w:asciiTheme="majorHAnsi" w:hAnsiTheme="majorHAnsi"/>
          <w:sz w:val="28"/>
          <w:szCs w:val="28"/>
          <w:lang w:val="en-US"/>
        </w:rPr>
      </w:pPr>
      <w:proofErr w:type="spellStart"/>
      <w:r w:rsidRPr="00407EFB">
        <w:rPr>
          <w:rFonts w:asciiTheme="majorHAnsi" w:hAnsiTheme="majorHAnsi"/>
          <w:sz w:val="28"/>
          <w:szCs w:val="28"/>
          <w:lang w:val="en-US"/>
        </w:rPr>
        <w:t>Gourevitch</w:t>
      </w:r>
      <w:proofErr w:type="spellEnd"/>
      <w:r w:rsidRPr="00407EFB">
        <w:rPr>
          <w:rFonts w:asciiTheme="majorHAnsi" w:hAnsiTheme="majorHAnsi"/>
          <w:sz w:val="28"/>
          <w:szCs w:val="28"/>
          <w:lang w:val="en-US"/>
        </w:rPr>
        <w:t>,</w:t>
      </w:r>
      <w:r w:rsidR="00081112" w:rsidRPr="00407EFB">
        <w:rPr>
          <w:rFonts w:asciiTheme="majorHAnsi" w:hAnsiTheme="majorHAnsi"/>
          <w:sz w:val="28"/>
          <w:szCs w:val="28"/>
          <w:lang w:val="en-US"/>
        </w:rPr>
        <w:t xml:space="preserve"> </w:t>
      </w:r>
      <w:r w:rsidR="008E1664" w:rsidRPr="00407EFB">
        <w:rPr>
          <w:rFonts w:asciiTheme="majorHAnsi" w:hAnsiTheme="majorHAnsi"/>
          <w:sz w:val="28"/>
          <w:szCs w:val="28"/>
          <w:lang w:val="en-US"/>
        </w:rPr>
        <w:t xml:space="preserve">Nikita, </w:t>
      </w:r>
      <w:r w:rsidRPr="00407EFB">
        <w:rPr>
          <w:rFonts w:asciiTheme="majorHAnsi" w:hAnsiTheme="majorHAnsi"/>
          <w:sz w:val="28"/>
          <w:szCs w:val="28"/>
          <w:lang w:val="en-US"/>
        </w:rPr>
        <w:t>gn400106@etu.unice.fr</w:t>
      </w:r>
    </w:p>
    <w:p w:rsidR="00F42EF8" w:rsidRPr="00A35E24" w:rsidRDefault="00A32197" w:rsidP="004120CB">
      <w:pPr>
        <w:pStyle w:val="Paragraphedeliste"/>
        <w:numPr>
          <w:ilvl w:val="0"/>
          <w:numId w:val="1"/>
        </w:numPr>
        <w:spacing w:line="276" w:lineRule="auto"/>
        <w:jc w:val="left"/>
        <w:rPr>
          <w:rFonts w:asciiTheme="majorHAnsi" w:hAnsiTheme="majorHAnsi"/>
          <w:sz w:val="28"/>
          <w:szCs w:val="28"/>
        </w:rPr>
      </w:pPr>
      <w:r w:rsidRPr="00A35E24">
        <w:rPr>
          <w:rFonts w:asciiTheme="majorHAnsi" w:hAnsiTheme="majorHAnsi"/>
          <w:sz w:val="28"/>
          <w:szCs w:val="28"/>
        </w:rPr>
        <w:t>Lombard,</w:t>
      </w:r>
      <w:r w:rsidR="00081112" w:rsidRPr="00A35E24">
        <w:rPr>
          <w:rFonts w:asciiTheme="majorHAnsi" w:hAnsiTheme="majorHAnsi"/>
          <w:sz w:val="28"/>
          <w:szCs w:val="28"/>
        </w:rPr>
        <w:t xml:space="preserve"> </w:t>
      </w:r>
      <w:r w:rsidR="008E1664" w:rsidRPr="00A35E24">
        <w:rPr>
          <w:rFonts w:asciiTheme="majorHAnsi" w:hAnsiTheme="majorHAnsi"/>
          <w:sz w:val="28"/>
          <w:szCs w:val="28"/>
        </w:rPr>
        <w:t>Guillaume,</w:t>
      </w:r>
      <w:r w:rsidR="00F42EF8" w:rsidRPr="00A35E24">
        <w:rPr>
          <w:rFonts w:asciiTheme="majorHAnsi" w:hAnsiTheme="majorHAnsi"/>
          <w:sz w:val="28"/>
          <w:szCs w:val="28"/>
        </w:rPr>
        <w:t xml:space="preserve"> </w:t>
      </w:r>
      <w:r w:rsidR="002B5C58" w:rsidRPr="00A35E24">
        <w:rPr>
          <w:rFonts w:asciiTheme="majorHAnsi" w:hAnsiTheme="majorHAnsi"/>
          <w:sz w:val="28"/>
          <w:szCs w:val="28"/>
        </w:rPr>
        <w:t>lombard.guillaume</w:t>
      </w:r>
      <w:r w:rsidRPr="00A35E24">
        <w:rPr>
          <w:rFonts w:asciiTheme="majorHAnsi" w:hAnsiTheme="majorHAnsi"/>
          <w:sz w:val="28"/>
          <w:szCs w:val="28"/>
        </w:rPr>
        <w:t>@etu.unice.fr</w:t>
      </w:r>
    </w:p>
    <w:p w:rsidR="00F42EF8" w:rsidRPr="00A35E24" w:rsidRDefault="008E1664" w:rsidP="004120CB">
      <w:pPr>
        <w:pStyle w:val="Paragraphedeliste"/>
        <w:numPr>
          <w:ilvl w:val="0"/>
          <w:numId w:val="1"/>
        </w:numPr>
        <w:spacing w:line="276" w:lineRule="auto"/>
        <w:jc w:val="left"/>
        <w:rPr>
          <w:rFonts w:asciiTheme="majorHAnsi" w:hAnsiTheme="majorHAnsi"/>
          <w:sz w:val="28"/>
          <w:szCs w:val="28"/>
        </w:rPr>
      </w:pPr>
      <w:proofErr w:type="spellStart"/>
      <w:r w:rsidRPr="00A35E24">
        <w:rPr>
          <w:rFonts w:asciiTheme="majorHAnsi" w:hAnsiTheme="majorHAnsi"/>
          <w:sz w:val="28"/>
          <w:szCs w:val="28"/>
        </w:rPr>
        <w:t>Monrolin</w:t>
      </w:r>
      <w:proofErr w:type="spellEnd"/>
      <w:r w:rsidRPr="00A35E24">
        <w:rPr>
          <w:rFonts w:asciiTheme="majorHAnsi" w:hAnsiTheme="majorHAnsi"/>
          <w:sz w:val="28"/>
          <w:szCs w:val="28"/>
        </w:rPr>
        <w:t>, Guillaume,</w:t>
      </w:r>
      <w:r w:rsidR="00081112" w:rsidRPr="00A35E24">
        <w:rPr>
          <w:rFonts w:asciiTheme="majorHAnsi" w:hAnsiTheme="majorHAnsi"/>
          <w:sz w:val="28"/>
          <w:szCs w:val="28"/>
        </w:rPr>
        <w:t>mg400969@etu.unice.fr</w:t>
      </w:r>
    </w:p>
    <w:p w:rsidR="008E1664" w:rsidRPr="00A35E24" w:rsidRDefault="008E1664" w:rsidP="004120CB">
      <w:pPr>
        <w:pStyle w:val="Paragraphedeliste"/>
        <w:numPr>
          <w:ilvl w:val="0"/>
          <w:numId w:val="1"/>
        </w:numPr>
        <w:spacing w:line="276" w:lineRule="auto"/>
        <w:jc w:val="left"/>
        <w:rPr>
          <w:rFonts w:asciiTheme="majorHAnsi" w:hAnsiTheme="majorHAnsi"/>
          <w:sz w:val="28"/>
          <w:szCs w:val="28"/>
        </w:rPr>
      </w:pPr>
      <w:r w:rsidRPr="00A35E24">
        <w:rPr>
          <w:rFonts w:asciiTheme="majorHAnsi" w:hAnsiTheme="majorHAnsi"/>
          <w:sz w:val="28"/>
          <w:szCs w:val="28"/>
        </w:rPr>
        <w:t xml:space="preserve">Adam, </w:t>
      </w:r>
      <w:proofErr w:type="spellStart"/>
      <w:r w:rsidRPr="00A35E24">
        <w:rPr>
          <w:rFonts w:asciiTheme="majorHAnsi" w:hAnsiTheme="majorHAnsi"/>
          <w:sz w:val="28"/>
          <w:szCs w:val="28"/>
        </w:rPr>
        <w:t>Issoufi</w:t>
      </w:r>
      <w:proofErr w:type="spellEnd"/>
      <w:r w:rsidRPr="00A35E24">
        <w:rPr>
          <w:rFonts w:asciiTheme="majorHAnsi" w:hAnsiTheme="majorHAnsi"/>
          <w:sz w:val="28"/>
          <w:szCs w:val="28"/>
        </w:rPr>
        <w:t xml:space="preserve">, </w:t>
      </w:r>
      <w:r w:rsidR="00896571" w:rsidRPr="00A35E24">
        <w:rPr>
          <w:rFonts w:asciiTheme="majorHAnsi" w:hAnsiTheme="majorHAnsi"/>
          <w:sz w:val="28"/>
          <w:szCs w:val="28"/>
        </w:rPr>
        <w:t>ai401938</w:t>
      </w:r>
      <w:r w:rsidR="00081112" w:rsidRPr="00A35E24">
        <w:rPr>
          <w:rFonts w:asciiTheme="majorHAnsi" w:hAnsiTheme="majorHAnsi"/>
          <w:sz w:val="28"/>
          <w:szCs w:val="28"/>
        </w:rPr>
        <w:t>@etu.unice.fr</w:t>
      </w:r>
    </w:p>
    <w:p w:rsidR="008E1664" w:rsidRPr="00407EFB" w:rsidRDefault="008E1664" w:rsidP="004120CB">
      <w:pPr>
        <w:pStyle w:val="Paragraphedeliste"/>
        <w:numPr>
          <w:ilvl w:val="0"/>
          <w:numId w:val="1"/>
        </w:numPr>
        <w:spacing w:line="276" w:lineRule="auto"/>
        <w:jc w:val="left"/>
        <w:rPr>
          <w:rFonts w:asciiTheme="majorHAnsi" w:hAnsiTheme="majorHAnsi"/>
          <w:sz w:val="28"/>
          <w:szCs w:val="28"/>
          <w:lang w:val="en-US"/>
        </w:rPr>
      </w:pPr>
      <w:proofErr w:type="spellStart"/>
      <w:r w:rsidRPr="00407EFB">
        <w:rPr>
          <w:rFonts w:asciiTheme="majorHAnsi" w:hAnsiTheme="majorHAnsi"/>
          <w:sz w:val="28"/>
          <w:szCs w:val="28"/>
          <w:lang w:val="en-US"/>
        </w:rPr>
        <w:t>Cabioch</w:t>
      </w:r>
      <w:proofErr w:type="spellEnd"/>
      <w:r w:rsidRPr="00407EFB">
        <w:rPr>
          <w:rFonts w:asciiTheme="majorHAnsi" w:hAnsiTheme="majorHAnsi"/>
          <w:sz w:val="28"/>
          <w:szCs w:val="28"/>
          <w:lang w:val="en-US"/>
        </w:rPr>
        <w:t xml:space="preserve">, Evan, </w:t>
      </w:r>
      <w:r w:rsidR="00896571" w:rsidRPr="00407EFB">
        <w:rPr>
          <w:rFonts w:asciiTheme="majorHAnsi" w:hAnsiTheme="majorHAnsi"/>
          <w:sz w:val="28"/>
          <w:szCs w:val="28"/>
          <w:lang w:val="en-US"/>
        </w:rPr>
        <w:t>ce200681</w:t>
      </w:r>
      <w:r w:rsidR="00081112" w:rsidRPr="00407EFB">
        <w:rPr>
          <w:rFonts w:asciiTheme="majorHAnsi" w:hAnsiTheme="majorHAnsi"/>
          <w:sz w:val="28"/>
          <w:szCs w:val="28"/>
          <w:lang w:val="en-US"/>
        </w:rPr>
        <w:t>@etu.unice.fr</w:t>
      </w:r>
    </w:p>
    <w:p w:rsidR="008E1664" w:rsidRPr="00407EFB" w:rsidRDefault="008E1664" w:rsidP="004120CB">
      <w:pPr>
        <w:pStyle w:val="Paragraphedeliste"/>
        <w:numPr>
          <w:ilvl w:val="0"/>
          <w:numId w:val="1"/>
        </w:numPr>
        <w:spacing w:line="276" w:lineRule="auto"/>
        <w:rPr>
          <w:rFonts w:asciiTheme="majorHAnsi" w:hAnsiTheme="majorHAnsi"/>
          <w:sz w:val="28"/>
          <w:szCs w:val="28"/>
          <w:lang w:val="en-US"/>
        </w:rPr>
      </w:pPr>
      <w:proofErr w:type="spellStart"/>
      <w:r w:rsidRPr="00407EFB">
        <w:rPr>
          <w:rFonts w:asciiTheme="majorHAnsi" w:hAnsiTheme="majorHAnsi"/>
          <w:sz w:val="28"/>
          <w:szCs w:val="28"/>
          <w:lang w:val="en-US"/>
        </w:rPr>
        <w:t>Kuchta</w:t>
      </w:r>
      <w:proofErr w:type="spellEnd"/>
      <w:r w:rsidRPr="00407EFB">
        <w:rPr>
          <w:rFonts w:asciiTheme="majorHAnsi" w:hAnsiTheme="majorHAnsi"/>
          <w:sz w:val="28"/>
          <w:szCs w:val="28"/>
          <w:lang w:val="en-US"/>
        </w:rPr>
        <w:t xml:space="preserve">, Daniel, </w:t>
      </w:r>
      <w:r w:rsidR="00896571" w:rsidRPr="00407EFB">
        <w:rPr>
          <w:rFonts w:asciiTheme="majorHAnsi" w:hAnsiTheme="majorHAnsi"/>
          <w:sz w:val="28"/>
          <w:szCs w:val="28"/>
          <w:lang w:val="en-US"/>
        </w:rPr>
        <w:t>kd404271</w:t>
      </w:r>
      <w:r w:rsidR="00081112" w:rsidRPr="00407EFB">
        <w:rPr>
          <w:rFonts w:asciiTheme="majorHAnsi" w:hAnsiTheme="majorHAnsi"/>
          <w:sz w:val="28"/>
          <w:szCs w:val="28"/>
          <w:lang w:val="en-US"/>
        </w:rPr>
        <w:t>@etu.unice.fr</w:t>
      </w:r>
    </w:p>
    <w:p w:rsidR="00081112" w:rsidRPr="00A35E24" w:rsidRDefault="00817FD2" w:rsidP="004120CB">
      <w:pPr>
        <w:pStyle w:val="Paragraphedeliste"/>
        <w:numPr>
          <w:ilvl w:val="0"/>
          <w:numId w:val="1"/>
        </w:numPr>
        <w:spacing w:line="276" w:lineRule="auto"/>
        <w:rPr>
          <w:rFonts w:asciiTheme="majorHAnsi" w:hAnsiTheme="majorHAnsi"/>
          <w:sz w:val="28"/>
          <w:szCs w:val="28"/>
        </w:rPr>
      </w:pPr>
      <w:proofErr w:type="spellStart"/>
      <w:r w:rsidRPr="00A35E24">
        <w:rPr>
          <w:rFonts w:asciiTheme="majorHAnsi" w:hAnsiTheme="majorHAnsi"/>
          <w:sz w:val="28"/>
          <w:szCs w:val="28"/>
        </w:rPr>
        <w:t>Ben</w:t>
      </w:r>
      <w:r w:rsidR="008E1664" w:rsidRPr="00A35E24">
        <w:rPr>
          <w:rFonts w:asciiTheme="majorHAnsi" w:hAnsiTheme="majorHAnsi"/>
          <w:sz w:val="28"/>
          <w:szCs w:val="28"/>
        </w:rPr>
        <w:t>arroche</w:t>
      </w:r>
      <w:proofErr w:type="spellEnd"/>
      <w:r w:rsidR="008E1664" w:rsidRPr="00A35E24">
        <w:rPr>
          <w:rFonts w:asciiTheme="majorHAnsi" w:hAnsiTheme="majorHAnsi"/>
          <w:sz w:val="28"/>
          <w:szCs w:val="28"/>
        </w:rPr>
        <w:t xml:space="preserve">, Marion, </w:t>
      </w:r>
      <w:r w:rsidR="00896571" w:rsidRPr="00A35E24">
        <w:rPr>
          <w:rFonts w:asciiTheme="majorHAnsi" w:hAnsiTheme="majorHAnsi"/>
          <w:sz w:val="28"/>
          <w:szCs w:val="28"/>
        </w:rPr>
        <w:t>bm400151</w:t>
      </w:r>
      <w:r w:rsidR="00081112" w:rsidRPr="00A35E24">
        <w:rPr>
          <w:rFonts w:asciiTheme="majorHAnsi" w:hAnsiTheme="majorHAnsi"/>
          <w:sz w:val="28"/>
          <w:szCs w:val="28"/>
        </w:rPr>
        <w:t>@etu.unice.fr</w:t>
      </w:r>
    </w:p>
    <w:p w:rsidR="00081112" w:rsidRPr="00A35E24" w:rsidRDefault="008E1664" w:rsidP="004120CB">
      <w:pPr>
        <w:pStyle w:val="Paragraphedeliste"/>
        <w:numPr>
          <w:ilvl w:val="0"/>
          <w:numId w:val="1"/>
        </w:numPr>
        <w:spacing w:line="276" w:lineRule="auto"/>
        <w:rPr>
          <w:rFonts w:asciiTheme="majorHAnsi" w:hAnsiTheme="majorHAnsi"/>
          <w:sz w:val="28"/>
          <w:szCs w:val="28"/>
        </w:rPr>
      </w:pPr>
      <w:proofErr w:type="spellStart"/>
      <w:r w:rsidRPr="00A35E24">
        <w:rPr>
          <w:rFonts w:asciiTheme="majorHAnsi" w:hAnsiTheme="majorHAnsi"/>
          <w:sz w:val="28"/>
          <w:szCs w:val="28"/>
        </w:rPr>
        <w:t>Caccavelli</w:t>
      </w:r>
      <w:proofErr w:type="spellEnd"/>
      <w:r w:rsidRPr="00A35E24">
        <w:rPr>
          <w:rFonts w:asciiTheme="majorHAnsi" w:hAnsiTheme="majorHAnsi"/>
          <w:sz w:val="28"/>
          <w:szCs w:val="28"/>
        </w:rPr>
        <w:t xml:space="preserve">, Arno, </w:t>
      </w:r>
      <w:r w:rsidR="00896571" w:rsidRPr="00A35E24">
        <w:rPr>
          <w:rFonts w:asciiTheme="majorHAnsi" w:hAnsiTheme="majorHAnsi"/>
          <w:sz w:val="28"/>
          <w:szCs w:val="28"/>
        </w:rPr>
        <w:t>ca300372</w:t>
      </w:r>
      <w:r w:rsidR="00081112" w:rsidRPr="00A35E24">
        <w:rPr>
          <w:rFonts w:asciiTheme="majorHAnsi" w:hAnsiTheme="majorHAnsi"/>
          <w:sz w:val="28"/>
          <w:szCs w:val="28"/>
        </w:rPr>
        <w:t>@etu.unice.fr</w:t>
      </w:r>
    </w:p>
    <w:p w:rsidR="00081112" w:rsidRPr="00A35E24" w:rsidRDefault="008E1664" w:rsidP="004120CB">
      <w:pPr>
        <w:pStyle w:val="Paragraphedeliste"/>
        <w:numPr>
          <w:ilvl w:val="0"/>
          <w:numId w:val="1"/>
        </w:numPr>
        <w:spacing w:line="276" w:lineRule="auto"/>
        <w:rPr>
          <w:rFonts w:asciiTheme="majorHAnsi" w:hAnsiTheme="majorHAnsi"/>
          <w:sz w:val="28"/>
          <w:szCs w:val="28"/>
        </w:rPr>
      </w:pPr>
      <w:proofErr w:type="spellStart"/>
      <w:r w:rsidRPr="00A35E24">
        <w:rPr>
          <w:rFonts w:asciiTheme="majorHAnsi" w:hAnsiTheme="majorHAnsi"/>
          <w:sz w:val="28"/>
          <w:szCs w:val="28"/>
        </w:rPr>
        <w:t>Charentus</w:t>
      </w:r>
      <w:proofErr w:type="spellEnd"/>
      <w:r w:rsidRPr="00A35E24">
        <w:rPr>
          <w:rFonts w:asciiTheme="majorHAnsi" w:hAnsiTheme="majorHAnsi"/>
          <w:sz w:val="28"/>
          <w:szCs w:val="28"/>
        </w:rPr>
        <w:t xml:space="preserve">, Rémi, </w:t>
      </w:r>
      <w:r w:rsidR="00896571" w:rsidRPr="00A35E24">
        <w:rPr>
          <w:rFonts w:asciiTheme="majorHAnsi" w:hAnsiTheme="majorHAnsi"/>
          <w:sz w:val="28"/>
          <w:szCs w:val="28"/>
        </w:rPr>
        <w:t>cr304365</w:t>
      </w:r>
      <w:r w:rsidR="00081112" w:rsidRPr="00A35E24">
        <w:rPr>
          <w:rFonts w:asciiTheme="majorHAnsi" w:hAnsiTheme="majorHAnsi"/>
          <w:sz w:val="28"/>
          <w:szCs w:val="28"/>
        </w:rPr>
        <w:t>@etu.unice.fr</w:t>
      </w:r>
    </w:p>
    <w:p w:rsidR="00081112" w:rsidRPr="00A35E24" w:rsidRDefault="008E1664" w:rsidP="004120CB">
      <w:pPr>
        <w:pStyle w:val="Paragraphedeliste"/>
        <w:numPr>
          <w:ilvl w:val="0"/>
          <w:numId w:val="1"/>
        </w:numPr>
        <w:spacing w:line="276" w:lineRule="auto"/>
        <w:rPr>
          <w:rFonts w:asciiTheme="majorHAnsi" w:hAnsiTheme="majorHAnsi"/>
          <w:sz w:val="28"/>
          <w:szCs w:val="28"/>
        </w:rPr>
      </w:pPr>
      <w:proofErr w:type="spellStart"/>
      <w:r w:rsidRPr="00A35E24">
        <w:rPr>
          <w:rFonts w:asciiTheme="majorHAnsi" w:hAnsiTheme="majorHAnsi"/>
          <w:sz w:val="28"/>
          <w:szCs w:val="28"/>
        </w:rPr>
        <w:t>Viale</w:t>
      </w:r>
      <w:proofErr w:type="spellEnd"/>
      <w:r w:rsidRPr="00A35E24">
        <w:rPr>
          <w:rFonts w:asciiTheme="majorHAnsi" w:hAnsiTheme="majorHAnsi"/>
          <w:sz w:val="28"/>
          <w:szCs w:val="28"/>
        </w:rPr>
        <w:t>, Brendan,</w:t>
      </w:r>
      <w:r w:rsidR="00081112" w:rsidRPr="00A35E24">
        <w:rPr>
          <w:rFonts w:asciiTheme="majorHAnsi" w:hAnsiTheme="majorHAnsi"/>
          <w:sz w:val="28"/>
          <w:szCs w:val="28"/>
        </w:rPr>
        <w:t xml:space="preserve"> </w:t>
      </w:r>
      <w:r w:rsidR="00896571" w:rsidRPr="00A35E24">
        <w:rPr>
          <w:rFonts w:asciiTheme="majorHAnsi" w:hAnsiTheme="majorHAnsi"/>
          <w:sz w:val="28"/>
          <w:szCs w:val="28"/>
        </w:rPr>
        <w:t>vb402657</w:t>
      </w:r>
      <w:r w:rsidR="00081112" w:rsidRPr="00A35E24">
        <w:rPr>
          <w:rFonts w:asciiTheme="majorHAnsi" w:hAnsiTheme="majorHAnsi"/>
          <w:sz w:val="28"/>
          <w:szCs w:val="28"/>
        </w:rPr>
        <w:t>@etu.unice.fr</w:t>
      </w:r>
    </w:p>
    <w:p w:rsidR="00081112" w:rsidRPr="00A35E24" w:rsidRDefault="008E1664" w:rsidP="004120CB">
      <w:pPr>
        <w:pStyle w:val="Paragraphedeliste"/>
        <w:numPr>
          <w:ilvl w:val="0"/>
          <w:numId w:val="1"/>
        </w:numPr>
        <w:spacing w:line="276" w:lineRule="auto"/>
        <w:rPr>
          <w:rFonts w:asciiTheme="majorHAnsi" w:hAnsiTheme="majorHAnsi"/>
          <w:sz w:val="28"/>
          <w:szCs w:val="28"/>
        </w:rPr>
      </w:pPr>
      <w:proofErr w:type="spellStart"/>
      <w:r w:rsidRPr="00A35E24">
        <w:rPr>
          <w:rFonts w:asciiTheme="majorHAnsi" w:hAnsiTheme="majorHAnsi"/>
          <w:sz w:val="28"/>
          <w:szCs w:val="28"/>
        </w:rPr>
        <w:t>Castet</w:t>
      </w:r>
      <w:proofErr w:type="spellEnd"/>
      <w:r w:rsidRPr="00A35E24">
        <w:rPr>
          <w:rFonts w:asciiTheme="majorHAnsi" w:hAnsiTheme="majorHAnsi"/>
          <w:sz w:val="28"/>
          <w:szCs w:val="28"/>
        </w:rPr>
        <w:t>, Ulysse,</w:t>
      </w:r>
      <w:r w:rsidR="00081112" w:rsidRPr="00A35E24">
        <w:rPr>
          <w:rFonts w:asciiTheme="majorHAnsi" w:hAnsiTheme="majorHAnsi"/>
          <w:sz w:val="28"/>
          <w:szCs w:val="28"/>
        </w:rPr>
        <w:t xml:space="preserve"> </w:t>
      </w:r>
      <w:r w:rsidR="00896571" w:rsidRPr="00A35E24">
        <w:rPr>
          <w:rFonts w:asciiTheme="majorHAnsi" w:hAnsiTheme="majorHAnsi"/>
          <w:sz w:val="28"/>
          <w:szCs w:val="28"/>
        </w:rPr>
        <w:t>cu407086</w:t>
      </w:r>
      <w:r w:rsidR="00081112" w:rsidRPr="00A35E24">
        <w:rPr>
          <w:rFonts w:asciiTheme="majorHAnsi" w:hAnsiTheme="majorHAnsi"/>
          <w:sz w:val="28"/>
          <w:szCs w:val="28"/>
        </w:rPr>
        <w:t>@etu.unice.fr</w:t>
      </w:r>
    </w:p>
    <w:p w:rsidR="00081112" w:rsidRPr="00A35E24" w:rsidRDefault="008E1664" w:rsidP="004120CB">
      <w:pPr>
        <w:pStyle w:val="Paragraphedeliste"/>
        <w:numPr>
          <w:ilvl w:val="0"/>
          <w:numId w:val="1"/>
        </w:numPr>
        <w:spacing w:line="276" w:lineRule="auto"/>
        <w:rPr>
          <w:rFonts w:asciiTheme="majorHAnsi" w:hAnsiTheme="majorHAnsi"/>
          <w:sz w:val="28"/>
          <w:szCs w:val="28"/>
        </w:rPr>
      </w:pPr>
      <w:proofErr w:type="spellStart"/>
      <w:r w:rsidRPr="00A35E24">
        <w:rPr>
          <w:rFonts w:asciiTheme="majorHAnsi" w:hAnsiTheme="majorHAnsi"/>
          <w:sz w:val="28"/>
          <w:szCs w:val="28"/>
        </w:rPr>
        <w:t>Heyrendt</w:t>
      </w:r>
      <w:proofErr w:type="spellEnd"/>
      <w:r w:rsidRPr="00A35E24">
        <w:rPr>
          <w:rFonts w:asciiTheme="majorHAnsi" w:hAnsiTheme="majorHAnsi"/>
          <w:sz w:val="28"/>
          <w:szCs w:val="28"/>
        </w:rPr>
        <w:t xml:space="preserve">, Renaud, </w:t>
      </w:r>
      <w:r w:rsidR="00896571" w:rsidRPr="00A35E24">
        <w:rPr>
          <w:rFonts w:asciiTheme="majorHAnsi" w:hAnsiTheme="majorHAnsi"/>
          <w:sz w:val="28"/>
          <w:szCs w:val="28"/>
        </w:rPr>
        <w:t>hr402412</w:t>
      </w:r>
      <w:r w:rsidR="00081112" w:rsidRPr="00A35E24">
        <w:rPr>
          <w:rFonts w:asciiTheme="majorHAnsi" w:hAnsiTheme="majorHAnsi"/>
          <w:sz w:val="28"/>
          <w:szCs w:val="28"/>
        </w:rPr>
        <w:t>@etu.unice.fr</w:t>
      </w:r>
    </w:p>
    <w:p w:rsidR="00081112" w:rsidRPr="00407EFB" w:rsidRDefault="008E1664" w:rsidP="004120CB">
      <w:pPr>
        <w:pStyle w:val="Paragraphedeliste"/>
        <w:numPr>
          <w:ilvl w:val="0"/>
          <w:numId w:val="1"/>
        </w:numPr>
        <w:spacing w:line="276" w:lineRule="auto"/>
        <w:rPr>
          <w:rFonts w:asciiTheme="majorHAnsi" w:hAnsiTheme="majorHAnsi"/>
          <w:sz w:val="28"/>
          <w:szCs w:val="28"/>
          <w:lang w:val="en-US"/>
        </w:rPr>
      </w:pPr>
      <w:proofErr w:type="spellStart"/>
      <w:r w:rsidRPr="00407EFB">
        <w:rPr>
          <w:rFonts w:asciiTheme="majorHAnsi" w:hAnsiTheme="majorHAnsi"/>
          <w:sz w:val="28"/>
          <w:szCs w:val="28"/>
          <w:lang w:val="en-US"/>
        </w:rPr>
        <w:t>Menetrey</w:t>
      </w:r>
      <w:proofErr w:type="spellEnd"/>
      <w:r w:rsidRPr="00407EFB">
        <w:rPr>
          <w:rFonts w:asciiTheme="majorHAnsi" w:hAnsiTheme="majorHAnsi"/>
          <w:sz w:val="28"/>
          <w:szCs w:val="28"/>
          <w:lang w:val="en-US"/>
        </w:rPr>
        <w:t xml:space="preserve">, Robinson, </w:t>
      </w:r>
      <w:r w:rsidR="00EB1438" w:rsidRPr="00407EFB">
        <w:rPr>
          <w:rFonts w:asciiTheme="majorHAnsi" w:hAnsiTheme="majorHAnsi"/>
          <w:sz w:val="28"/>
          <w:szCs w:val="28"/>
          <w:lang w:val="en-US"/>
        </w:rPr>
        <w:t>menetrey.robinson</w:t>
      </w:r>
      <w:r w:rsidR="00081112" w:rsidRPr="00407EFB">
        <w:rPr>
          <w:rFonts w:asciiTheme="majorHAnsi" w:hAnsiTheme="majorHAnsi"/>
          <w:sz w:val="28"/>
          <w:szCs w:val="28"/>
          <w:lang w:val="en-US"/>
        </w:rPr>
        <w:t>@etu.unice.fr</w:t>
      </w:r>
    </w:p>
    <w:p w:rsidR="00081112" w:rsidRPr="00A35E24" w:rsidRDefault="00293955" w:rsidP="004120CB">
      <w:pPr>
        <w:pStyle w:val="Paragraphedeliste"/>
        <w:numPr>
          <w:ilvl w:val="0"/>
          <w:numId w:val="1"/>
        </w:numPr>
        <w:spacing w:line="276" w:lineRule="auto"/>
        <w:rPr>
          <w:rFonts w:asciiTheme="majorHAnsi" w:hAnsiTheme="majorHAnsi"/>
          <w:sz w:val="28"/>
          <w:szCs w:val="28"/>
        </w:rPr>
      </w:pPr>
      <w:proofErr w:type="spellStart"/>
      <w:r w:rsidRPr="00A35E24">
        <w:rPr>
          <w:rFonts w:asciiTheme="majorHAnsi" w:hAnsiTheme="majorHAnsi"/>
          <w:sz w:val="28"/>
          <w:szCs w:val="28"/>
        </w:rPr>
        <w:t>Quachéro</w:t>
      </w:r>
      <w:proofErr w:type="spellEnd"/>
      <w:r w:rsidRPr="00A35E24">
        <w:rPr>
          <w:rFonts w:asciiTheme="majorHAnsi" w:hAnsiTheme="majorHAnsi"/>
          <w:sz w:val="28"/>
          <w:szCs w:val="28"/>
        </w:rPr>
        <w:t xml:space="preserve">, Alaric, </w:t>
      </w:r>
      <w:r w:rsidR="00EB1438" w:rsidRPr="00A35E24">
        <w:rPr>
          <w:rFonts w:asciiTheme="majorHAnsi" w:hAnsiTheme="majorHAnsi"/>
          <w:sz w:val="28"/>
          <w:szCs w:val="28"/>
        </w:rPr>
        <w:t>qa403668</w:t>
      </w:r>
      <w:r w:rsidR="00081112" w:rsidRPr="00A35E24">
        <w:rPr>
          <w:rFonts w:asciiTheme="majorHAnsi" w:hAnsiTheme="majorHAnsi"/>
          <w:sz w:val="28"/>
          <w:szCs w:val="28"/>
        </w:rPr>
        <w:t>@etu.unice.fr</w:t>
      </w:r>
    </w:p>
    <w:p w:rsidR="00F42EF8" w:rsidRPr="00A35E24" w:rsidRDefault="00293955" w:rsidP="004120CB">
      <w:pPr>
        <w:pStyle w:val="Paragraphedeliste"/>
        <w:numPr>
          <w:ilvl w:val="0"/>
          <w:numId w:val="1"/>
        </w:numPr>
        <w:spacing w:line="276" w:lineRule="auto"/>
        <w:rPr>
          <w:rFonts w:asciiTheme="majorHAnsi" w:hAnsiTheme="majorHAnsi"/>
          <w:sz w:val="28"/>
          <w:szCs w:val="28"/>
        </w:rPr>
      </w:pPr>
      <w:r w:rsidRPr="00A35E24">
        <w:rPr>
          <w:rFonts w:asciiTheme="majorHAnsi" w:hAnsiTheme="majorHAnsi"/>
          <w:sz w:val="28"/>
          <w:szCs w:val="28"/>
        </w:rPr>
        <w:t>Cotte, Sébastien, cs400006@etu.unice.fr</w:t>
      </w:r>
    </w:p>
    <w:p w:rsidR="00486781" w:rsidRPr="00A35E24" w:rsidRDefault="00486781" w:rsidP="00C268F3">
      <w:pPr>
        <w:pStyle w:val="Paragraphedeliste"/>
        <w:spacing w:line="276" w:lineRule="auto"/>
        <w:ind w:left="1352"/>
        <w:rPr>
          <w:rFonts w:asciiTheme="majorHAnsi" w:hAnsiTheme="majorHAnsi"/>
          <w:sz w:val="28"/>
          <w:szCs w:val="28"/>
        </w:rPr>
      </w:pPr>
    </w:p>
    <w:p w:rsidR="00F42EF8" w:rsidRPr="00A35E24" w:rsidRDefault="00F42EF8" w:rsidP="00C268F3">
      <w:pPr>
        <w:ind w:left="1068"/>
        <w:contextualSpacing/>
        <w:rPr>
          <w:rFonts w:asciiTheme="majorHAnsi" w:hAnsiTheme="majorHAnsi"/>
          <w:sz w:val="28"/>
          <w:szCs w:val="28"/>
          <w:u w:val="single"/>
        </w:rPr>
      </w:pPr>
      <w:r w:rsidRPr="00A35E24">
        <w:rPr>
          <w:rFonts w:asciiTheme="majorHAnsi" w:hAnsiTheme="majorHAnsi"/>
          <w:sz w:val="28"/>
          <w:szCs w:val="28"/>
          <w:u w:val="single"/>
        </w:rPr>
        <w:t>Tuteur :</w:t>
      </w:r>
    </w:p>
    <w:p w:rsidR="00F42EF8" w:rsidRPr="00A35E24" w:rsidRDefault="00F42EF8" w:rsidP="00C268F3">
      <w:pPr>
        <w:ind w:left="1068"/>
        <w:contextualSpacing/>
        <w:rPr>
          <w:rFonts w:asciiTheme="majorHAnsi" w:hAnsiTheme="majorHAnsi"/>
          <w:sz w:val="28"/>
          <w:szCs w:val="28"/>
        </w:rPr>
      </w:pPr>
    </w:p>
    <w:p w:rsidR="00F42EF8" w:rsidRPr="00A35E24" w:rsidRDefault="008E1664" w:rsidP="00C268F3">
      <w:pPr>
        <w:pStyle w:val="Paragraphedeliste"/>
        <w:numPr>
          <w:ilvl w:val="0"/>
          <w:numId w:val="1"/>
        </w:numPr>
        <w:rPr>
          <w:rFonts w:asciiTheme="majorHAnsi" w:hAnsiTheme="majorHAnsi"/>
        </w:rPr>
      </w:pPr>
      <w:r w:rsidRPr="00A35E24">
        <w:rPr>
          <w:rFonts w:asciiTheme="majorHAnsi" w:hAnsiTheme="majorHAnsi"/>
          <w:sz w:val="28"/>
          <w:szCs w:val="28"/>
        </w:rPr>
        <w:t>Rey, Gaëtan</w:t>
      </w:r>
      <w:r w:rsidR="00A32197" w:rsidRPr="00A35E24">
        <w:rPr>
          <w:rFonts w:asciiTheme="majorHAnsi" w:hAnsiTheme="majorHAnsi"/>
          <w:sz w:val="28"/>
          <w:szCs w:val="28"/>
        </w:rPr>
        <w:t>, gaetan.rey@unice.fr</w:t>
      </w:r>
    </w:p>
    <w:p w:rsidR="0075115F" w:rsidRPr="00AD11EE" w:rsidRDefault="0075115F" w:rsidP="00BC4A6A">
      <w:pPr>
        <w:jc w:val="left"/>
      </w:pPr>
    </w:p>
    <w:p w:rsidR="0029643C" w:rsidRPr="00AD11EE" w:rsidRDefault="0035353C" w:rsidP="0029643C">
      <w:pPr>
        <w:pStyle w:val="Sous-titre"/>
      </w:pPr>
      <w:r>
        <w:lastRenderedPageBreak/>
        <w:t>Résumé Exécutif</w:t>
      </w:r>
    </w:p>
    <w:p w:rsidR="00F5135C" w:rsidRDefault="00F5135C" w:rsidP="00191DB9">
      <w:pPr>
        <w:rPr>
          <w:rStyle w:val="Emphaseple"/>
          <w:color w:val="000000" w:themeColor="text1"/>
        </w:rPr>
      </w:pPr>
    </w:p>
    <w:p w:rsidR="003C206E" w:rsidRPr="00191DB9" w:rsidRDefault="003C206E" w:rsidP="00191DB9">
      <w:pPr>
        <w:rPr>
          <w:rStyle w:val="Emphaseple"/>
          <w:color w:val="000000" w:themeColor="text1"/>
        </w:rPr>
      </w:pPr>
    </w:p>
    <w:p w:rsidR="0029643C" w:rsidRDefault="00A40231" w:rsidP="00191DB9">
      <w:pPr>
        <w:rPr>
          <w:rStyle w:val="Emphaseple"/>
        </w:rPr>
      </w:pPr>
      <w:r>
        <w:rPr>
          <w:rStyle w:val="Emphaseple"/>
          <w:color w:val="000000" w:themeColor="text1"/>
        </w:rPr>
        <w:t>La</w:t>
      </w:r>
      <w:r w:rsidR="00191DB9" w:rsidRPr="00191DB9">
        <w:rPr>
          <w:rStyle w:val="Emphaseple"/>
          <w:color w:val="000000" w:themeColor="text1"/>
        </w:rPr>
        <w:t xml:space="preserve"> </w:t>
      </w:r>
      <w:proofErr w:type="spellStart"/>
      <w:r w:rsidR="00191DB9" w:rsidRPr="00191DB9">
        <w:rPr>
          <w:rStyle w:val="Emphaseple"/>
          <w:color w:val="000000" w:themeColor="text1"/>
        </w:rPr>
        <w:t>Verdadera</w:t>
      </w:r>
      <w:proofErr w:type="spellEnd"/>
      <w:r w:rsidR="00191DB9" w:rsidRPr="00191DB9">
        <w:rPr>
          <w:rStyle w:val="Emphaseple"/>
          <w:color w:val="000000" w:themeColor="text1"/>
        </w:rPr>
        <w:t xml:space="preserve"> </w:t>
      </w:r>
      <w:proofErr w:type="spellStart"/>
      <w:r w:rsidR="00191DB9" w:rsidRPr="00191DB9">
        <w:rPr>
          <w:rStyle w:val="Emphaseple"/>
          <w:color w:val="000000" w:themeColor="text1"/>
        </w:rPr>
        <w:t>Destreza</w:t>
      </w:r>
      <w:proofErr w:type="spellEnd"/>
      <w:r w:rsidR="00191DB9" w:rsidRPr="00191DB9">
        <w:rPr>
          <w:rStyle w:val="Emphaseple"/>
          <w:color w:val="000000" w:themeColor="text1"/>
        </w:rPr>
        <w:t xml:space="preserve"> (véritable dextérité) donne une importance particulière aux déplacements. Ceux-ci pouvant ce faire en ligne (comme pour l’escrime français et italienne de la même époque) mais également autour d’un cercle (</w:t>
      </w:r>
      <w:proofErr w:type="spellStart"/>
      <w:r w:rsidR="00191DB9" w:rsidRPr="00191DB9">
        <w:rPr>
          <w:rStyle w:val="Emphaseple"/>
          <w:color w:val="000000" w:themeColor="text1"/>
        </w:rPr>
        <w:t>curvo</w:t>
      </w:r>
      <w:proofErr w:type="spellEnd"/>
      <w:r w:rsidR="00191DB9" w:rsidRPr="00191DB9">
        <w:rPr>
          <w:rStyle w:val="Emphaseple"/>
          <w:color w:val="000000" w:themeColor="text1"/>
        </w:rPr>
        <w:t xml:space="preserve">).  Le but de ce projet sera donc de développer un « coach numérique » capable d’aider le </w:t>
      </w:r>
      <w:proofErr w:type="spellStart"/>
      <w:r w:rsidR="00191DB9" w:rsidRPr="00191DB9">
        <w:rPr>
          <w:rStyle w:val="Emphaseple"/>
          <w:color w:val="000000" w:themeColor="text1"/>
        </w:rPr>
        <w:t>Diestro</w:t>
      </w:r>
      <w:proofErr w:type="spellEnd"/>
      <w:r w:rsidR="00191DB9" w:rsidRPr="00191DB9">
        <w:rPr>
          <w:rStyle w:val="Emphaseple"/>
          <w:color w:val="000000" w:themeColor="text1"/>
        </w:rPr>
        <w:t xml:space="preserve">, escrimeur qui pratique la </w:t>
      </w:r>
      <w:proofErr w:type="spellStart"/>
      <w:r w:rsidR="00191DB9" w:rsidRPr="00191DB9">
        <w:rPr>
          <w:rStyle w:val="Emphaseple"/>
          <w:color w:val="000000" w:themeColor="text1"/>
        </w:rPr>
        <w:t>Destreza</w:t>
      </w:r>
      <w:proofErr w:type="spellEnd"/>
      <w:r w:rsidR="00191DB9" w:rsidRPr="00191DB9">
        <w:rPr>
          <w:rStyle w:val="Emphaseple"/>
          <w:color w:val="000000" w:themeColor="text1"/>
        </w:rPr>
        <w:t xml:space="preserve">, à la pratique du </w:t>
      </w:r>
      <w:proofErr w:type="spellStart"/>
      <w:r w:rsidR="00191DB9" w:rsidRPr="00191DB9">
        <w:rPr>
          <w:rStyle w:val="Emphaseple"/>
          <w:color w:val="000000" w:themeColor="text1"/>
        </w:rPr>
        <w:t>pasillo</w:t>
      </w:r>
      <w:proofErr w:type="spellEnd"/>
      <w:r w:rsidR="00191DB9" w:rsidRPr="00191DB9">
        <w:rPr>
          <w:rStyle w:val="Emphaseple"/>
          <w:color w:val="000000" w:themeColor="text1"/>
        </w:rPr>
        <w:t xml:space="preserve"> (couloir : déplacement en ligne) et du compas </w:t>
      </w:r>
      <w:proofErr w:type="spellStart"/>
      <w:r w:rsidR="00191DB9" w:rsidRPr="00191DB9">
        <w:rPr>
          <w:rStyle w:val="Emphaseple"/>
          <w:color w:val="000000" w:themeColor="text1"/>
        </w:rPr>
        <w:t>curvo</w:t>
      </w:r>
      <w:proofErr w:type="spellEnd"/>
      <w:r w:rsidR="00191DB9" w:rsidRPr="00191DB9">
        <w:rPr>
          <w:rStyle w:val="Emphaseple"/>
          <w:color w:val="000000" w:themeColor="text1"/>
        </w:rPr>
        <w:t xml:space="preserve"> (mouvements sur le cercle).</w:t>
      </w:r>
    </w:p>
    <w:p w:rsidR="0075115F" w:rsidRPr="001E594B" w:rsidRDefault="0075115F" w:rsidP="0029643C">
      <w:pPr>
        <w:rPr>
          <w:rStyle w:val="Emphaseple"/>
          <w:color w:val="auto"/>
        </w:rPr>
      </w:pPr>
    </w:p>
    <w:p w:rsidR="003811E1" w:rsidRPr="001E594B" w:rsidRDefault="00954D3F" w:rsidP="0029643C">
      <w:pPr>
        <w:rPr>
          <w:rStyle w:val="Emphaseple"/>
          <w:color w:val="auto"/>
        </w:rPr>
      </w:pPr>
      <w:r>
        <w:rPr>
          <w:rStyle w:val="Emphaseple"/>
          <w:color w:val="auto"/>
        </w:rPr>
        <w:t>Alors, n</w:t>
      </w:r>
      <w:r w:rsidR="001E594B">
        <w:rPr>
          <w:rStyle w:val="Emphaseple"/>
          <w:color w:val="auto"/>
        </w:rPr>
        <w:t>otre projet consiste à</w:t>
      </w:r>
      <w:r w:rsidR="003811E1" w:rsidRPr="001E594B">
        <w:rPr>
          <w:rStyle w:val="Emphaseple"/>
          <w:color w:val="auto"/>
        </w:rPr>
        <w:t xml:space="preserve"> créer un VDI (</w:t>
      </w:r>
      <w:proofErr w:type="spellStart"/>
      <w:r w:rsidR="003811E1" w:rsidRPr="001E594B">
        <w:rPr>
          <w:rStyle w:val="Emphaseple"/>
          <w:color w:val="auto"/>
        </w:rPr>
        <w:t>Verdadera</w:t>
      </w:r>
      <w:proofErr w:type="spellEnd"/>
      <w:r w:rsidR="003811E1" w:rsidRPr="001E594B">
        <w:rPr>
          <w:rStyle w:val="Emphaseple"/>
          <w:color w:val="auto"/>
        </w:rPr>
        <w:t xml:space="preserve"> </w:t>
      </w:r>
      <w:proofErr w:type="spellStart"/>
      <w:r w:rsidR="003811E1" w:rsidRPr="001E594B">
        <w:rPr>
          <w:rStyle w:val="Emphaseple"/>
          <w:color w:val="auto"/>
        </w:rPr>
        <w:t>Destreza</w:t>
      </w:r>
      <w:proofErr w:type="spellEnd"/>
      <w:r w:rsidR="003811E1" w:rsidRPr="001E594B">
        <w:rPr>
          <w:rStyle w:val="Emphaseple"/>
          <w:color w:val="auto"/>
        </w:rPr>
        <w:t xml:space="preserve"> </w:t>
      </w:r>
      <w:proofErr w:type="spellStart"/>
      <w:r w:rsidR="003811E1" w:rsidRPr="001E594B">
        <w:rPr>
          <w:rStyle w:val="Emphaseple"/>
          <w:color w:val="auto"/>
        </w:rPr>
        <w:t>Instructor</w:t>
      </w:r>
      <w:proofErr w:type="spellEnd"/>
      <w:r w:rsidR="003811E1" w:rsidRPr="001E594B">
        <w:rPr>
          <w:rStyle w:val="Emphaseple"/>
          <w:color w:val="auto"/>
        </w:rPr>
        <w:t>) , qui serait un coach virtuel permet</w:t>
      </w:r>
      <w:r w:rsidR="001E594B">
        <w:rPr>
          <w:rStyle w:val="Emphaseple"/>
          <w:color w:val="auto"/>
        </w:rPr>
        <w:t>t</w:t>
      </w:r>
      <w:r w:rsidR="003811E1" w:rsidRPr="001E594B">
        <w:rPr>
          <w:rStyle w:val="Emphaseple"/>
          <w:color w:val="auto"/>
        </w:rPr>
        <w:t>an</w:t>
      </w:r>
      <w:r w:rsidR="001E594B">
        <w:rPr>
          <w:rStyle w:val="Emphaseple"/>
          <w:color w:val="auto"/>
        </w:rPr>
        <w:t>t de s'entrainer à</w:t>
      </w:r>
      <w:r w:rsidR="003811E1" w:rsidRPr="001E594B">
        <w:rPr>
          <w:rStyle w:val="Emphaseple"/>
          <w:color w:val="auto"/>
        </w:rPr>
        <w:t xml:space="preserve"> la pratique de la </w:t>
      </w:r>
      <w:proofErr w:type="spellStart"/>
      <w:r w:rsidR="003811E1" w:rsidRPr="001E594B">
        <w:rPr>
          <w:rStyle w:val="Emphaseple"/>
          <w:color w:val="auto"/>
        </w:rPr>
        <w:t>Verdadera</w:t>
      </w:r>
      <w:proofErr w:type="spellEnd"/>
      <w:r w:rsidR="003811E1" w:rsidRPr="001E594B">
        <w:rPr>
          <w:rStyle w:val="Emphaseple"/>
          <w:color w:val="auto"/>
        </w:rPr>
        <w:t xml:space="preserve"> </w:t>
      </w:r>
      <w:proofErr w:type="spellStart"/>
      <w:r w:rsidR="003811E1" w:rsidRPr="001E594B">
        <w:rPr>
          <w:rStyle w:val="Emphaseple"/>
          <w:color w:val="auto"/>
        </w:rPr>
        <w:t>Destreza</w:t>
      </w:r>
      <w:proofErr w:type="spellEnd"/>
      <w:r w:rsidR="001E594B" w:rsidRPr="001E594B">
        <w:rPr>
          <w:rStyle w:val="Emphaseple"/>
          <w:color w:val="auto"/>
        </w:rPr>
        <w:t>. Ce coach pourra dicter des encha</w:t>
      </w:r>
      <w:r w:rsidR="001E594B">
        <w:rPr>
          <w:rStyle w:val="Emphaseple"/>
          <w:color w:val="auto"/>
        </w:rPr>
        <w:t>înements à</w:t>
      </w:r>
      <w:r w:rsidR="001E594B" w:rsidRPr="001E594B">
        <w:rPr>
          <w:rStyle w:val="Emphaseple"/>
          <w:color w:val="auto"/>
        </w:rPr>
        <w:t xml:space="preserve"> réaliser selon les règles de cette pratique, mais</w:t>
      </w:r>
      <w:r w:rsidR="00710775">
        <w:rPr>
          <w:rStyle w:val="Emphaseple"/>
          <w:color w:val="auto"/>
        </w:rPr>
        <w:t xml:space="preserve"> pourra permettre</w:t>
      </w:r>
      <w:r w:rsidR="001E594B" w:rsidRPr="001E594B">
        <w:rPr>
          <w:rStyle w:val="Emphaseple"/>
          <w:color w:val="auto"/>
        </w:rPr>
        <w:t xml:space="preserve"> aussi </w:t>
      </w:r>
      <w:r w:rsidR="001E594B">
        <w:rPr>
          <w:rStyle w:val="Emphaseple"/>
          <w:color w:val="auto"/>
        </w:rPr>
        <w:t>de s'entrainer à</w:t>
      </w:r>
      <w:r w:rsidR="001E594B" w:rsidRPr="001E594B">
        <w:rPr>
          <w:rStyle w:val="Emphaseple"/>
          <w:color w:val="auto"/>
        </w:rPr>
        <w:t xml:space="preserve"> </w:t>
      </w:r>
      <w:r w:rsidR="000E04EF">
        <w:rPr>
          <w:rStyle w:val="Emphaseple"/>
          <w:color w:val="auto"/>
        </w:rPr>
        <w:t>deux</w:t>
      </w:r>
      <w:r w:rsidR="001E594B" w:rsidRPr="001E594B">
        <w:rPr>
          <w:rStyle w:val="Emphaseple"/>
          <w:color w:val="auto"/>
        </w:rPr>
        <w:t xml:space="preserve"> </w:t>
      </w:r>
      <w:proofErr w:type="spellStart"/>
      <w:r w:rsidR="001E594B" w:rsidRPr="001E594B">
        <w:rPr>
          <w:rStyle w:val="Emphaseple"/>
          <w:color w:val="auto"/>
        </w:rPr>
        <w:t>Diestros</w:t>
      </w:r>
      <w:proofErr w:type="spellEnd"/>
      <w:r w:rsidR="001E594B" w:rsidRPr="001E594B">
        <w:rPr>
          <w:rStyle w:val="Emphaseple"/>
          <w:color w:val="auto"/>
        </w:rPr>
        <w:t xml:space="preserve"> avec la technique du meneur-suiveur.</w:t>
      </w:r>
    </w:p>
    <w:p w:rsidR="0075115F" w:rsidRDefault="0075115F" w:rsidP="0029643C">
      <w:pPr>
        <w:rPr>
          <w:rStyle w:val="Emphaseple"/>
        </w:rPr>
      </w:pPr>
    </w:p>
    <w:p w:rsidR="0075115F" w:rsidRDefault="0075115F" w:rsidP="0029643C">
      <w:pPr>
        <w:rPr>
          <w:rStyle w:val="Emphaseple"/>
        </w:rPr>
      </w:pPr>
    </w:p>
    <w:p w:rsidR="00523206" w:rsidRDefault="00523206" w:rsidP="0029643C">
      <w:pPr>
        <w:rPr>
          <w:rStyle w:val="Emphaseple"/>
        </w:rPr>
      </w:pPr>
    </w:p>
    <w:p w:rsidR="007C1BDE" w:rsidRDefault="0075115F" w:rsidP="00B54092">
      <w:pPr>
        <w:pStyle w:val="Sous-titre"/>
        <w:rPr>
          <w:lang w:val="en-US"/>
        </w:rPr>
      </w:pPr>
      <w:r w:rsidRPr="00E92E79">
        <w:rPr>
          <w:lang w:val="en-US"/>
        </w:rPr>
        <w:t>Abstrac</w:t>
      </w:r>
      <w:r w:rsidR="00231FED">
        <w:rPr>
          <w:lang w:val="en-US"/>
        </w:rPr>
        <w:t>t</w:t>
      </w:r>
    </w:p>
    <w:p w:rsidR="00231FED" w:rsidRPr="00231FED" w:rsidRDefault="00231FED" w:rsidP="00231FED">
      <w:pPr>
        <w:rPr>
          <w:lang w:val="en-US"/>
        </w:rPr>
      </w:pPr>
    </w:p>
    <w:p w:rsidR="00A53E70" w:rsidRPr="00E92E79" w:rsidRDefault="00A53E70" w:rsidP="00D32376">
      <w:pPr>
        <w:rPr>
          <w:lang w:val="en-US"/>
        </w:rPr>
      </w:pPr>
    </w:p>
    <w:p w:rsidR="00A53E70" w:rsidRDefault="003811E1" w:rsidP="00D32376">
      <w:pPr>
        <w:rPr>
          <w:i/>
          <w:lang w:val="en-US"/>
        </w:rPr>
      </w:pPr>
      <w:r>
        <w:rPr>
          <w:i/>
          <w:lang w:val="en-US"/>
        </w:rPr>
        <w:t>The</w:t>
      </w:r>
      <w:r w:rsidR="00F5135C" w:rsidRPr="002368C9">
        <w:rPr>
          <w:i/>
          <w:lang w:val="en-US"/>
        </w:rPr>
        <w:t xml:space="preserve"> </w:t>
      </w:r>
      <w:proofErr w:type="spellStart"/>
      <w:r w:rsidR="00F5135C" w:rsidRPr="002368C9">
        <w:rPr>
          <w:i/>
          <w:lang w:val="en-US"/>
        </w:rPr>
        <w:t>Verdadera</w:t>
      </w:r>
      <w:proofErr w:type="spellEnd"/>
      <w:r w:rsidR="00F5135C" w:rsidRPr="002368C9">
        <w:rPr>
          <w:i/>
          <w:lang w:val="en-US"/>
        </w:rPr>
        <w:t xml:space="preserve"> </w:t>
      </w:r>
      <w:proofErr w:type="spellStart"/>
      <w:r w:rsidR="00F5135C" w:rsidRPr="002368C9">
        <w:rPr>
          <w:i/>
          <w:lang w:val="en-US"/>
        </w:rPr>
        <w:t>Destreza</w:t>
      </w:r>
      <w:proofErr w:type="spellEnd"/>
      <w:r w:rsidR="00F5135C" w:rsidRPr="002368C9">
        <w:rPr>
          <w:i/>
          <w:lang w:val="en-US"/>
        </w:rPr>
        <w:t xml:space="preserve"> (true dexterity) gives a major part to movements. They can be linear (as in </w:t>
      </w:r>
      <w:proofErr w:type="spellStart"/>
      <w:r w:rsidR="00F5135C" w:rsidRPr="002368C9">
        <w:rPr>
          <w:i/>
          <w:lang w:val="en-US"/>
        </w:rPr>
        <w:t>french</w:t>
      </w:r>
      <w:proofErr w:type="spellEnd"/>
      <w:r w:rsidR="00F5135C" w:rsidRPr="002368C9">
        <w:rPr>
          <w:i/>
          <w:lang w:val="en-US"/>
        </w:rPr>
        <w:t xml:space="preserve"> or </w:t>
      </w:r>
      <w:proofErr w:type="spellStart"/>
      <w:r w:rsidR="00F5135C" w:rsidRPr="002368C9">
        <w:rPr>
          <w:i/>
          <w:lang w:val="en-US"/>
        </w:rPr>
        <w:t>italian</w:t>
      </w:r>
      <w:proofErr w:type="spellEnd"/>
      <w:r w:rsidR="00F5135C" w:rsidRPr="002368C9">
        <w:rPr>
          <w:i/>
          <w:lang w:val="en-US"/>
        </w:rPr>
        <w:t xml:space="preserve"> </w:t>
      </w:r>
      <w:proofErr w:type="spellStart"/>
      <w:r w:rsidR="00F5135C" w:rsidRPr="002368C9">
        <w:rPr>
          <w:i/>
          <w:lang w:val="en-US"/>
        </w:rPr>
        <w:t>swordfighting</w:t>
      </w:r>
      <w:proofErr w:type="spellEnd"/>
      <w:r w:rsidR="00F5135C" w:rsidRPr="002368C9">
        <w:rPr>
          <w:i/>
          <w:lang w:val="en-US"/>
        </w:rPr>
        <w:t xml:space="preserve"> from the same time), or circular (</w:t>
      </w:r>
      <w:proofErr w:type="spellStart"/>
      <w:r w:rsidR="00F5135C" w:rsidRPr="002368C9">
        <w:rPr>
          <w:i/>
          <w:lang w:val="en-US"/>
        </w:rPr>
        <w:t>curvo</w:t>
      </w:r>
      <w:proofErr w:type="spellEnd"/>
      <w:r w:rsidR="00F5135C" w:rsidRPr="002368C9">
        <w:rPr>
          <w:i/>
          <w:lang w:val="en-US"/>
        </w:rPr>
        <w:t xml:space="preserve">). The purpose of the project is to develop a "digital coach" capable of helping the </w:t>
      </w:r>
      <w:proofErr w:type="spellStart"/>
      <w:r w:rsidR="00F5135C" w:rsidRPr="002368C9">
        <w:rPr>
          <w:i/>
          <w:lang w:val="en-US"/>
        </w:rPr>
        <w:t>Diestro</w:t>
      </w:r>
      <w:proofErr w:type="spellEnd"/>
      <w:r w:rsidR="00F5135C" w:rsidRPr="002368C9">
        <w:rPr>
          <w:i/>
          <w:lang w:val="en-US"/>
        </w:rPr>
        <w:t xml:space="preserve"> (swordfighter who does </w:t>
      </w:r>
      <w:proofErr w:type="spellStart"/>
      <w:r w:rsidR="00F5135C" w:rsidRPr="002368C9">
        <w:rPr>
          <w:i/>
          <w:lang w:val="en-US"/>
        </w:rPr>
        <w:t>Destreza</w:t>
      </w:r>
      <w:proofErr w:type="spellEnd"/>
      <w:r w:rsidR="00F5135C" w:rsidRPr="002368C9">
        <w:rPr>
          <w:i/>
          <w:lang w:val="en-US"/>
        </w:rPr>
        <w:t xml:space="preserve">) in practicing </w:t>
      </w:r>
      <w:proofErr w:type="spellStart"/>
      <w:r w:rsidR="00F5135C" w:rsidRPr="002368C9">
        <w:rPr>
          <w:i/>
          <w:lang w:val="en-US"/>
        </w:rPr>
        <w:t>pasillo</w:t>
      </w:r>
      <w:proofErr w:type="spellEnd"/>
      <w:r w:rsidR="00F5135C" w:rsidRPr="002368C9">
        <w:rPr>
          <w:i/>
          <w:lang w:val="en-US"/>
        </w:rPr>
        <w:t xml:space="preserve"> (corridor: linear movement) and </w:t>
      </w:r>
      <w:proofErr w:type="spellStart"/>
      <w:r w:rsidR="00F5135C" w:rsidRPr="002368C9">
        <w:rPr>
          <w:i/>
          <w:lang w:val="en-US"/>
        </w:rPr>
        <w:t>curvo</w:t>
      </w:r>
      <w:proofErr w:type="spellEnd"/>
      <w:r w:rsidR="00F5135C" w:rsidRPr="002368C9">
        <w:rPr>
          <w:i/>
          <w:lang w:val="en-US"/>
        </w:rPr>
        <w:t xml:space="preserve"> (movements on a </w:t>
      </w:r>
      <w:proofErr w:type="spellStart"/>
      <w:r w:rsidR="00F5135C" w:rsidRPr="002368C9">
        <w:rPr>
          <w:i/>
          <w:lang w:val="en-US"/>
        </w:rPr>
        <w:t>cercle</w:t>
      </w:r>
      <w:proofErr w:type="spellEnd"/>
      <w:r w:rsidR="00F5135C" w:rsidRPr="002368C9">
        <w:rPr>
          <w:i/>
          <w:lang w:val="en-US"/>
        </w:rPr>
        <w:t>).</w:t>
      </w:r>
    </w:p>
    <w:p w:rsidR="006A630E" w:rsidRDefault="006A630E" w:rsidP="00D32376">
      <w:pPr>
        <w:rPr>
          <w:i/>
          <w:lang w:val="en-US"/>
        </w:rPr>
      </w:pPr>
    </w:p>
    <w:p w:rsidR="006A630E" w:rsidRPr="006A630E" w:rsidRDefault="00954D3F" w:rsidP="00D32376">
      <w:pPr>
        <w:rPr>
          <w:i/>
          <w:lang w:val="en-US"/>
        </w:rPr>
      </w:pPr>
      <w:r>
        <w:rPr>
          <w:i/>
          <w:lang w:val="en-US"/>
        </w:rPr>
        <w:t>So, o</w:t>
      </w:r>
      <w:r w:rsidR="006A630E" w:rsidRPr="006A630E">
        <w:rPr>
          <w:i/>
          <w:lang w:val="en-US"/>
        </w:rPr>
        <w:t>ur project consists in creating a VDI (</w:t>
      </w:r>
      <w:proofErr w:type="spellStart"/>
      <w:r w:rsidR="006A630E" w:rsidRPr="006A630E">
        <w:rPr>
          <w:i/>
          <w:lang w:val="en-US"/>
        </w:rPr>
        <w:t>Verdadera</w:t>
      </w:r>
      <w:proofErr w:type="spellEnd"/>
      <w:r w:rsidR="006A630E" w:rsidRPr="006A630E">
        <w:rPr>
          <w:i/>
          <w:lang w:val="en-US"/>
        </w:rPr>
        <w:t xml:space="preserve"> </w:t>
      </w:r>
      <w:proofErr w:type="spellStart"/>
      <w:r w:rsidR="006A630E" w:rsidRPr="006A630E">
        <w:rPr>
          <w:i/>
          <w:lang w:val="en-US"/>
        </w:rPr>
        <w:t>Destreza</w:t>
      </w:r>
      <w:proofErr w:type="spellEnd"/>
      <w:r w:rsidR="006A630E" w:rsidRPr="006A630E">
        <w:rPr>
          <w:i/>
          <w:lang w:val="en-US"/>
        </w:rPr>
        <w:t xml:space="preserve"> Instructor), which would be a virtual coach, allowing swordfighters to practice the </w:t>
      </w:r>
      <w:proofErr w:type="spellStart"/>
      <w:r w:rsidR="006A630E" w:rsidRPr="006A630E">
        <w:rPr>
          <w:i/>
          <w:lang w:val="en-US"/>
        </w:rPr>
        <w:t>Verdadera</w:t>
      </w:r>
      <w:proofErr w:type="spellEnd"/>
      <w:r w:rsidR="006A630E" w:rsidRPr="006A630E">
        <w:rPr>
          <w:i/>
          <w:lang w:val="en-US"/>
        </w:rPr>
        <w:t xml:space="preserve"> </w:t>
      </w:r>
      <w:proofErr w:type="spellStart"/>
      <w:r w:rsidR="006A630E" w:rsidRPr="006A630E">
        <w:rPr>
          <w:i/>
          <w:lang w:val="en-US"/>
        </w:rPr>
        <w:t>Destreza</w:t>
      </w:r>
      <w:proofErr w:type="spellEnd"/>
      <w:r w:rsidR="006A630E" w:rsidRPr="006A630E">
        <w:rPr>
          <w:i/>
          <w:lang w:val="en-US"/>
        </w:rPr>
        <w:t>. This coach will be able to dictate the sequences to perform according to this discipline's rules, but will also allow a two-</w:t>
      </w:r>
      <w:proofErr w:type="spellStart"/>
      <w:r w:rsidR="006A630E" w:rsidRPr="006A630E">
        <w:rPr>
          <w:i/>
          <w:lang w:val="en-US"/>
        </w:rPr>
        <w:t>Diestros</w:t>
      </w:r>
      <w:proofErr w:type="spellEnd"/>
      <w:r w:rsidR="006A630E" w:rsidRPr="006A630E">
        <w:rPr>
          <w:i/>
          <w:lang w:val="en-US"/>
        </w:rPr>
        <w:t xml:space="preserve"> training with the leader-follower technique.</w:t>
      </w:r>
    </w:p>
    <w:p w:rsidR="00A53E70" w:rsidRPr="00E92E79" w:rsidRDefault="00A53E70">
      <w:pPr>
        <w:jc w:val="left"/>
        <w:rPr>
          <w:lang w:val="en-US"/>
        </w:rPr>
      </w:pPr>
    </w:p>
    <w:p w:rsidR="00A53E70" w:rsidRPr="00E92E79" w:rsidRDefault="00A53E70">
      <w:pPr>
        <w:jc w:val="left"/>
        <w:rPr>
          <w:lang w:val="en-US"/>
        </w:rPr>
      </w:pPr>
    </w:p>
    <w:p w:rsidR="00BC4A6A" w:rsidRPr="00E92E79" w:rsidRDefault="00BC4A6A">
      <w:pPr>
        <w:jc w:val="left"/>
        <w:rPr>
          <w:lang w:val="en-US"/>
        </w:rPr>
        <w:sectPr w:rsidR="00BC4A6A" w:rsidRPr="00E92E79" w:rsidSect="00EE458B">
          <w:type w:val="continuous"/>
          <w:pgSz w:w="11900" w:h="16840"/>
          <w:pgMar w:top="1417" w:right="1417" w:bottom="1417" w:left="1417" w:header="708" w:footer="708" w:gutter="0"/>
          <w:cols w:space="708"/>
          <w:docGrid w:linePitch="360"/>
        </w:sectPr>
      </w:pPr>
    </w:p>
    <w:sdt>
      <w:sdtPr>
        <w:rPr>
          <w:rFonts w:asciiTheme="minorHAnsi" w:eastAsiaTheme="minorEastAsia" w:hAnsiTheme="minorHAnsi" w:cstheme="minorBidi"/>
          <w:b w:val="0"/>
          <w:bCs w:val="0"/>
          <w:i/>
          <w:iCs/>
          <w:color w:val="auto"/>
          <w:sz w:val="24"/>
          <w:szCs w:val="24"/>
        </w:rPr>
        <w:id w:val="-110739942"/>
        <w:docPartObj>
          <w:docPartGallery w:val="Table of Contents"/>
          <w:docPartUnique/>
        </w:docPartObj>
      </w:sdtPr>
      <w:sdtEndPr>
        <w:rPr>
          <w:noProof/>
        </w:rPr>
      </w:sdtEndPr>
      <w:sdtContent>
        <w:p w:rsidR="00A53E70" w:rsidRPr="00AD11EE" w:rsidRDefault="00A53E70">
          <w:pPr>
            <w:pStyle w:val="En-ttedetabledesmatires"/>
          </w:pPr>
          <w:r w:rsidRPr="00AD11EE">
            <w:t>Table des matières</w:t>
          </w:r>
        </w:p>
        <w:p w:rsidR="00603251" w:rsidRDefault="00E85BD8">
          <w:pPr>
            <w:pStyle w:val="TM1"/>
            <w:rPr>
              <w:rFonts w:asciiTheme="minorHAnsi" w:hAnsiTheme="minorHAnsi"/>
              <w:b w:val="0"/>
              <w:color w:val="auto"/>
              <w:sz w:val="22"/>
              <w:szCs w:val="22"/>
            </w:rPr>
          </w:pPr>
          <w:r>
            <w:fldChar w:fldCharType="begin"/>
          </w:r>
          <w:r w:rsidR="00FB6A76">
            <w:instrText xml:space="preserve"> TOC \o "1-2" </w:instrText>
          </w:r>
          <w:r>
            <w:fldChar w:fldCharType="separate"/>
          </w:r>
          <w:r w:rsidR="00603251">
            <w:t>1.</w:t>
          </w:r>
          <w:r w:rsidR="00603251">
            <w:rPr>
              <w:rFonts w:asciiTheme="minorHAnsi" w:hAnsiTheme="minorHAnsi"/>
              <w:b w:val="0"/>
              <w:color w:val="auto"/>
              <w:sz w:val="22"/>
              <w:szCs w:val="22"/>
            </w:rPr>
            <w:tab/>
          </w:r>
          <w:r w:rsidR="00603251">
            <w:t>Description du Projet</w:t>
          </w:r>
          <w:r w:rsidR="00603251">
            <w:tab/>
          </w:r>
          <w:r>
            <w:fldChar w:fldCharType="begin"/>
          </w:r>
          <w:r w:rsidR="00603251">
            <w:instrText xml:space="preserve"> PAGEREF _Toc415665394 \h </w:instrText>
          </w:r>
          <w:r>
            <w:fldChar w:fldCharType="separate"/>
          </w:r>
          <w:r w:rsidR="00DA303C">
            <w:t>4</w:t>
          </w:r>
          <w:r>
            <w:fldChar w:fldCharType="end"/>
          </w:r>
        </w:p>
        <w:p w:rsidR="00603251" w:rsidRDefault="00603251">
          <w:pPr>
            <w:pStyle w:val="TM2"/>
            <w:tabs>
              <w:tab w:val="right" w:leader="dot" w:pos="9056"/>
            </w:tabs>
            <w:rPr>
              <w:noProof/>
            </w:rPr>
          </w:pPr>
          <w:r>
            <w:rPr>
              <w:noProof/>
            </w:rPr>
            <w:t>Présentation</w:t>
          </w:r>
          <w:r>
            <w:rPr>
              <w:noProof/>
            </w:rPr>
            <w:tab/>
          </w:r>
          <w:r w:rsidR="00E85BD8">
            <w:rPr>
              <w:noProof/>
            </w:rPr>
            <w:fldChar w:fldCharType="begin"/>
          </w:r>
          <w:r>
            <w:rPr>
              <w:noProof/>
            </w:rPr>
            <w:instrText xml:space="preserve"> PAGEREF _Toc415665395 \h </w:instrText>
          </w:r>
          <w:r w:rsidR="00E85BD8">
            <w:rPr>
              <w:noProof/>
            </w:rPr>
          </w:r>
          <w:r w:rsidR="00E85BD8">
            <w:rPr>
              <w:noProof/>
            </w:rPr>
            <w:fldChar w:fldCharType="separate"/>
          </w:r>
          <w:r w:rsidR="00DA303C">
            <w:rPr>
              <w:noProof/>
            </w:rPr>
            <w:t>4</w:t>
          </w:r>
          <w:r w:rsidR="00E85BD8">
            <w:rPr>
              <w:noProof/>
            </w:rPr>
            <w:fldChar w:fldCharType="end"/>
          </w:r>
        </w:p>
        <w:p w:rsidR="00603251" w:rsidRDefault="00603251">
          <w:pPr>
            <w:pStyle w:val="TM2"/>
            <w:tabs>
              <w:tab w:val="right" w:leader="dot" w:pos="9056"/>
            </w:tabs>
            <w:rPr>
              <w:noProof/>
            </w:rPr>
          </w:pPr>
          <w:r>
            <w:rPr>
              <w:noProof/>
            </w:rPr>
            <w:t>Objectifs</w:t>
          </w:r>
          <w:r>
            <w:rPr>
              <w:noProof/>
            </w:rPr>
            <w:tab/>
          </w:r>
          <w:r w:rsidR="00E85BD8">
            <w:rPr>
              <w:noProof/>
            </w:rPr>
            <w:fldChar w:fldCharType="begin"/>
          </w:r>
          <w:r>
            <w:rPr>
              <w:noProof/>
            </w:rPr>
            <w:instrText xml:space="preserve"> PAGEREF _Toc415665396 \h </w:instrText>
          </w:r>
          <w:r w:rsidR="00E85BD8">
            <w:rPr>
              <w:noProof/>
            </w:rPr>
          </w:r>
          <w:r w:rsidR="00E85BD8">
            <w:rPr>
              <w:noProof/>
            </w:rPr>
            <w:fldChar w:fldCharType="separate"/>
          </w:r>
          <w:r w:rsidR="00DA303C">
            <w:rPr>
              <w:noProof/>
            </w:rPr>
            <w:t>5</w:t>
          </w:r>
          <w:r w:rsidR="00E85BD8">
            <w:rPr>
              <w:noProof/>
            </w:rPr>
            <w:fldChar w:fldCharType="end"/>
          </w:r>
        </w:p>
        <w:p w:rsidR="00603251" w:rsidRDefault="00603251">
          <w:pPr>
            <w:pStyle w:val="TM2"/>
            <w:tabs>
              <w:tab w:val="right" w:leader="dot" w:pos="9056"/>
            </w:tabs>
            <w:rPr>
              <w:noProof/>
            </w:rPr>
          </w:pPr>
          <w:r>
            <w:rPr>
              <w:noProof/>
            </w:rPr>
            <w:t>Scénario(s)</w:t>
          </w:r>
          <w:r>
            <w:rPr>
              <w:noProof/>
            </w:rPr>
            <w:tab/>
          </w:r>
          <w:r w:rsidR="00E85BD8">
            <w:rPr>
              <w:noProof/>
            </w:rPr>
            <w:fldChar w:fldCharType="begin"/>
          </w:r>
          <w:r>
            <w:rPr>
              <w:noProof/>
            </w:rPr>
            <w:instrText xml:space="preserve"> PAGEREF _Toc415665404 \h </w:instrText>
          </w:r>
          <w:r w:rsidR="00E85BD8">
            <w:rPr>
              <w:noProof/>
            </w:rPr>
          </w:r>
          <w:r w:rsidR="00E85BD8">
            <w:rPr>
              <w:noProof/>
            </w:rPr>
            <w:fldChar w:fldCharType="separate"/>
          </w:r>
          <w:r w:rsidR="00DA303C">
            <w:rPr>
              <w:noProof/>
            </w:rPr>
            <w:t>6</w:t>
          </w:r>
          <w:r w:rsidR="00E85BD8">
            <w:rPr>
              <w:noProof/>
            </w:rPr>
            <w:fldChar w:fldCharType="end"/>
          </w:r>
        </w:p>
        <w:p w:rsidR="00603251" w:rsidRDefault="00603251">
          <w:pPr>
            <w:pStyle w:val="TM2"/>
            <w:tabs>
              <w:tab w:val="right" w:leader="dot" w:pos="9056"/>
            </w:tabs>
            <w:rPr>
              <w:noProof/>
            </w:rPr>
          </w:pPr>
          <w:r>
            <w:rPr>
              <w:noProof/>
            </w:rPr>
            <w:t>Critères de succès</w:t>
          </w:r>
          <w:r>
            <w:rPr>
              <w:noProof/>
            </w:rPr>
            <w:tab/>
          </w:r>
          <w:r w:rsidR="00E85BD8">
            <w:rPr>
              <w:noProof/>
            </w:rPr>
            <w:fldChar w:fldCharType="begin"/>
          </w:r>
          <w:r>
            <w:rPr>
              <w:noProof/>
            </w:rPr>
            <w:instrText xml:space="preserve"> PAGEREF _Toc415665405 \h </w:instrText>
          </w:r>
          <w:r w:rsidR="00E85BD8">
            <w:rPr>
              <w:noProof/>
            </w:rPr>
          </w:r>
          <w:r w:rsidR="00E85BD8">
            <w:rPr>
              <w:noProof/>
            </w:rPr>
            <w:fldChar w:fldCharType="separate"/>
          </w:r>
          <w:r w:rsidR="00DA303C">
            <w:rPr>
              <w:noProof/>
            </w:rPr>
            <w:t>7</w:t>
          </w:r>
          <w:r w:rsidR="00E85BD8">
            <w:rPr>
              <w:noProof/>
            </w:rPr>
            <w:fldChar w:fldCharType="end"/>
          </w:r>
        </w:p>
        <w:p w:rsidR="00603251" w:rsidRDefault="00603251">
          <w:pPr>
            <w:pStyle w:val="TM2"/>
            <w:tabs>
              <w:tab w:val="right" w:leader="dot" w:pos="9056"/>
            </w:tabs>
            <w:rPr>
              <w:noProof/>
            </w:rPr>
          </w:pPr>
          <w:r>
            <w:rPr>
              <w:noProof/>
            </w:rPr>
            <w:t>Contraintes</w:t>
          </w:r>
          <w:r>
            <w:rPr>
              <w:noProof/>
            </w:rPr>
            <w:tab/>
          </w:r>
          <w:r w:rsidR="00E85BD8">
            <w:rPr>
              <w:noProof/>
            </w:rPr>
            <w:fldChar w:fldCharType="begin"/>
          </w:r>
          <w:r>
            <w:rPr>
              <w:noProof/>
            </w:rPr>
            <w:instrText xml:space="preserve"> PAGEREF _Toc415665406 \h </w:instrText>
          </w:r>
          <w:r w:rsidR="00E85BD8">
            <w:rPr>
              <w:noProof/>
            </w:rPr>
          </w:r>
          <w:r w:rsidR="00E85BD8">
            <w:rPr>
              <w:noProof/>
            </w:rPr>
            <w:fldChar w:fldCharType="separate"/>
          </w:r>
          <w:r w:rsidR="00DA303C">
            <w:rPr>
              <w:noProof/>
            </w:rPr>
            <w:t>8</w:t>
          </w:r>
          <w:r w:rsidR="00E85BD8">
            <w:rPr>
              <w:noProof/>
            </w:rPr>
            <w:fldChar w:fldCharType="end"/>
          </w:r>
        </w:p>
        <w:p w:rsidR="00603251" w:rsidRPr="002C44B6" w:rsidRDefault="00603251">
          <w:pPr>
            <w:pStyle w:val="TM2"/>
            <w:tabs>
              <w:tab w:val="right" w:leader="dot" w:pos="9056"/>
            </w:tabs>
            <w:rPr>
              <w:noProof/>
            </w:rPr>
          </w:pPr>
          <w:r w:rsidRPr="002C44B6">
            <w:rPr>
              <w:noProof/>
            </w:rPr>
            <w:t>Les contraintes matérielles</w:t>
          </w:r>
          <w:r w:rsidRPr="002C44B6">
            <w:rPr>
              <w:noProof/>
            </w:rPr>
            <w:tab/>
          </w:r>
          <w:r w:rsidR="00E85BD8" w:rsidRPr="002C44B6">
            <w:rPr>
              <w:noProof/>
            </w:rPr>
            <w:fldChar w:fldCharType="begin"/>
          </w:r>
          <w:r w:rsidRPr="002C44B6">
            <w:rPr>
              <w:noProof/>
            </w:rPr>
            <w:instrText xml:space="preserve"> PAGEREF _Toc415665407 \h </w:instrText>
          </w:r>
          <w:r w:rsidR="00E85BD8" w:rsidRPr="002C44B6">
            <w:rPr>
              <w:noProof/>
            </w:rPr>
          </w:r>
          <w:r w:rsidR="00E85BD8" w:rsidRPr="002C44B6">
            <w:rPr>
              <w:noProof/>
            </w:rPr>
            <w:fldChar w:fldCharType="separate"/>
          </w:r>
          <w:r w:rsidR="00DA303C">
            <w:rPr>
              <w:noProof/>
            </w:rPr>
            <w:t>8</w:t>
          </w:r>
          <w:r w:rsidR="00E85BD8" w:rsidRPr="002C44B6">
            <w:rPr>
              <w:noProof/>
            </w:rPr>
            <w:fldChar w:fldCharType="end"/>
          </w:r>
        </w:p>
        <w:p w:rsidR="00603251" w:rsidRPr="002C44B6" w:rsidRDefault="00603251">
          <w:pPr>
            <w:pStyle w:val="TM2"/>
            <w:tabs>
              <w:tab w:val="right" w:leader="dot" w:pos="9056"/>
            </w:tabs>
            <w:rPr>
              <w:noProof/>
            </w:rPr>
          </w:pPr>
          <w:r w:rsidRPr="002C44B6">
            <w:rPr>
              <w:noProof/>
            </w:rPr>
            <w:t>Les contraintes logicielles</w:t>
          </w:r>
          <w:r w:rsidRPr="002C44B6">
            <w:rPr>
              <w:noProof/>
            </w:rPr>
            <w:tab/>
          </w:r>
          <w:r w:rsidR="00E85BD8" w:rsidRPr="002C44B6">
            <w:rPr>
              <w:noProof/>
            </w:rPr>
            <w:fldChar w:fldCharType="begin"/>
          </w:r>
          <w:r w:rsidRPr="002C44B6">
            <w:rPr>
              <w:noProof/>
            </w:rPr>
            <w:instrText xml:space="preserve"> PAGEREF _Toc415665408 \h </w:instrText>
          </w:r>
          <w:r w:rsidR="00E85BD8" w:rsidRPr="002C44B6">
            <w:rPr>
              <w:noProof/>
            </w:rPr>
          </w:r>
          <w:r w:rsidR="00E85BD8" w:rsidRPr="002C44B6">
            <w:rPr>
              <w:noProof/>
            </w:rPr>
            <w:fldChar w:fldCharType="separate"/>
          </w:r>
          <w:r w:rsidR="00DA303C">
            <w:rPr>
              <w:noProof/>
            </w:rPr>
            <w:t>8</w:t>
          </w:r>
          <w:r w:rsidR="00E85BD8" w:rsidRPr="002C44B6">
            <w:rPr>
              <w:noProof/>
            </w:rPr>
            <w:fldChar w:fldCharType="end"/>
          </w:r>
        </w:p>
        <w:p w:rsidR="00603251" w:rsidRDefault="00603251">
          <w:pPr>
            <w:pStyle w:val="TM2"/>
            <w:tabs>
              <w:tab w:val="right" w:leader="dot" w:pos="9056"/>
            </w:tabs>
            <w:rPr>
              <w:noProof/>
            </w:rPr>
          </w:pPr>
          <w:r w:rsidRPr="002C44B6">
            <w:rPr>
              <w:noProof/>
            </w:rPr>
            <w:t>Les contraintes externes</w:t>
          </w:r>
          <w:r>
            <w:rPr>
              <w:noProof/>
            </w:rPr>
            <w:tab/>
          </w:r>
          <w:r w:rsidR="00E85BD8">
            <w:rPr>
              <w:noProof/>
            </w:rPr>
            <w:fldChar w:fldCharType="begin"/>
          </w:r>
          <w:r>
            <w:rPr>
              <w:noProof/>
            </w:rPr>
            <w:instrText xml:space="preserve"> PAGEREF _Toc415665409 \h </w:instrText>
          </w:r>
          <w:r w:rsidR="00E85BD8">
            <w:rPr>
              <w:noProof/>
            </w:rPr>
          </w:r>
          <w:r w:rsidR="00E85BD8">
            <w:rPr>
              <w:noProof/>
            </w:rPr>
            <w:fldChar w:fldCharType="separate"/>
          </w:r>
          <w:r w:rsidR="00DA303C">
            <w:rPr>
              <w:noProof/>
            </w:rPr>
            <w:t>8</w:t>
          </w:r>
          <w:r w:rsidR="00E85BD8">
            <w:rPr>
              <w:noProof/>
            </w:rPr>
            <w:fldChar w:fldCharType="end"/>
          </w:r>
        </w:p>
        <w:p w:rsidR="00603251" w:rsidRDefault="00603251">
          <w:pPr>
            <w:pStyle w:val="TM1"/>
            <w:rPr>
              <w:rFonts w:asciiTheme="minorHAnsi" w:hAnsiTheme="minorHAnsi"/>
              <w:b w:val="0"/>
              <w:color w:val="auto"/>
              <w:sz w:val="22"/>
              <w:szCs w:val="22"/>
            </w:rPr>
          </w:pPr>
          <w:r>
            <w:t>2.</w:t>
          </w:r>
          <w:r>
            <w:rPr>
              <w:rFonts w:asciiTheme="minorHAnsi" w:hAnsiTheme="minorHAnsi"/>
              <w:b w:val="0"/>
              <w:color w:val="auto"/>
              <w:sz w:val="22"/>
              <w:szCs w:val="22"/>
            </w:rPr>
            <w:tab/>
          </w:r>
          <w:r>
            <w:t>Méthodologie et Planification</w:t>
          </w:r>
          <w:r>
            <w:tab/>
          </w:r>
          <w:r w:rsidR="00E85BD8">
            <w:fldChar w:fldCharType="begin"/>
          </w:r>
          <w:r>
            <w:instrText xml:space="preserve"> PAGEREF _Toc415665410 \h </w:instrText>
          </w:r>
          <w:r w:rsidR="00E85BD8">
            <w:fldChar w:fldCharType="separate"/>
          </w:r>
          <w:r w:rsidR="00DA303C">
            <w:t>9</w:t>
          </w:r>
          <w:r w:rsidR="00E85BD8">
            <w:fldChar w:fldCharType="end"/>
          </w:r>
        </w:p>
        <w:p w:rsidR="00603251" w:rsidRDefault="00603251">
          <w:pPr>
            <w:pStyle w:val="TM2"/>
            <w:tabs>
              <w:tab w:val="right" w:leader="dot" w:pos="9056"/>
            </w:tabs>
            <w:rPr>
              <w:noProof/>
            </w:rPr>
          </w:pPr>
          <w:r>
            <w:rPr>
              <w:noProof/>
            </w:rPr>
            <w:t>Stratégie Générale</w:t>
          </w:r>
          <w:r>
            <w:rPr>
              <w:noProof/>
            </w:rPr>
            <w:tab/>
          </w:r>
          <w:r w:rsidR="00E85BD8">
            <w:rPr>
              <w:noProof/>
            </w:rPr>
            <w:fldChar w:fldCharType="begin"/>
          </w:r>
          <w:r>
            <w:rPr>
              <w:noProof/>
            </w:rPr>
            <w:instrText xml:space="preserve"> PAGEREF _Toc415665411 \h </w:instrText>
          </w:r>
          <w:r w:rsidR="00E85BD8">
            <w:rPr>
              <w:noProof/>
            </w:rPr>
          </w:r>
          <w:r w:rsidR="00E85BD8">
            <w:rPr>
              <w:noProof/>
            </w:rPr>
            <w:fldChar w:fldCharType="separate"/>
          </w:r>
          <w:r w:rsidR="00DA303C">
            <w:rPr>
              <w:noProof/>
            </w:rPr>
            <w:t>9</w:t>
          </w:r>
          <w:r w:rsidR="00E85BD8">
            <w:rPr>
              <w:noProof/>
            </w:rPr>
            <w:fldChar w:fldCharType="end"/>
          </w:r>
        </w:p>
        <w:p w:rsidR="00603251" w:rsidRDefault="00603251">
          <w:pPr>
            <w:pStyle w:val="TM2"/>
            <w:tabs>
              <w:tab w:val="right" w:leader="dot" w:pos="9056"/>
            </w:tabs>
            <w:rPr>
              <w:noProof/>
            </w:rPr>
          </w:pPr>
          <w:r>
            <w:rPr>
              <w:noProof/>
            </w:rPr>
            <w:t>Découpage en lots</w:t>
          </w:r>
          <w:r>
            <w:rPr>
              <w:noProof/>
            </w:rPr>
            <w:tab/>
          </w:r>
          <w:r w:rsidR="00E85BD8">
            <w:rPr>
              <w:noProof/>
            </w:rPr>
            <w:fldChar w:fldCharType="begin"/>
          </w:r>
          <w:r>
            <w:rPr>
              <w:noProof/>
            </w:rPr>
            <w:instrText xml:space="preserve"> PAGEREF _Toc415665412 \h </w:instrText>
          </w:r>
          <w:r w:rsidR="00E85BD8">
            <w:rPr>
              <w:noProof/>
            </w:rPr>
          </w:r>
          <w:r w:rsidR="00E85BD8">
            <w:rPr>
              <w:noProof/>
            </w:rPr>
            <w:fldChar w:fldCharType="separate"/>
          </w:r>
          <w:r w:rsidR="00DA303C">
            <w:rPr>
              <w:noProof/>
            </w:rPr>
            <w:t>10</w:t>
          </w:r>
          <w:r w:rsidR="00E85BD8">
            <w:rPr>
              <w:noProof/>
            </w:rPr>
            <w:fldChar w:fldCharType="end"/>
          </w:r>
        </w:p>
        <w:p w:rsidR="00603251" w:rsidRDefault="00603251">
          <w:pPr>
            <w:pStyle w:val="TM2"/>
            <w:tabs>
              <w:tab w:val="right" w:leader="dot" w:pos="9056"/>
            </w:tabs>
            <w:rPr>
              <w:noProof/>
            </w:rPr>
          </w:pPr>
          <w:r>
            <w:rPr>
              <w:noProof/>
            </w:rPr>
            <w:t>Planification</w:t>
          </w:r>
          <w:r>
            <w:rPr>
              <w:noProof/>
            </w:rPr>
            <w:tab/>
          </w:r>
          <w:r w:rsidR="00E85BD8">
            <w:rPr>
              <w:noProof/>
            </w:rPr>
            <w:fldChar w:fldCharType="begin"/>
          </w:r>
          <w:r>
            <w:rPr>
              <w:noProof/>
            </w:rPr>
            <w:instrText xml:space="preserve"> PAGEREF _Toc415665413 \h </w:instrText>
          </w:r>
          <w:r w:rsidR="00E85BD8">
            <w:rPr>
              <w:noProof/>
            </w:rPr>
          </w:r>
          <w:r w:rsidR="00E85BD8">
            <w:rPr>
              <w:noProof/>
            </w:rPr>
            <w:fldChar w:fldCharType="separate"/>
          </w:r>
          <w:r w:rsidR="00DA303C">
            <w:rPr>
              <w:noProof/>
            </w:rPr>
            <w:t>10</w:t>
          </w:r>
          <w:r w:rsidR="00E85BD8">
            <w:rPr>
              <w:noProof/>
            </w:rPr>
            <w:fldChar w:fldCharType="end"/>
          </w:r>
        </w:p>
        <w:p w:rsidR="00603251" w:rsidRDefault="00603251">
          <w:pPr>
            <w:pStyle w:val="TM2"/>
            <w:tabs>
              <w:tab w:val="right" w:leader="dot" w:pos="9056"/>
            </w:tabs>
            <w:rPr>
              <w:noProof/>
            </w:rPr>
          </w:pPr>
          <w:r>
            <w:rPr>
              <w:noProof/>
            </w:rPr>
            <w:t>Livrables associés au projet</w:t>
          </w:r>
          <w:r>
            <w:rPr>
              <w:noProof/>
            </w:rPr>
            <w:tab/>
          </w:r>
          <w:r w:rsidR="00E85BD8">
            <w:rPr>
              <w:noProof/>
            </w:rPr>
            <w:fldChar w:fldCharType="begin"/>
          </w:r>
          <w:r>
            <w:rPr>
              <w:noProof/>
            </w:rPr>
            <w:instrText xml:space="preserve"> PAGEREF _Toc415665414 \h </w:instrText>
          </w:r>
          <w:r w:rsidR="00E85BD8">
            <w:rPr>
              <w:noProof/>
            </w:rPr>
          </w:r>
          <w:r w:rsidR="00E85BD8">
            <w:rPr>
              <w:noProof/>
            </w:rPr>
            <w:fldChar w:fldCharType="separate"/>
          </w:r>
          <w:r w:rsidR="00DA303C">
            <w:rPr>
              <w:noProof/>
            </w:rPr>
            <w:t>11</w:t>
          </w:r>
          <w:r w:rsidR="00E85BD8">
            <w:rPr>
              <w:noProof/>
            </w:rPr>
            <w:fldChar w:fldCharType="end"/>
          </w:r>
        </w:p>
        <w:p w:rsidR="00603251" w:rsidRDefault="00603251">
          <w:pPr>
            <w:pStyle w:val="TM2"/>
            <w:tabs>
              <w:tab w:val="right" w:leader="dot" w:pos="9056"/>
            </w:tabs>
            <w:rPr>
              <w:noProof/>
            </w:rPr>
          </w:pPr>
          <w:r>
            <w:rPr>
              <w:noProof/>
            </w:rPr>
            <w:t>Pilotage et suivi</w:t>
          </w:r>
          <w:r>
            <w:rPr>
              <w:noProof/>
            </w:rPr>
            <w:tab/>
          </w:r>
          <w:r w:rsidR="00E85BD8">
            <w:rPr>
              <w:noProof/>
            </w:rPr>
            <w:fldChar w:fldCharType="begin"/>
          </w:r>
          <w:r>
            <w:rPr>
              <w:noProof/>
            </w:rPr>
            <w:instrText xml:space="preserve"> PAGEREF _Toc415665415 \h </w:instrText>
          </w:r>
          <w:r w:rsidR="00E85BD8">
            <w:rPr>
              <w:noProof/>
            </w:rPr>
          </w:r>
          <w:r w:rsidR="00E85BD8">
            <w:rPr>
              <w:noProof/>
            </w:rPr>
            <w:fldChar w:fldCharType="separate"/>
          </w:r>
          <w:r w:rsidR="00DA303C">
            <w:rPr>
              <w:noProof/>
            </w:rPr>
            <w:t>12</w:t>
          </w:r>
          <w:r w:rsidR="00E85BD8">
            <w:rPr>
              <w:noProof/>
            </w:rPr>
            <w:fldChar w:fldCharType="end"/>
          </w:r>
        </w:p>
        <w:p w:rsidR="00603251" w:rsidRDefault="00603251">
          <w:pPr>
            <w:pStyle w:val="TM1"/>
            <w:rPr>
              <w:rFonts w:asciiTheme="minorHAnsi" w:hAnsiTheme="minorHAnsi"/>
              <w:b w:val="0"/>
              <w:color w:val="auto"/>
              <w:sz w:val="22"/>
              <w:szCs w:val="22"/>
            </w:rPr>
          </w:pPr>
          <w:r>
            <w:t>3.</w:t>
          </w:r>
          <w:r>
            <w:rPr>
              <w:rFonts w:asciiTheme="minorHAnsi" w:hAnsiTheme="minorHAnsi"/>
              <w:b w:val="0"/>
              <w:color w:val="auto"/>
              <w:sz w:val="22"/>
              <w:szCs w:val="22"/>
            </w:rPr>
            <w:tab/>
          </w:r>
          <w:r>
            <w:t>Description de la mise en œuvre du projet</w:t>
          </w:r>
          <w:r>
            <w:tab/>
          </w:r>
          <w:r w:rsidR="00E85BD8">
            <w:fldChar w:fldCharType="begin"/>
          </w:r>
          <w:r>
            <w:instrText xml:space="preserve"> PAGEREF _Toc415665416 \h </w:instrText>
          </w:r>
          <w:r w:rsidR="00E85BD8">
            <w:fldChar w:fldCharType="separate"/>
          </w:r>
          <w:r w:rsidR="00DA303C">
            <w:t>12</w:t>
          </w:r>
          <w:r w:rsidR="00E85BD8">
            <w:fldChar w:fldCharType="end"/>
          </w:r>
        </w:p>
        <w:p w:rsidR="00603251" w:rsidRDefault="00603251">
          <w:pPr>
            <w:pStyle w:val="TM2"/>
            <w:tabs>
              <w:tab w:val="right" w:leader="dot" w:pos="9056"/>
            </w:tabs>
            <w:rPr>
              <w:noProof/>
            </w:rPr>
          </w:pPr>
          <w:r>
            <w:rPr>
              <w:noProof/>
            </w:rPr>
            <w:t>Interdépendances des lots et tâches</w:t>
          </w:r>
          <w:r>
            <w:rPr>
              <w:noProof/>
            </w:rPr>
            <w:tab/>
          </w:r>
          <w:r w:rsidR="00E85BD8">
            <w:rPr>
              <w:noProof/>
            </w:rPr>
            <w:fldChar w:fldCharType="begin"/>
          </w:r>
          <w:r>
            <w:rPr>
              <w:noProof/>
            </w:rPr>
            <w:instrText xml:space="preserve"> PAGEREF _Toc415665417 \h </w:instrText>
          </w:r>
          <w:r w:rsidR="00E85BD8">
            <w:rPr>
              <w:noProof/>
            </w:rPr>
          </w:r>
          <w:r w:rsidR="00E85BD8">
            <w:rPr>
              <w:noProof/>
            </w:rPr>
            <w:fldChar w:fldCharType="separate"/>
          </w:r>
          <w:r w:rsidR="00DA303C">
            <w:rPr>
              <w:noProof/>
            </w:rPr>
            <w:t>12</w:t>
          </w:r>
          <w:r w:rsidR="00E85BD8">
            <w:rPr>
              <w:noProof/>
            </w:rPr>
            <w:fldChar w:fldCharType="end"/>
          </w:r>
        </w:p>
        <w:p w:rsidR="00603251" w:rsidRDefault="00603251">
          <w:pPr>
            <w:pStyle w:val="TM2"/>
            <w:tabs>
              <w:tab w:val="right" w:leader="dot" w:pos="9056"/>
            </w:tabs>
            <w:rPr>
              <w:noProof/>
            </w:rPr>
          </w:pPr>
          <w:r>
            <w:rPr>
              <w:noProof/>
            </w:rPr>
            <w:t>Description des lots et des tâches</w:t>
          </w:r>
          <w:r>
            <w:rPr>
              <w:noProof/>
            </w:rPr>
            <w:tab/>
          </w:r>
          <w:r w:rsidR="00E85BD8">
            <w:rPr>
              <w:noProof/>
            </w:rPr>
            <w:fldChar w:fldCharType="begin"/>
          </w:r>
          <w:r>
            <w:rPr>
              <w:noProof/>
            </w:rPr>
            <w:instrText xml:space="preserve"> PAGEREF _Toc415665418 \h </w:instrText>
          </w:r>
          <w:r w:rsidR="00E85BD8">
            <w:rPr>
              <w:noProof/>
            </w:rPr>
          </w:r>
          <w:r w:rsidR="00E85BD8">
            <w:rPr>
              <w:noProof/>
            </w:rPr>
            <w:fldChar w:fldCharType="separate"/>
          </w:r>
          <w:r w:rsidR="00DA303C">
            <w:rPr>
              <w:noProof/>
            </w:rPr>
            <w:t>13</w:t>
          </w:r>
          <w:r w:rsidR="00E85BD8">
            <w:rPr>
              <w:noProof/>
            </w:rPr>
            <w:fldChar w:fldCharType="end"/>
          </w:r>
        </w:p>
        <w:p w:rsidR="00603251" w:rsidRDefault="00603251">
          <w:pPr>
            <w:pStyle w:val="TM2"/>
            <w:tabs>
              <w:tab w:val="right" w:leader="dot" w:pos="9056"/>
            </w:tabs>
            <w:rPr>
              <w:noProof/>
            </w:rPr>
          </w:pPr>
          <w:r>
            <w:rPr>
              <w:noProof/>
            </w:rPr>
            <w:t>Gestion du risque</w:t>
          </w:r>
          <w:r>
            <w:rPr>
              <w:noProof/>
            </w:rPr>
            <w:tab/>
          </w:r>
          <w:r w:rsidR="00E85BD8">
            <w:rPr>
              <w:noProof/>
            </w:rPr>
            <w:fldChar w:fldCharType="begin"/>
          </w:r>
          <w:r>
            <w:rPr>
              <w:noProof/>
            </w:rPr>
            <w:instrText xml:space="preserve"> PAGEREF _Toc415665419 \h </w:instrText>
          </w:r>
          <w:r w:rsidR="00E85BD8">
            <w:rPr>
              <w:noProof/>
            </w:rPr>
          </w:r>
          <w:r w:rsidR="00E85BD8">
            <w:rPr>
              <w:noProof/>
            </w:rPr>
            <w:fldChar w:fldCharType="separate"/>
          </w:r>
          <w:r w:rsidR="00DA303C">
            <w:rPr>
              <w:noProof/>
            </w:rPr>
            <w:t>27</w:t>
          </w:r>
          <w:r w:rsidR="00E85BD8">
            <w:rPr>
              <w:noProof/>
            </w:rPr>
            <w:fldChar w:fldCharType="end"/>
          </w:r>
        </w:p>
        <w:p w:rsidR="00603251" w:rsidRDefault="00603251">
          <w:pPr>
            <w:pStyle w:val="TM2"/>
            <w:tabs>
              <w:tab w:val="right" w:leader="dot" w:pos="9056"/>
            </w:tabs>
            <w:rPr>
              <w:noProof/>
            </w:rPr>
          </w:pPr>
          <w:r>
            <w:rPr>
              <w:noProof/>
            </w:rPr>
            <w:t>Résumé de l’effort</w:t>
          </w:r>
          <w:r>
            <w:rPr>
              <w:noProof/>
            </w:rPr>
            <w:tab/>
          </w:r>
          <w:r w:rsidR="00E85BD8">
            <w:rPr>
              <w:noProof/>
            </w:rPr>
            <w:fldChar w:fldCharType="begin"/>
          </w:r>
          <w:r>
            <w:rPr>
              <w:noProof/>
            </w:rPr>
            <w:instrText xml:space="preserve"> PAGEREF _Toc415665420 \h </w:instrText>
          </w:r>
          <w:r w:rsidR="00E85BD8">
            <w:rPr>
              <w:noProof/>
            </w:rPr>
          </w:r>
          <w:r w:rsidR="00E85BD8">
            <w:rPr>
              <w:noProof/>
            </w:rPr>
            <w:fldChar w:fldCharType="separate"/>
          </w:r>
          <w:r w:rsidR="00DA303C">
            <w:rPr>
              <w:noProof/>
            </w:rPr>
            <w:t>28</w:t>
          </w:r>
          <w:r w:rsidR="00E85BD8">
            <w:rPr>
              <w:noProof/>
            </w:rPr>
            <w:fldChar w:fldCharType="end"/>
          </w:r>
        </w:p>
        <w:p w:rsidR="00603251" w:rsidRDefault="00603251">
          <w:pPr>
            <w:pStyle w:val="TM1"/>
            <w:rPr>
              <w:rFonts w:asciiTheme="minorHAnsi" w:hAnsiTheme="minorHAnsi"/>
              <w:b w:val="0"/>
              <w:color w:val="auto"/>
              <w:sz w:val="22"/>
              <w:szCs w:val="22"/>
            </w:rPr>
          </w:pPr>
          <w:r>
            <w:t>4.</w:t>
          </w:r>
          <w:r>
            <w:rPr>
              <w:rFonts w:asciiTheme="minorHAnsi" w:hAnsiTheme="minorHAnsi"/>
              <w:b w:val="0"/>
              <w:color w:val="auto"/>
              <w:sz w:val="22"/>
              <w:szCs w:val="22"/>
            </w:rPr>
            <w:tab/>
          </w:r>
          <w:r>
            <w:t>Participants</w:t>
          </w:r>
          <w:r>
            <w:tab/>
          </w:r>
          <w:r w:rsidR="00E85BD8">
            <w:fldChar w:fldCharType="begin"/>
          </w:r>
          <w:r>
            <w:instrText xml:space="preserve"> PAGEREF _Toc415665421 \h </w:instrText>
          </w:r>
          <w:r w:rsidR="00E85BD8">
            <w:fldChar w:fldCharType="separate"/>
          </w:r>
          <w:r w:rsidR="00DA303C">
            <w:t>33</w:t>
          </w:r>
          <w:r w:rsidR="00E85BD8">
            <w:fldChar w:fldCharType="end"/>
          </w:r>
        </w:p>
        <w:p w:rsidR="00603251" w:rsidRDefault="00603251">
          <w:pPr>
            <w:pStyle w:val="TM1"/>
            <w:rPr>
              <w:rFonts w:asciiTheme="minorHAnsi" w:hAnsiTheme="minorHAnsi"/>
              <w:b w:val="0"/>
              <w:color w:val="auto"/>
              <w:sz w:val="22"/>
              <w:szCs w:val="22"/>
            </w:rPr>
          </w:pPr>
          <w:r>
            <w:t>5.</w:t>
          </w:r>
          <w:r>
            <w:rPr>
              <w:rFonts w:asciiTheme="minorHAnsi" w:hAnsiTheme="minorHAnsi"/>
              <w:b w:val="0"/>
              <w:color w:val="auto"/>
              <w:sz w:val="22"/>
              <w:szCs w:val="22"/>
            </w:rPr>
            <w:tab/>
          </w:r>
          <w:r>
            <w:t>Bibliographie &amp; Références</w:t>
          </w:r>
          <w:r>
            <w:tab/>
          </w:r>
          <w:r w:rsidR="00E85BD8">
            <w:fldChar w:fldCharType="begin"/>
          </w:r>
          <w:r>
            <w:instrText xml:space="preserve"> PAGEREF _Toc415665423 \h </w:instrText>
          </w:r>
          <w:r w:rsidR="00E85BD8">
            <w:fldChar w:fldCharType="separate"/>
          </w:r>
          <w:r w:rsidR="00DA303C">
            <w:t>38</w:t>
          </w:r>
          <w:r w:rsidR="00E85BD8">
            <w:fldChar w:fldCharType="end"/>
          </w:r>
        </w:p>
        <w:p w:rsidR="00BC4A6A" w:rsidRPr="00BC4A6A" w:rsidRDefault="00E85BD8" w:rsidP="00BC4A6A">
          <w:pPr>
            <w:rPr>
              <w:b/>
              <w:bCs/>
              <w:noProof/>
            </w:rPr>
          </w:pPr>
          <w:r>
            <w:rPr>
              <w:rFonts w:asciiTheme="majorHAnsi" w:hAnsiTheme="majorHAnsi"/>
              <w:b/>
              <w:color w:val="548DD4"/>
            </w:rPr>
            <w:fldChar w:fldCharType="end"/>
          </w:r>
        </w:p>
      </w:sdtContent>
    </w:sdt>
    <w:p w:rsidR="00D609B1" w:rsidRDefault="00D609B1" w:rsidP="00D609B1">
      <w:pPr>
        <w:tabs>
          <w:tab w:val="left" w:pos="2367"/>
        </w:tabs>
      </w:pPr>
    </w:p>
    <w:p w:rsidR="00D609B1" w:rsidRDefault="00D609B1" w:rsidP="00D609B1"/>
    <w:p w:rsidR="00BC4A6A" w:rsidRPr="00D609B1" w:rsidRDefault="00BC4A6A" w:rsidP="00D609B1">
      <w:pPr>
        <w:sectPr w:rsidR="00BC4A6A" w:rsidRPr="00D609B1" w:rsidSect="00A53E70">
          <w:pgSz w:w="11900" w:h="16840"/>
          <w:pgMar w:top="1417" w:right="1417" w:bottom="1417" w:left="1417" w:header="708" w:footer="708" w:gutter="0"/>
          <w:cols w:space="708"/>
          <w:titlePg/>
          <w:docGrid w:linePitch="360"/>
        </w:sectPr>
      </w:pPr>
    </w:p>
    <w:p w:rsidR="00ED079C" w:rsidRDefault="00AD11EE" w:rsidP="00ED079C">
      <w:pPr>
        <w:pStyle w:val="Titre1"/>
        <w:numPr>
          <w:ilvl w:val="0"/>
          <w:numId w:val="6"/>
        </w:numPr>
      </w:pPr>
      <w:bookmarkStart w:id="0" w:name="_Toc415665394"/>
      <w:r w:rsidRPr="00AD11EE">
        <w:lastRenderedPageBreak/>
        <w:t>Description du Projet</w:t>
      </w:r>
      <w:bookmarkEnd w:id="0"/>
      <w:r>
        <w:t xml:space="preserve"> </w:t>
      </w:r>
    </w:p>
    <w:p w:rsidR="00ED079C" w:rsidRPr="00ED079C" w:rsidRDefault="00ED079C" w:rsidP="00ED079C"/>
    <w:p w:rsidR="00AD11EE" w:rsidRPr="00603251" w:rsidRDefault="00390AF8" w:rsidP="00603251">
      <w:pPr>
        <w:pStyle w:val="Titre2"/>
        <w:rPr>
          <w:rStyle w:val="Emphaseple"/>
          <w:i w:val="0"/>
          <w:iCs w:val="0"/>
          <w:color w:val="4F81BD" w:themeColor="accent1"/>
        </w:rPr>
      </w:pPr>
      <w:bookmarkStart w:id="1" w:name="_Toc415665395"/>
      <w:r w:rsidRPr="00603251">
        <w:t>Présentation</w:t>
      </w:r>
      <w:bookmarkEnd w:id="1"/>
    </w:p>
    <w:p w:rsidR="00233FB1" w:rsidRDefault="00233FB1" w:rsidP="00AD11EE">
      <w:pPr>
        <w:rPr>
          <w:rStyle w:val="Emphaseple"/>
        </w:rPr>
      </w:pPr>
    </w:p>
    <w:p w:rsidR="0082785D" w:rsidRDefault="0082785D" w:rsidP="00AD11EE">
      <w:pPr>
        <w:rPr>
          <w:rStyle w:val="Emphaseple"/>
        </w:rPr>
      </w:pPr>
    </w:p>
    <w:p w:rsidR="00BC1D9D" w:rsidRPr="00A30933" w:rsidRDefault="00BC1D9D" w:rsidP="00BC1D9D">
      <w:pPr>
        <w:rPr>
          <w:rFonts w:cs="Arial"/>
        </w:rPr>
      </w:pPr>
      <w:r w:rsidRPr="00A30933">
        <w:rPr>
          <w:rFonts w:cs="Arial"/>
        </w:rPr>
        <w:t xml:space="preserve">Notre projet est le VDI, ou </w:t>
      </w:r>
      <w:proofErr w:type="spellStart"/>
      <w:r w:rsidRPr="00A30933">
        <w:rPr>
          <w:rFonts w:cs="Arial"/>
        </w:rPr>
        <w:t>Verda</w:t>
      </w:r>
      <w:r w:rsidR="00DF01FF">
        <w:rPr>
          <w:rFonts w:cs="Arial"/>
        </w:rPr>
        <w:t>dera</w:t>
      </w:r>
      <w:proofErr w:type="spellEnd"/>
      <w:r w:rsidR="00DF01FF">
        <w:rPr>
          <w:rFonts w:cs="Arial"/>
        </w:rPr>
        <w:t xml:space="preserve"> </w:t>
      </w:r>
      <w:proofErr w:type="spellStart"/>
      <w:r w:rsidR="00DF01FF">
        <w:rPr>
          <w:rFonts w:cs="Arial"/>
        </w:rPr>
        <w:t>Destreza</w:t>
      </w:r>
      <w:proofErr w:type="spellEnd"/>
      <w:r w:rsidR="00DF01FF">
        <w:rPr>
          <w:rFonts w:cs="Arial"/>
        </w:rPr>
        <w:t xml:space="preserve"> </w:t>
      </w:r>
      <w:proofErr w:type="spellStart"/>
      <w:r w:rsidR="00DF01FF">
        <w:rPr>
          <w:rFonts w:cs="Arial"/>
        </w:rPr>
        <w:t>Instructor</w:t>
      </w:r>
      <w:proofErr w:type="spellEnd"/>
      <w:r w:rsidR="00DF01FF">
        <w:rPr>
          <w:rFonts w:cs="Arial"/>
        </w:rPr>
        <w:t>. Celui-</w:t>
      </w:r>
      <w:r w:rsidRPr="00A30933">
        <w:rPr>
          <w:rFonts w:cs="Arial"/>
        </w:rPr>
        <w:t>ci sera un</w:t>
      </w:r>
      <w:r w:rsidR="00DF01FF">
        <w:rPr>
          <w:rFonts w:cs="Arial"/>
        </w:rPr>
        <w:t xml:space="preserve"> Coach numérique qui permettra à</w:t>
      </w:r>
      <w:r w:rsidRPr="00A30933">
        <w:rPr>
          <w:rFonts w:cs="Arial"/>
        </w:rPr>
        <w:t xml:space="preserve"> un escrimeur (ou </w:t>
      </w:r>
      <w:proofErr w:type="spellStart"/>
      <w:r w:rsidRPr="00A30933">
        <w:rPr>
          <w:rFonts w:cs="Arial"/>
        </w:rPr>
        <w:t>Diestro</w:t>
      </w:r>
      <w:proofErr w:type="spellEnd"/>
      <w:r w:rsidRPr="00A30933">
        <w:rPr>
          <w:rFonts w:cs="Arial"/>
        </w:rPr>
        <w:t xml:space="preserve">) de s'entrainer grâce a ce logiciel. L'idée principale est que l'escrimeur puisse s'entrainer selon les règles de la </w:t>
      </w:r>
      <w:proofErr w:type="spellStart"/>
      <w:r w:rsidRPr="00A30933">
        <w:rPr>
          <w:rFonts w:cs="Arial"/>
        </w:rPr>
        <w:t>Verdadera</w:t>
      </w:r>
      <w:proofErr w:type="spellEnd"/>
      <w:r w:rsidRPr="00A30933">
        <w:rPr>
          <w:rFonts w:cs="Arial"/>
        </w:rPr>
        <w:t xml:space="preserve"> </w:t>
      </w:r>
      <w:proofErr w:type="spellStart"/>
      <w:r w:rsidRPr="00A30933">
        <w:rPr>
          <w:rFonts w:cs="Arial"/>
        </w:rPr>
        <w:t>Dest</w:t>
      </w:r>
      <w:r w:rsidR="00DF01FF">
        <w:rPr>
          <w:rFonts w:cs="Arial"/>
        </w:rPr>
        <w:t>reza</w:t>
      </w:r>
      <w:proofErr w:type="spellEnd"/>
      <w:r w:rsidR="00DF01FF">
        <w:rPr>
          <w:rFonts w:cs="Arial"/>
        </w:rPr>
        <w:t xml:space="preserve"> avec un ordinateur, grâce à</w:t>
      </w:r>
      <w:r w:rsidRPr="00A30933">
        <w:rPr>
          <w:rFonts w:cs="Arial"/>
        </w:rPr>
        <w:t xml:space="preserve"> une interface facile d'utilisation et un logiciel efficace. </w:t>
      </w:r>
    </w:p>
    <w:p w:rsidR="00BC1D9D" w:rsidRPr="00A30933" w:rsidRDefault="00BC1D9D" w:rsidP="00BC1D9D">
      <w:pPr>
        <w:rPr>
          <w:rFonts w:cs="Arial"/>
        </w:rPr>
      </w:pPr>
      <w:r w:rsidRPr="00A30933">
        <w:rPr>
          <w:rFonts w:cs="Arial"/>
        </w:rPr>
        <w:t xml:space="preserve">Le </w:t>
      </w:r>
      <w:proofErr w:type="spellStart"/>
      <w:r w:rsidRPr="00A30933">
        <w:rPr>
          <w:rFonts w:cs="Arial"/>
        </w:rPr>
        <w:t>Diestro</w:t>
      </w:r>
      <w:proofErr w:type="spellEnd"/>
      <w:r w:rsidRPr="00A30933">
        <w:rPr>
          <w:rFonts w:cs="Arial"/>
        </w:rPr>
        <w:t xml:space="preserve"> pourra s'entrainer dans différents exercices, que ce soit des déplacements linéaires comme circulaires. Il pourra travailler une chorégraphie pseudo-aléatoire, ou une chorégraphie qu'il pourrait prédéfinir auparavant.</w:t>
      </w:r>
    </w:p>
    <w:p w:rsidR="00BC1D9D" w:rsidRPr="00A30933" w:rsidRDefault="00BC1D9D" w:rsidP="00BC1D9D">
      <w:pPr>
        <w:rPr>
          <w:rFonts w:cs="Arial"/>
        </w:rPr>
      </w:pPr>
      <w:r w:rsidRPr="00A30933">
        <w:rPr>
          <w:rFonts w:cs="Arial"/>
        </w:rPr>
        <w:t>Le VDI inclut également un exercice qui permet de travailler les dépl</w:t>
      </w:r>
      <w:r w:rsidR="00DF01FF">
        <w:rPr>
          <w:rFonts w:cs="Arial"/>
        </w:rPr>
        <w:t>acements à</w:t>
      </w:r>
      <w:r w:rsidR="00692763" w:rsidRPr="00A30933">
        <w:rPr>
          <w:rFonts w:cs="Arial"/>
        </w:rPr>
        <w:t xml:space="preserve"> deux </w:t>
      </w:r>
      <w:proofErr w:type="spellStart"/>
      <w:r w:rsidR="00692763" w:rsidRPr="00A30933">
        <w:rPr>
          <w:rFonts w:cs="Arial"/>
        </w:rPr>
        <w:t>Diestros</w:t>
      </w:r>
      <w:proofErr w:type="spellEnd"/>
      <w:r w:rsidR="00692763" w:rsidRPr="00A30933">
        <w:rPr>
          <w:rFonts w:cs="Arial"/>
        </w:rPr>
        <w:t>, de faç</w:t>
      </w:r>
      <w:r w:rsidR="00DF01FF">
        <w:rPr>
          <w:rFonts w:cs="Arial"/>
        </w:rPr>
        <w:t>on à</w:t>
      </w:r>
      <w:r w:rsidRPr="00A30933">
        <w:rPr>
          <w:rFonts w:cs="Arial"/>
        </w:rPr>
        <w:t xml:space="preserve"> avoir un suiveur et un meneur.</w:t>
      </w:r>
    </w:p>
    <w:p w:rsidR="00692763" w:rsidRPr="00A30933" w:rsidRDefault="00DF01FF" w:rsidP="00692763">
      <w:pPr>
        <w:rPr>
          <w:rFonts w:cs="Arial"/>
        </w:rPr>
      </w:pPr>
      <w:r>
        <w:rPr>
          <w:rFonts w:cs="Arial"/>
        </w:rPr>
        <w:t xml:space="preserve">Le logiciel doit </w:t>
      </w:r>
      <w:r w:rsidR="00692763" w:rsidRPr="00A30933">
        <w:rPr>
          <w:rFonts w:cs="Arial"/>
        </w:rPr>
        <w:t>être capable de dicter les mouvements, dans de multiples langues. Grâce à cette di</w:t>
      </w:r>
      <w:r>
        <w:rPr>
          <w:rFonts w:cs="Arial"/>
        </w:rPr>
        <w:t xml:space="preserve">ctée, le </w:t>
      </w:r>
      <w:proofErr w:type="spellStart"/>
      <w:r>
        <w:rPr>
          <w:rFonts w:cs="Arial"/>
        </w:rPr>
        <w:t>Diestro</w:t>
      </w:r>
      <w:proofErr w:type="spellEnd"/>
      <w:r>
        <w:rPr>
          <w:rFonts w:cs="Arial"/>
        </w:rPr>
        <w:t xml:space="preserve"> pourra suivre à</w:t>
      </w:r>
      <w:r w:rsidR="00692763" w:rsidRPr="00A30933">
        <w:rPr>
          <w:rFonts w:cs="Arial"/>
        </w:rPr>
        <w:t xml:space="preserve"> distance la série.</w:t>
      </w:r>
    </w:p>
    <w:p w:rsidR="00692763" w:rsidRPr="00A30933" w:rsidRDefault="00692763" w:rsidP="00692763">
      <w:pPr>
        <w:rPr>
          <w:rFonts w:cs="Arial"/>
        </w:rPr>
      </w:pPr>
      <w:r w:rsidRPr="00A30933">
        <w:rPr>
          <w:rFonts w:cs="Arial"/>
        </w:rPr>
        <w:t xml:space="preserve">Il faut aussi savoir que la </w:t>
      </w:r>
      <w:proofErr w:type="spellStart"/>
      <w:r w:rsidRPr="00A30933">
        <w:rPr>
          <w:rFonts w:cs="Arial"/>
        </w:rPr>
        <w:t>Verdadera</w:t>
      </w:r>
      <w:proofErr w:type="spellEnd"/>
      <w:r w:rsidRPr="00A30933">
        <w:rPr>
          <w:rFonts w:cs="Arial"/>
        </w:rPr>
        <w:t xml:space="preserve"> </w:t>
      </w:r>
      <w:proofErr w:type="spellStart"/>
      <w:r w:rsidRPr="00A30933">
        <w:rPr>
          <w:rFonts w:cs="Arial"/>
        </w:rPr>
        <w:t>Destreza</w:t>
      </w:r>
      <w:proofErr w:type="spellEnd"/>
      <w:r w:rsidRPr="00A30933">
        <w:rPr>
          <w:rFonts w:cs="Arial"/>
        </w:rPr>
        <w:t xml:space="preserve"> est une technique d'escrime espagnol, qui permet de gérer les techniques d'escrimes de manière géométriques et mathématiques, et de faire déplacer le </w:t>
      </w:r>
      <w:proofErr w:type="spellStart"/>
      <w:r w:rsidRPr="00A30933">
        <w:rPr>
          <w:rFonts w:cs="Arial"/>
        </w:rPr>
        <w:t>Diestro</w:t>
      </w:r>
      <w:proofErr w:type="spellEnd"/>
      <w:r w:rsidRPr="00A30933">
        <w:rPr>
          <w:rFonts w:cs="Arial"/>
        </w:rPr>
        <w:t xml:space="preserve"> selon des cercles (</w:t>
      </w:r>
      <w:proofErr w:type="spellStart"/>
      <w:r w:rsidRPr="00A30933">
        <w:rPr>
          <w:rFonts w:cs="Arial"/>
        </w:rPr>
        <w:t>Curvo</w:t>
      </w:r>
      <w:proofErr w:type="spellEnd"/>
      <w:r w:rsidRPr="00A30933">
        <w:rPr>
          <w:rFonts w:cs="Arial"/>
        </w:rPr>
        <w:t>) et des lignes.</w:t>
      </w:r>
    </w:p>
    <w:p w:rsidR="00233FB1" w:rsidRDefault="00233FB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3B7181" w:rsidRDefault="003B7181" w:rsidP="00AD11EE">
      <w:pPr>
        <w:rPr>
          <w:rStyle w:val="Emphaseple"/>
        </w:rPr>
      </w:pPr>
    </w:p>
    <w:p w:rsidR="0071128A" w:rsidRDefault="0071128A" w:rsidP="00AD11EE">
      <w:pPr>
        <w:rPr>
          <w:rStyle w:val="Emphaseple"/>
        </w:rPr>
      </w:pPr>
    </w:p>
    <w:p w:rsidR="0071128A" w:rsidRDefault="0071128A" w:rsidP="00AD11EE">
      <w:pPr>
        <w:rPr>
          <w:rStyle w:val="Emphaseple"/>
        </w:rPr>
      </w:pPr>
    </w:p>
    <w:p w:rsidR="0071128A" w:rsidRDefault="0071128A" w:rsidP="00AD11EE">
      <w:pPr>
        <w:rPr>
          <w:rStyle w:val="Emphaseple"/>
        </w:rPr>
      </w:pPr>
    </w:p>
    <w:p w:rsidR="00632A3D" w:rsidRDefault="00632A3D" w:rsidP="00AD11EE">
      <w:pPr>
        <w:pStyle w:val="Titre2"/>
        <w:rPr>
          <w:rStyle w:val="Emphaseple"/>
          <w:rFonts w:asciiTheme="minorHAnsi" w:eastAsiaTheme="minorEastAsia" w:hAnsiTheme="minorHAnsi" w:cstheme="minorBidi"/>
          <w:b w:val="0"/>
          <w:bCs w:val="0"/>
          <w:sz w:val="24"/>
          <w:szCs w:val="24"/>
        </w:rPr>
      </w:pPr>
    </w:p>
    <w:p w:rsidR="003C79EB" w:rsidRDefault="003C79EB" w:rsidP="003C79EB"/>
    <w:p w:rsidR="003C79EB" w:rsidRPr="003C79EB" w:rsidRDefault="003C79EB" w:rsidP="003C79EB"/>
    <w:p w:rsidR="00AF6A42" w:rsidRPr="00AF6A42" w:rsidRDefault="00AF6A42" w:rsidP="00AF6A42"/>
    <w:p w:rsidR="0029643C" w:rsidRPr="00603251" w:rsidRDefault="00AD11EE" w:rsidP="00603251">
      <w:pPr>
        <w:pStyle w:val="Titre2"/>
      </w:pPr>
      <w:bookmarkStart w:id="2" w:name="_Toc415665396"/>
      <w:r w:rsidRPr="00603251">
        <w:lastRenderedPageBreak/>
        <w:t>Objectifs</w:t>
      </w:r>
      <w:bookmarkEnd w:id="2"/>
    </w:p>
    <w:p w:rsidR="00233FB1" w:rsidRPr="00732138" w:rsidRDefault="00233FB1" w:rsidP="00233FB1">
      <w:pPr>
        <w:rPr>
          <w:rStyle w:val="Emphaseple"/>
        </w:rPr>
      </w:pPr>
    </w:p>
    <w:p w:rsidR="00B54092" w:rsidRPr="00603251" w:rsidRDefault="00B54092" w:rsidP="00B54092">
      <w:pPr>
        <w:pStyle w:val="Titre2"/>
        <w:rPr>
          <w:rStyle w:val="Emphaseple"/>
          <w:rFonts w:asciiTheme="minorHAnsi" w:hAnsiTheme="minorHAnsi"/>
          <w:b w:val="0"/>
          <w:color w:val="auto"/>
          <w:sz w:val="24"/>
          <w:szCs w:val="24"/>
        </w:rPr>
      </w:pPr>
      <w:bookmarkStart w:id="3" w:name="_Toc415665397"/>
      <w:r w:rsidRPr="00603251">
        <w:rPr>
          <w:rStyle w:val="Emphaseple"/>
          <w:rFonts w:asciiTheme="minorHAnsi" w:hAnsiTheme="minorHAnsi"/>
          <w:b w:val="0"/>
          <w:color w:val="auto"/>
          <w:sz w:val="24"/>
          <w:szCs w:val="24"/>
        </w:rPr>
        <w:t>Le coach numérique (VDI) qu’il faudra développer lors de ce projet se décompose en plusieurs parties couvrant l’ensemble des exercices suivants :</w:t>
      </w:r>
      <w:bookmarkEnd w:id="3"/>
      <w:r w:rsidRPr="00603251">
        <w:rPr>
          <w:rStyle w:val="Emphaseple"/>
          <w:rFonts w:asciiTheme="minorHAnsi" w:hAnsiTheme="minorHAnsi"/>
          <w:b w:val="0"/>
          <w:color w:val="auto"/>
          <w:sz w:val="24"/>
          <w:szCs w:val="24"/>
        </w:rPr>
        <w:t xml:space="preserve">  </w:t>
      </w:r>
    </w:p>
    <w:p w:rsidR="00231FED" w:rsidRPr="00732138" w:rsidRDefault="00B54092" w:rsidP="00231FED">
      <w:pPr>
        <w:pStyle w:val="Titre2"/>
        <w:numPr>
          <w:ilvl w:val="0"/>
          <w:numId w:val="16"/>
        </w:numPr>
        <w:rPr>
          <w:rStyle w:val="Emphaseple"/>
          <w:rFonts w:asciiTheme="minorHAnsi" w:hAnsiTheme="minorHAnsi"/>
          <w:b w:val="0"/>
          <w:color w:val="auto"/>
          <w:sz w:val="24"/>
          <w:szCs w:val="24"/>
        </w:rPr>
      </w:pPr>
      <w:bookmarkStart w:id="4" w:name="_Toc415665398"/>
      <w:r w:rsidRPr="00603251">
        <w:rPr>
          <w:rStyle w:val="Emphaseple"/>
          <w:rFonts w:asciiTheme="minorHAnsi" w:hAnsiTheme="minorHAnsi"/>
          <w:b w:val="0"/>
          <w:color w:val="auto"/>
          <w:sz w:val="24"/>
          <w:szCs w:val="24"/>
        </w:rPr>
        <w:t xml:space="preserve">Le premier exercice, le </w:t>
      </w:r>
      <w:proofErr w:type="spellStart"/>
      <w:r w:rsidRPr="00603251">
        <w:rPr>
          <w:rStyle w:val="Emphaseple"/>
          <w:rFonts w:asciiTheme="minorHAnsi" w:hAnsiTheme="minorHAnsi"/>
          <w:b w:val="0"/>
          <w:color w:val="auto"/>
          <w:sz w:val="24"/>
          <w:szCs w:val="24"/>
        </w:rPr>
        <w:t>pasillo</w:t>
      </w:r>
      <w:proofErr w:type="spellEnd"/>
      <w:r w:rsidRPr="00603251">
        <w:rPr>
          <w:rStyle w:val="Emphaseple"/>
          <w:rFonts w:asciiTheme="minorHAnsi" w:hAnsiTheme="minorHAnsi"/>
          <w:b w:val="0"/>
          <w:color w:val="auto"/>
          <w:sz w:val="24"/>
          <w:szCs w:val="24"/>
        </w:rPr>
        <w:t xml:space="preserve">, consistera à énoncer de manière </w:t>
      </w:r>
      <w:r w:rsidRPr="00732138">
        <w:rPr>
          <w:rStyle w:val="Emphaseple"/>
          <w:rFonts w:asciiTheme="minorHAnsi" w:hAnsiTheme="minorHAnsi"/>
          <w:b w:val="0"/>
          <w:color w:val="auto"/>
          <w:sz w:val="24"/>
          <w:szCs w:val="24"/>
        </w:rPr>
        <w:t xml:space="preserve">pseudo aléatoire un ensemble de déplacement. Le </w:t>
      </w:r>
      <w:proofErr w:type="spellStart"/>
      <w:r w:rsidRPr="00732138">
        <w:rPr>
          <w:rStyle w:val="Emphaseple"/>
          <w:rFonts w:asciiTheme="minorHAnsi" w:hAnsiTheme="minorHAnsi"/>
          <w:b w:val="0"/>
          <w:color w:val="auto"/>
          <w:sz w:val="24"/>
          <w:szCs w:val="24"/>
        </w:rPr>
        <w:t>Diestro</w:t>
      </w:r>
      <w:proofErr w:type="spellEnd"/>
      <w:r w:rsidRPr="00732138">
        <w:rPr>
          <w:rStyle w:val="Emphaseple"/>
          <w:rFonts w:asciiTheme="minorHAnsi" w:hAnsiTheme="minorHAnsi"/>
          <w:b w:val="0"/>
          <w:color w:val="auto"/>
          <w:sz w:val="24"/>
          <w:szCs w:val="24"/>
        </w:rPr>
        <w:t xml:space="preserve"> devra alors exécuter le déplacement. Les déplacements énoncés devront être sélectionnés de manière à d’une part vérifier que le </w:t>
      </w:r>
      <w:proofErr w:type="spellStart"/>
      <w:r w:rsidRPr="00732138">
        <w:rPr>
          <w:rStyle w:val="Emphaseple"/>
          <w:rFonts w:asciiTheme="minorHAnsi" w:hAnsiTheme="minorHAnsi"/>
          <w:b w:val="0"/>
          <w:color w:val="auto"/>
          <w:sz w:val="24"/>
          <w:szCs w:val="24"/>
        </w:rPr>
        <w:t>Diestro</w:t>
      </w:r>
      <w:proofErr w:type="spellEnd"/>
      <w:r w:rsidRPr="00732138">
        <w:rPr>
          <w:rStyle w:val="Emphaseple"/>
          <w:rFonts w:asciiTheme="minorHAnsi" w:hAnsiTheme="minorHAnsi"/>
          <w:b w:val="0"/>
          <w:color w:val="auto"/>
          <w:sz w:val="24"/>
          <w:szCs w:val="24"/>
        </w:rPr>
        <w:t xml:space="preserve"> ne sorte pas des limites de sa salle d’entrainement et d’autre part qu’après un certain temps ou un certain nombre de déplacements, le </w:t>
      </w:r>
      <w:proofErr w:type="spellStart"/>
      <w:r w:rsidRPr="00732138">
        <w:rPr>
          <w:rStyle w:val="Emphaseple"/>
          <w:rFonts w:asciiTheme="minorHAnsi" w:hAnsiTheme="minorHAnsi"/>
          <w:b w:val="0"/>
          <w:color w:val="auto"/>
          <w:sz w:val="24"/>
          <w:szCs w:val="24"/>
        </w:rPr>
        <w:t>Diestro</w:t>
      </w:r>
      <w:proofErr w:type="spellEnd"/>
      <w:r w:rsidRPr="00732138">
        <w:rPr>
          <w:rStyle w:val="Emphaseple"/>
          <w:rFonts w:asciiTheme="minorHAnsi" w:hAnsiTheme="minorHAnsi"/>
          <w:b w:val="0"/>
          <w:color w:val="auto"/>
          <w:sz w:val="24"/>
          <w:szCs w:val="24"/>
        </w:rPr>
        <w:t xml:space="preserve"> se retrouve sur sa position initiale (si le </w:t>
      </w:r>
      <w:proofErr w:type="spellStart"/>
      <w:r w:rsidRPr="00732138">
        <w:rPr>
          <w:rStyle w:val="Emphaseple"/>
          <w:rFonts w:asciiTheme="minorHAnsi" w:hAnsiTheme="minorHAnsi"/>
          <w:b w:val="0"/>
          <w:color w:val="auto"/>
          <w:sz w:val="24"/>
          <w:szCs w:val="24"/>
        </w:rPr>
        <w:t>Diestro</w:t>
      </w:r>
      <w:proofErr w:type="spellEnd"/>
      <w:r w:rsidRPr="00732138">
        <w:rPr>
          <w:rStyle w:val="Emphaseple"/>
          <w:rFonts w:asciiTheme="minorHAnsi" w:hAnsiTheme="minorHAnsi"/>
          <w:b w:val="0"/>
          <w:color w:val="auto"/>
          <w:sz w:val="24"/>
          <w:szCs w:val="24"/>
        </w:rPr>
        <w:t xml:space="preserve"> avance 5 fois, il devra reculer 5 fois).</w:t>
      </w:r>
      <w:bookmarkEnd w:id="4"/>
      <w:r w:rsidRPr="00732138">
        <w:rPr>
          <w:rStyle w:val="Emphaseple"/>
          <w:rFonts w:asciiTheme="minorHAnsi" w:hAnsiTheme="minorHAnsi"/>
          <w:b w:val="0"/>
          <w:color w:val="auto"/>
          <w:sz w:val="24"/>
          <w:szCs w:val="24"/>
        </w:rPr>
        <w:t xml:space="preserve">  </w:t>
      </w:r>
    </w:p>
    <w:p w:rsidR="00231FED" w:rsidRPr="00732138" w:rsidRDefault="00B54092" w:rsidP="00231FED">
      <w:pPr>
        <w:pStyle w:val="Titre2"/>
        <w:numPr>
          <w:ilvl w:val="0"/>
          <w:numId w:val="16"/>
        </w:numPr>
        <w:rPr>
          <w:rStyle w:val="Emphaseple"/>
          <w:rFonts w:asciiTheme="minorHAnsi" w:hAnsiTheme="minorHAnsi"/>
          <w:b w:val="0"/>
          <w:color w:val="auto"/>
          <w:sz w:val="24"/>
          <w:szCs w:val="24"/>
        </w:rPr>
      </w:pPr>
      <w:bookmarkStart w:id="5" w:name="_Toc415665399"/>
      <w:r w:rsidRPr="00732138">
        <w:rPr>
          <w:rStyle w:val="Emphaseple"/>
          <w:rFonts w:asciiTheme="minorHAnsi" w:hAnsiTheme="minorHAnsi"/>
          <w:b w:val="0"/>
          <w:color w:val="auto"/>
          <w:sz w:val="24"/>
          <w:szCs w:val="24"/>
        </w:rPr>
        <w:t xml:space="preserve">Le deuxième exercice, le compas </w:t>
      </w:r>
      <w:proofErr w:type="spellStart"/>
      <w:r w:rsidRPr="00732138">
        <w:rPr>
          <w:rStyle w:val="Emphaseple"/>
          <w:rFonts w:asciiTheme="minorHAnsi" w:hAnsiTheme="minorHAnsi"/>
          <w:b w:val="0"/>
          <w:color w:val="auto"/>
          <w:sz w:val="24"/>
          <w:szCs w:val="24"/>
        </w:rPr>
        <w:t>curvo</w:t>
      </w:r>
      <w:proofErr w:type="spellEnd"/>
      <w:r w:rsidRPr="00732138">
        <w:rPr>
          <w:rStyle w:val="Emphaseple"/>
          <w:rFonts w:asciiTheme="minorHAnsi" w:hAnsiTheme="minorHAnsi"/>
          <w:b w:val="0"/>
          <w:color w:val="auto"/>
          <w:sz w:val="24"/>
          <w:szCs w:val="24"/>
        </w:rPr>
        <w:t xml:space="preserve">, consistera à faire comme l’exercice 1 mais sur un déplacement en cercle. Pour aider le </w:t>
      </w:r>
      <w:proofErr w:type="spellStart"/>
      <w:r w:rsidRPr="00732138">
        <w:rPr>
          <w:rStyle w:val="Emphaseple"/>
          <w:rFonts w:asciiTheme="minorHAnsi" w:hAnsiTheme="minorHAnsi"/>
          <w:b w:val="0"/>
          <w:color w:val="auto"/>
          <w:sz w:val="24"/>
          <w:szCs w:val="24"/>
        </w:rPr>
        <w:t>Diestro</w:t>
      </w:r>
      <w:proofErr w:type="spellEnd"/>
      <w:r w:rsidRPr="00732138">
        <w:rPr>
          <w:rStyle w:val="Emphaseple"/>
          <w:rFonts w:asciiTheme="minorHAnsi" w:hAnsiTheme="minorHAnsi"/>
          <w:b w:val="0"/>
          <w:color w:val="auto"/>
          <w:sz w:val="24"/>
          <w:szCs w:val="24"/>
        </w:rPr>
        <w:t xml:space="preserve">, on projettera deux cercles au sol. Ces deux cercles auront un même centre. L’un passera par le pied avant du </w:t>
      </w:r>
      <w:proofErr w:type="spellStart"/>
      <w:r w:rsidRPr="00732138">
        <w:rPr>
          <w:rStyle w:val="Emphaseple"/>
          <w:rFonts w:asciiTheme="minorHAnsi" w:hAnsiTheme="minorHAnsi"/>
          <w:b w:val="0"/>
          <w:color w:val="auto"/>
          <w:sz w:val="24"/>
          <w:szCs w:val="24"/>
        </w:rPr>
        <w:t>Diestro</w:t>
      </w:r>
      <w:proofErr w:type="spellEnd"/>
      <w:r w:rsidRPr="00732138">
        <w:rPr>
          <w:rStyle w:val="Emphaseple"/>
          <w:rFonts w:asciiTheme="minorHAnsi" w:hAnsiTheme="minorHAnsi"/>
          <w:b w:val="0"/>
          <w:color w:val="auto"/>
          <w:sz w:val="24"/>
          <w:szCs w:val="24"/>
        </w:rPr>
        <w:t>, l’autre par son pied arrière. Les mouvements de déplacement se feront sur les cercles, qui eux ne bougent pas.</w:t>
      </w:r>
      <w:bookmarkEnd w:id="5"/>
      <w:r w:rsidRPr="00732138">
        <w:rPr>
          <w:rStyle w:val="Emphaseple"/>
          <w:rFonts w:asciiTheme="minorHAnsi" w:hAnsiTheme="minorHAnsi"/>
          <w:b w:val="0"/>
          <w:color w:val="auto"/>
          <w:sz w:val="24"/>
          <w:szCs w:val="24"/>
        </w:rPr>
        <w:t xml:space="preserve"> </w:t>
      </w:r>
    </w:p>
    <w:p w:rsidR="00231FED" w:rsidRPr="00732138" w:rsidRDefault="00B54092" w:rsidP="00231FED">
      <w:pPr>
        <w:pStyle w:val="Titre2"/>
        <w:numPr>
          <w:ilvl w:val="0"/>
          <w:numId w:val="16"/>
        </w:numPr>
        <w:rPr>
          <w:rStyle w:val="Emphaseple"/>
          <w:rFonts w:asciiTheme="minorHAnsi" w:hAnsiTheme="minorHAnsi"/>
          <w:b w:val="0"/>
          <w:color w:val="auto"/>
          <w:sz w:val="24"/>
          <w:szCs w:val="24"/>
        </w:rPr>
      </w:pPr>
      <w:bookmarkStart w:id="6" w:name="_Toc415665400"/>
      <w:r w:rsidRPr="00732138">
        <w:rPr>
          <w:rStyle w:val="Emphaseple"/>
          <w:rFonts w:asciiTheme="minorHAnsi" w:hAnsiTheme="minorHAnsi"/>
          <w:b w:val="0"/>
          <w:color w:val="auto"/>
          <w:sz w:val="24"/>
          <w:szCs w:val="24"/>
        </w:rPr>
        <w:t xml:space="preserve">Le troisième exercice est une évolution du deuxième. Il consiste à cacher les cercles après quelques mouvements puis de les refaire apparaitre en fin d’exercice pour vérifier si le </w:t>
      </w:r>
      <w:proofErr w:type="spellStart"/>
      <w:r w:rsidRPr="00732138">
        <w:rPr>
          <w:rStyle w:val="Emphaseple"/>
          <w:rFonts w:asciiTheme="minorHAnsi" w:hAnsiTheme="minorHAnsi"/>
          <w:b w:val="0"/>
          <w:color w:val="auto"/>
          <w:sz w:val="24"/>
          <w:szCs w:val="24"/>
        </w:rPr>
        <w:t>Diestro</w:t>
      </w:r>
      <w:proofErr w:type="spellEnd"/>
      <w:r w:rsidRPr="00732138">
        <w:rPr>
          <w:rStyle w:val="Emphaseple"/>
          <w:rFonts w:asciiTheme="minorHAnsi" w:hAnsiTheme="minorHAnsi"/>
          <w:b w:val="0"/>
          <w:color w:val="auto"/>
          <w:sz w:val="24"/>
          <w:szCs w:val="24"/>
        </w:rPr>
        <w:t xml:space="preserve"> c’est bien déplacer sur ces cercles. Le centre du cercle et les cercles eux même ne se déplacent pas.</w:t>
      </w:r>
      <w:bookmarkEnd w:id="6"/>
      <w:r w:rsidRPr="00732138">
        <w:rPr>
          <w:rStyle w:val="Emphaseple"/>
          <w:rFonts w:asciiTheme="minorHAnsi" w:hAnsiTheme="minorHAnsi"/>
          <w:b w:val="0"/>
          <w:color w:val="auto"/>
          <w:sz w:val="24"/>
          <w:szCs w:val="24"/>
        </w:rPr>
        <w:t xml:space="preserve"> </w:t>
      </w:r>
    </w:p>
    <w:p w:rsidR="00231FED" w:rsidRPr="00732138" w:rsidRDefault="00B54092" w:rsidP="00231FED">
      <w:pPr>
        <w:pStyle w:val="Titre2"/>
        <w:numPr>
          <w:ilvl w:val="0"/>
          <w:numId w:val="16"/>
        </w:numPr>
        <w:rPr>
          <w:rStyle w:val="Emphaseple"/>
          <w:rFonts w:asciiTheme="minorHAnsi" w:hAnsiTheme="minorHAnsi"/>
          <w:b w:val="0"/>
          <w:color w:val="auto"/>
          <w:sz w:val="24"/>
          <w:szCs w:val="24"/>
        </w:rPr>
      </w:pPr>
      <w:bookmarkStart w:id="7" w:name="_Toc415665401"/>
      <w:r w:rsidRPr="00732138">
        <w:rPr>
          <w:rStyle w:val="Emphaseple"/>
          <w:rFonts w:asciiTheme="minorHAnsi" w:hAnsiTheme="minorHAnsi"/>
          <w:b w:val="0"/>
          <w:color w:val="auto"/>
          <w:sz w:val="24"/>
          <w:szCs w:val="24"/>
        </w:rPr>
        <w:t>Le quatrième exercice reprend le principe de l’exercice 1, mais la dictée des déplacements ne se fait plus au hasard, mais en respectant scrupuleusement l’ordre et le timing spécifiés dans la chorégraphie choisie. En plus des ordres de déplacement, un texte additionnel pourra être prononcé (les manœuvres d’attaque et de défense par exemple).</w:t>
      </w:r>
      <w:bookmarkEnd w:id="7"/>
      <w:r w:rsidRPr="00732138">
        <w:rPr>
          <w:rStyle w:val="Emphaseple"/>
          <w:rFonts w:asciiTheme="minorHAnsi" w:hAnsiTheme="minorHAnsi"/>
          <w:b w:val="0"/>
          <w:color w:val="auto"/>
          <w:sz w:val="24"/>
          <w:szCs w:val="24"/>
        </w:rPr>
        <w:t xml:space="preserve"> </w:t>
      </w:r>
    </w:p>
    <w:p w:rsidR="00231FED" w:rsidRPr="00732138" w:rsidRDefault="00B54092" w:rsidP="00231FED">
      <w:pPr>
        <w:pStyle w:val="Titre2"/>
        <w:numPr>
          <w:ilvl w:val="0"/>
          <w:numId w:val="16"/>
        </w:numPr>
        <w:rPr>
          <w:rStyle w:val="Emphaseple"/>
          <w:rFonts w:asciiTheme="minorHAnsi" w:hAnsiTheme="minorHAnsi"/>
          <w:b w:val="0"/>
          <w:color w:val="auto"/>
          <w:sz w:val="24"/>
          <w:szCs w:val="24"/>
        </w:rPr>
      </w:pPr>
      <w:bookmarkStart w:id="8" w:name="_Toc415665402"/>
      <w:r w:rsidRPr="00732138">
        <w:rPr>
          <w:rStyle w:val="Emphaseple"/>
          <w:rFonts w:asciiTheme="minorHAnsi" w:hAnsiTheme="minorHAnsi"/>
          <w:b w:val="0"/>
          <w:color w:val="auto"/>
          <w:sz w:val="24"/>
          <w:szCs w:val="24"/>
        </w:rPr>
        <w:t xml:space="preserve">Le cinquième exercice se fait en duo. Deux </w:t>
      </w:r>
      <w:proofErr w:type="spellStart"/>
      <w:r w:rsidRPr="00732138">
        <w:rPr>
          <w:rStyle w:val="Emphaseple"/>
          <w:rFonts w:asciiTheme="minorHAnsi" w:hAnsiTheme="minorHAnsi"/>
          <w:b w:val="0"/>
          <w:color w:val="auto"/>
          <w:sz w:val="24"/>
          <w:szCs w:val="24"/>
        </w:rPr>
        <w:t>Diestros</w:t>
      </w:r>
      <w:proofErr w:type="spellEnd"/>
      <w:r w:rsidRPr="00732138">
        <w:rPr>
          <w:rStyle w:val="Emphaseple"/>
          <w:rFonts w:asciiTheme="minorHAnsi" w:hAnsiTheme="minorHAnsi"/>
          <w:b w:val="0"/>
          <w:color w:val="auto"/>
          <w:sz w:val="24"/>
          <w:szCs w:val="24"/>
        </w:rPr>
        <w:t xml:space="preserve"> face à face sont séparés par une distance donnée. Cette distance est projetée au sol pour aider les </w:t>
      </w:r>
      <w:proofErr w:type="spellStart"/>
      <w:r w:rsidRPr="00732138">
        <w:rPr>
          <w:rStyle w:val="Emphaseple"/>
          <w:rFonts w:asciiTheme="minorHAnsi" w:hAnsiTheme="minorHAnsi"/>
          <w:b w:val="0"/>
          <w:color w:val="auto"/>
          <w:sz w:val="24"/>
          <w:szCs w:val="24"/>
        </w:rPr>
        <w:t>Diestros</w:t>
      </w:r>
      <w:proofErr w:type="spellEnd"/>
      <w:r w:rsidRPr="00732138">
        <w:rPr>
          <w:rStyle w:val="Emphaseple"/>
          <w:rFonts w:asciiTheme="minorHAnsi" w:hAnsiTheme="minorHAnsi"/>
          <w:b w:val="0"/>
          <w:color w:val="auto"/>
          <w:sz w:val="24"/>
          <w:szCs w:val="24"/>
        </w:rPr>
        <w:t xml:space="preserve">. Un des deux </w:t>
      </w:r>
      <w:proofErr w:type="spellStart"/>
      <w:r w:rsidRPr="00732138">
        <w:rPr>
          <w:rStyle w:val="Emphaseple"/>
          <w:rFonts w:asciiTheme="minorHAnsi" w:hAnsiTheme="minorHAnsi"/>
          <w:b w:val="0"/>
          <w:color w:val="auto"/>
          <w:sz w:val="24"/>
          <w:szCs w:val="24"/>
        </w:rPr>
        <w:t>Diestros</w:t>
      </w:r>
      <w:proofErr w:type="spellEnd"/>
      <w:r w:rsidRPr="00732138">
        <w:rPr>
          <w:rStyle w:val="Emphaseple"/>
          <w:rFonts w:asciiTheme="minorHAnsi" w:hAnsiTheme="minorHAnsi"/>
          <w:b w:val="0"/>
          <w:color w:val="auto"/>
          <w:sz w:val="24"/>
          <w:szCs w:val="24"/>
        </w:rPr>
        <w:t xml:space="preserve"> est considéré comme « maître », l’autre sera le suiveur. Le maître devra suivre les autres énoncés, le suiveur devra faire un déplacement opposé (si le maître avance, le suiveur recule …). Comme pour l’exercice 3, la signalétique de distance pour s’effacer et réapparaitre à la fin de l’exercice pour faire un point.</w:t>
      </w:r>
      <w:bookmarkEnd w:id="8"/>
      <w:r w:rsidRPr="00732138">
        <w:rPr>
          <w:rStyle w:val="Emphaseple"/>
          <w:rFonts w:asciiTheme="minorHAnsi" w:hAnsiTheme="minorHAnsi"/>
          <w:b w:val="0"/>
          <w:color w:val="auto"/>
          <w:sz w:val="24"/>
          <w:szCs w:val="24"/>
        </w:rPr>
        <w:t xml:space="preserve"> </w:t>
      </w:r>
    </w:p>
    <w:p w:rsidR="00233FB1" w:rsidRPr="00732138" w:rsidRDefault="00B54092" w:rsidP="00231FED">
      <w:pPr>
        <w:pStyle w:val="Titre2"/>
        <w:numPr>
          <w:ilvl w:val="0"/>
          <w:numId w:val="16"/>
        </w:numPr>
        <w:rPr>
          <w:rStyle w:val="Emphaseple"/>
          <w:rFonts w:asciiTheme="minorHAnsi" w:hAnsiTheme="minorHAnsi"/>
          <w:b w:val="0"/>
          <w:color w:val="auto"/>
          <w:sz w:val="24"/>
          <w:szCs w:val="24"/>
        </w:rPr>
      </w:pPr>
      <w:bookmarkStart w:id="9" w:name="_Toc415665403"/>
      <w:r w:rsidRPr="00732138">
        <w:rPr>
          <w:rStyle w:val="Emphaseple"/>
          <w:rFonts w:asciiTheme="minorHAnsi" w:hAnsiTheme="minorHAnsi"/>
          <w:b w:val="0"/>
          <w:color w:val="auto"/>
          <w:sz w:val="24"/>
          <w:szCs w:val="24"/>
        </w:rPr>
        <w:t xml:space="preserve">Le sixième et dernier exercice se fait également en duo mais autour d’un cercle comme pour le deuxième exercice. Deux cercles seront projetés, l’un passant par les pieds avant des deux </w:t>
      </w:r>
      <w:proofErr w:type="spellStart"/>
      <w:r w:rsidRPr="00732138">
        <w:rPr>
          <w:rStyle w:val="Emphaseple"/>
          <w:rFonts w:asciiTheme="minorHAnsi" w:hAnsiTheme="minorHAnsi"/>
          <w:b w:val="0"/>
          <w:color w:val="auto"/>
          <w:sz w:val="24"/>
          <w:szCs w:val="24"/>
        </w:rPr>
        <w:t>Diestros</w:t>
      </w:r>
      <w:proofErr w:type="spellEnd"/>
      <w:r w:rsidRPr="00732138">
        <w:rPr>
          <w:rStyle w:val="Emphaseple"/>
          <w:rFonts w:asciiTheme="minorHAnsi" w:hAnsiTheme="minorHAnsi"/>
          <w:b w:val="0"/>
          <w:color w:val="auto"/>
          <w:sz w:val="24"/>
          <w:szCs w:val="24"/>
        </w:rPr>
        <w:t xml:space="preserve">, l’autre passant par leur pied arrière. Les </w:t>
      </w:r>
      <w:proofErr w:type="spellStart"/>
      <w:r w:rsidRPr="00732138">
        <w:rPr>
          <w:rStyle w:val="Emphaseple"/>
          <w:rFonts w:asciiTheme="minorHAnsi" w:hAnsiTheme="minorHAnsi"/>
          <w:b w:val="0"/>
          <w:color w:val="auto"/>
          <w:sz w:val="24"/>
          <w:szCs w:val="24"/>
        </w:rPr>
        <w:t>Diestros</w:t>
      </w:r>
      <w:proofErr w:type="spellEnd"/>
      <w:r w:rsidRPr="00732138">
        <w:rPr>
          <w:rStyle w:val="Emphaseple"/>
          <w:rFonts w:asciiTheme="minorHAnsi" w:hAnsiTheme="minorHAnsi"/>
          <w:b w:val="0"/>
          <w:color w:val="auto"/>
          <w:sz w:val="24"/>
          <w:szCs w:val="24"/>
        </w:rPr>
        <w:t xml:space="preserve"> pouvant se déplacer soit sur les cercles, soit en ligne (comme dans l’exercice 1).</w:t>
      </w:r>
      <w:bookmarkEnd w:id="9"/>
    </w:p>
    <w:p w:rsidR="00ED079C" w:rsidRDefault="00ED079C" w:rsidP="00AD11EE">
      <w:pPr>
        <w:pStyle w:val="Titre2"/>
      </w:pPr>
    </w:p>
    <w:p w:rsidR="003C79EB" w:rsidRDefault="003C79EB" w:rsidP="00514165">
      <w:pPr>
        <w:pStyle w:val="Titre2"/>
        <w:rPr>
          <w:rFonts w:ascii="Times New Roman" w:eastAsia="Times New Roman" w:hAnsi="Times New Roman" w:cs="Times New Roman"/>
          <w:b w:val="0"/>
          <w:bCs w:val="0"/>
          <w:color w:val="000000"/>
          <w:sz w:val="27"/>
          <w:szCs w:val="27"/>
        </w:rPr>
      </w:pPr>
      <w:bookmarkStart w:id="10" w:name="_Toc415665405"/>
    </w:p>
    <w:p w:rsidR="003C79EB" w:rsidRDefault="003C79EB" w:rsidP="003C79EB"/>
    <w:p w:rsidR="003C79EB" w:rsidRDefault="003C79EB" w:rsidP="003C79EB"/>
    <w:p w:rsidR="003C79EB" w:rsidRDefault="003C79EB" w:rsidP="003C79EB"/>
    <w:p w:rsidR="003C79EB" w:rsidRDefault="003C79EB" w:rsidP="003C79EB"/>
    <w:p w:rsidR="003C79EB" w:rsidRDefault="003C79EB" w:rsidP="003C79EB"/>
    <w:p w:rsidR="003C79EB" w:rsidRDefault="003C79EB" w:rsidP="003C79EB"/>
    <w:p w:rsidR="003C79EB" w:rsidRDefault="003C79EB" w:rsidP="003C79EB"/>
    <w:p w:rsidR="003C79EB" w:rsidRDefault="003C79EB" w:rsidP="003C79EB"/>
    <w:p w:rsidR="003C79EB" w:rsidRDefault="003C79EB" w:rsidP="003C79EB"/>
    <w:p w:rsidR="003C79EB" w:rsidRPr="003C79EB" w:rsidRDefault="003C79EB" w:rsidP="003C79EB"/>
    <w:p w:rsidR="0035353C" w:rsidRDefault="00832AAE" w:rsidP="00514165">
      <w:pPr>
        <w:pStyle w:val="Titre2"/>
      </w:pPr>
      <w:r>
        <w:t>Critères de succès</w:t>
      </w:r>
      <w:bookmarkEnd w:id="10"/>
    </w:p>
    <w:p w:rsidR="00832AAE" w:rsidRPr="0071128A" w:rsidRDefault="00832AAE" w:rsidP="0035353C">
      <w:pPr>
        <w:rPr>
          <w:rStyle w:val="Emphaseple"/>
          <w:b/>
        </w:rPr>
      </w:pPr>
    </w:p>
    <w:p w:rsidR="0071128A" w:rsidRPr="00725215" w:rsidRDefault="0071128A" w:rsidP="0071128A">
      <w:pPr>
        <w:rPr>
          <w:rFonts w:asciiTheme="majorHAnsi" w:eastAsiaTheme="majorEastAsia" w:hAnsiTheme="majorHAnsi" w:cstheme="majorBidi"/>
          <w:b/>
          <w:bCs/>
          <w:color w:val="000000" w:themeColor="text1"/>
          <w:sz w:val="26"/>
          <w:szCs w:val="26"/>
        </w:rPr>
      </w:pPr>
    </w:p>
    <w:p w:rsidR="0071128A" w:rsidRPr="00725215" w:rsidRDefault="00A53581" w:rsidP="0071128A">
      <w:pPr>
        <w:rPr>
          <w:rStyle w:val="Emphaseple"/>
          <w:i w:val="0"/>
          <w:color w:val="000000" w:themeColor="text1"/>
        </w:rPr>
      </w:pPr>
      <w:r w:rsidRPr="00725215">
        <w:rPr>
          <w:rStyle w:val="Emphaseple"/>
          <w:i w:val="0"/>
          <w:color w:val="000000" w:themeColor="text1"/>
        </w:rPr>
        <w:t>En plus des critères usuels de qualité (documentation technique de la solution, lisibilité et maintenabilité du code, …) et de fonctionnalités (couverture des objectifs), d’autres critères (plus orienté utilisateur final) seront pris en compte pour déterminer le succès du projet.</w:t>
      </w:r>
    </w:p>
    <w:p w:rsidR="00725215" w:rsidRDefault="00725215" w:rsidP="0071128A">
      <w:pPr>
        <w:rPr>
          <w:rStyle w:val="Emphaseple"/>
        </w:rPr>
      </w:pPr>
    </w:p>
    <w:p w:rsidR="0071128A" w:rsidRDefault="0071128A" w:rsidP="0071128A">
      <w:pPr>
        <w:rPr>
          <w:rStyle w:val="Emphaseple"/>
        </w:rPr>
      </w:pPr>
    </w:p>
    <w:tbl>
      <w:tblPr>
        <w:tblStyle w:val="Grilledutableau"/>
        <w:tblW w:w="0" w:type="auto"/>
        <w:tblLook w:val="04A0"/>
      </w:tblPr>
      <w:tblGrid>
        <w:gridCol w:w="9206"/>
      </w:tblGrid>
      <w:tr w:rsidR="00A53581" w:rsidTr="00A53581">
        <w:trPr>
          <w:trHeight w:val="3189"/>
        </w:trPr>
        <w:tc>
          <w:tcPr>
            <w:tcW w:w="9206" w:type="dxa"/>
            <w:shd w:val="clear" w:color="auto" w:fill="C6D9F1" w:themeFill="text2" w:themeFillTint="33"/>
          </w:tcPr>
          <w:p w:rsidR="00A53581" w:rsidRDefault="00091DB0" w:rsidP="00091DB0">
            <w:pPr>
              <w:pStyle w:val="Paragraphedeliste"/>
              <w:numPr>
                <w:ilvl w:val="0"/>
                <w:numId w:val="19"/>
              </w:numPr>
            </w:pPr>
            <w:r w:rsidRPr="00091DB0">
              <w:t>Critère 1 : La solution est fonctionnelle. C’est-à-dire possibilité de réaliser au moins 2 fois de suite les différents exercices sans redémarrage ni plantage et cela quel que soit l’ordre de ces derniers. Les tests seront réalisés par un utilisateur externe au projet.</w:t>
            </w:r>
          </w:p>
          <w:p w:rsidR="00091DB0" w:rsidRDefault="00091DB0" w:rsidP="00091DB0">
            <w:pPr>
              <w:pStyle w:val="Paragraphedeliste"/>
              <w:ind w:left="360"/>
            </w:pPr>
          </w:p>
          <w:p w:rsidR="00091DB0" w:rsidRDefault="00091DB0" w:rsidP="00091DB0">
            <w:pPr>
              <w:pStyle w:val="Paragraphedeliste"/>
              <w:numPr>
                <w:ilvl w:val="0"/>
                <w:numId w:val="19"/>
              </w:numPr>
            </w:pPr>
            <w:r w:rsidRPr="00091DB0">
              <w:t>Critère 2 : Support de l’internationalisation/régionalisation. Un fichier répondant au modèle établie lors des phases de conceptions sera ajouté. Le fichier</w:t>
            </w:r>
            <w:r>
              <w:t xml:space="preserve"> sera fourni par l’encadrant.</w:t>
            </w:r>
          </w:p>
          <w:p w:rsidR="00091DB0" w:rsidRDefault="00091DB0" w:rsidP="00091DB0">
            <w:pPr>
              <w:pStyle w:val="Paragraphedeliste"/>
              <w:ind w:left="360"/>
            </w:pPr>
          </w:p>
          <w:p w:rsidR="00091DB0" w:rsidRDefault="00091DB0" w:rsidP="00091DB0">
            <w:pPr>
              <w:pStyle w:val="Paragraphedeliste"/>
              <w:numPr>
                <w:ilvl w:val="0"/>
                <w:numId w:val="19"/>
              </w:numPr>
            </w:pPr>
            <w:r w:rsidRPr="00091DB0">
              <w:t>Critère 3 : Une application adaptée à des non informaticien. Les différents menus, options, configuration</w:t>
            </w:r>
          </w:p>
        </w:tc>
      </w:tr>
    </w:tbl>
    <w:p w:rsidR="00BC4A6A" w:rsidRDefault="00BC4A6A"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DC6CFD" w:rsidRDefault="00DC6CFD" w:rsidP="00BC4A6A"/>
    <w:p w:rsidR="003C79EB" w:rsidRDefault="003C79EB" w:rsidP="00BC4A6A"/>
    <w:p w:rsidR="003C79EB" w:rsidRDefault="003C79EB" w:rsidP="00BC4A6A"/>
    <w:p w:rsidR="003C79EB" w:rsidRDefault="003C79EB" w:rsidP="00BC4A6A"/>
    <w:p w:rsidR="003C79EB" w:rsidRDefault="003C79EB" w:rsidP="00BC4A6A"/>
    <w:p w:rsidR="003C79EB" w:rsidRDefault="003C79EB" w:rsidP="00BC4A6A"/>
    <w:p w:rsidR="00DC6CFD" w:rsidRDefault="00DC6CFD" w:rsidP="00BC4A6A"/>
    <w:p w:rsidR="00DC6CFD" w:rsidRDefault="00DC6CFD" w:rsidP="00BC4A6A"/>
    <w:p w:rsidR="00F34FDB" w:rsidRPr="00F34FDB" w:rsidRDefault="00F34FDB" w:rsidP="00F34FDB"/>
    <w:p w:rsidR="00F14E7F" w:rsidRDefault="00390AF8" w:rsidP="00C07685">
      <w:pPr>
        <w:pStyle w:val="Titre2"/>
      </w:pPr>
      <w:bookmarkStart w:id="11" w:name="_Toc415665406"/>
      <w:r>
        <w:lastRenderedPageBreak/>
        <w:t>Contraintes</w:t>
      </w:r>
      <w:bookmarkEnd w:id="11"/>
    </w:p>
    <w:p w:rsidR="00F14E7F" w:rsidRPr="00F315E6" w:rsidRDefault="00F14E7F" w:rsidP="00F315E6"/>
    <w:p w:rsidR="00091DB0" w:rsidRPr="00091DB0" w:rsidRDefault="00091DB0" w:rsidP="00091DB0">
      <w:pPr>
        <w:pStyle w:val="Titre2"/>
        <w:rPr>
          <w:u w:val="single"/>
        </w:rPr>
      </w:pPr>
      <w:bookmarkStart w:id="12" w:name="_Toc415665407"/>
      <w:r w:rsidRPr="00091DB0">
        <w:rPr>
          <w:u w:val="single"/>
        </w:rPr>
        <w:t>Les contraintes matérielles</w:t>
      </w:r>
      <w:bookmarkEnd w:id="12"/>
      <w:r w:rsidRPr="00091DB0">
        <w:rPr>
          <w:u w:val="single"/>
        </w:rPr>
        <w:t xml:space="preserve">  </w:t>
      </w:r>
    </w:p>
    <w:p w:rsidR="00091DB0" w:rsidRDefault="00091DB0" w:rsidP="00BC4A6A"/>
    <w:p w:rsidR="00BC4A6A" w:rsidRDefault="00091DB0" w:rsidP="00091DB0">
      <w:pPr>
        <w:pStyle w:val="Paragraphedeliste"/>
        <w:numPr>
          <w:ilvl w:val="0"/>
          <w:numId w:val="20"/>
        </w:numPr>
        <w:jc w:val="left"/>
      </w:pPr>
      <w:r w:rsidRPr="00091DB0">
        <w:t>La solution devra fonctionner sur une ou plusieurs machines de type ordinateur portable.</w:t>
      </w:r>
    </w:p>
    <w:p w:rsidR="00091DB0" w:rsidRDefault="00091DB0" w:rsidP="00091DB0">
      <w:pPr>
        <w:jc w:val="left"/>
      </w:pPr>
    </w:p>
    <w:p w:rsidR="00091DB0" w:rsidRPr="00091DB0" w:rsidRDefault="00091DB0" w:rsidP="00091DB0">
      <w:pPr>
        <w:pStyle w:val="Titre2"/>
        <w:rPr>
          <w:u w:val="single"/>
        </w:rPr>
      </w:pPr>
      <w:bookmarkStart w:id="13" w:name="_Toc415665408"/>
      <w:r w:rsidRPr="00091DB0">
        <w:rPr>
          <w:u w:val="single"/>
        </w:rPr>
        <w:t>Les contraintes logicielles</w:t>
      </w:r>
      <w:bookmarkEnd w:id="13"/>
      <w:r w:rsidRPr="00091DB0">
        <w:rPr>
          <w:u w:val="single"/>
        </w:rPr>
        <w:t xml:space="preserve">  </w:t>
      </w:r>
    </w:p>
    <w:p w:rsidR="00091DB0" w:rsidRPr="00D60EB9" w:rsidRDefault="00091DB0" w:rsidP="00091DB0">
      <w:pPr>
        <w:pStyle w:val="Paragraphedeliste"/>
        <w:ind w:left="708"/>
        <w:jc w:val="left"/>
      </w:pPr>
    </w:p>
    <w:p w:rsidR="00F34FDB" w:rsidRDefault="00091DB0" w:rsidP="00091DB0">
      <w:pPr>
        <w:pStyle w:val="Paragraphedeliste"/>
        <w:numPr>
          <w:ilvl w:val="0"/>
          <w:numId w:val="23"/>
        </w:numPr>
        <w:ind w:left="360"/>
        <w:jc w:val="left"/>
      </w:pPr>
      <w:r w:rsidRPr="00D60EB9">
        <w:t xml:space="preserve">Les machines supportant la solution devront fonctionner sous le système d’exploitation Windows 7 (ou suivants) </w:t>
      </w:r>
      <w:r w:rsidR="001D5D79" w:rsidRPr="00D60EB9">
        <w:br/>
      </w:r>
    </w:p>
    <w:p w:rsidR="00091DB0" w:rsidRDefault="00091DB0" w:rsidP="00091DB0">
      <w:pPr>
        <w:pStyle w:val="Paragraphedeliste"/>
        <w:ind w:left="0"/>
        <w:jc w:val="left"/>
      </w:pPr>
    </w:p>
    <w:p w:rsidR="00091DB0" w:rsidRDefault="00091DB0" w:rsidP="00091DB0">
      <w:pPr>
        <w:pStyle w:val="Paragraphedeliste"/>
        <w:numPr>
          <w:ilvl w:val="0"/>
          <w:numId w:val="23"/>
        </w:numPr>
        <w:ind w:left="360"/>
        <w:jc w:val="left"/>
      </w:pPr>
      <w:r w:rsidRPr="00091DB0">
        <w:t>La solution pourra inclure des bibliothèques et des morceaux de codes non produit par les étudiants du groupe, à deux conditions. Premièrement, que la licence d’exploitation de ces bibliothèques soit bien identifiée et qu’elle n’entre pas en conflit avec les objectifs du projet. Deuxièmement, que la ou les dites bibliothèques aient été identifiées, étudier et comparées avec d’autres solutions lors des phases d’analyse et conception.</w:t>
      </w:r>
    </w:p>
    <w:p w:rsidR="00DC6CFD" w:rsidRDefault="00DC6CFD" w:rsidP="00DC6CFD">
      <w:pPr>
        <w:pStyle w:val="Paragraphedeliste"/>
        <w:ind w:left="360"/>
        <w:jc w:val="left"/>
      </w:pPr>
    </w:p>
    <w:p w:rsidR="00DC6CFD" w:rsidRPr="00DC6CFD" w:rsidRDefault="00DC6CFD" w:rsidP="00DC6CFD">
      <w:pPr>
        <w:pStyle w:val="Titre2"/>
        <w:rPr>
          <w:u w:val="single"/>
        </w:rPr>
      </w:pPr>
      <w:bookmarkStart w:id="14" w:name="_Toc415665409"/>
      <w:r w:rsidRPr="00DC6CFD">
        <w:rPr>
          <w:u w:val="single"/>
        </w:rPr>
        <w:t>Les contraintes externes</w:t>
      </w:r>
      <w:bookmarkEnd w:id="14"/>
      <w:r w:rsidRPr="00DC6CFD">
        <w:rPr>
          <w:u w:val="single"/>
        </w:rPr>
        <w:t xml:space="preserve">  </w:t>
      </w:r>
    </w:p>
    <w:p w:rsidR="00DC6CFD" w:rsidRDefault="00DC6CFD" w:rsidP="00DC6CFD">
      <w:pPr>
        <w:jc w:val="left"/>
      </w:pPr>
    </w:p>
    <w:p w:rsidR="00DC6CFD" w:rsidRDefault="00DC6CFD" w:rsidP="00DC6CFD">
      <w:pPr>
        <w:pStyle w:val="Paragraphedeliste"/>
        <w:numPr>
          <w:ilvl w:val="0"/>
          <w:numId w:val="24"/>
        </w:numPr>
        <w:ind w:left="360"/>
        <w:jc w:val="left"/>
      </w:pPr>
      <w:r w:rsidRPr="00DC6CFD">
        <w:t>Toutes les ressources (codes, images, sons, vidéos, …) utilisées dans la solution finale devront être clairement identifiées. On ne peut pas prendre comme on le souhaite une photo ou une icône directement sur internet. On prendra de préférence des ressources libre</w:t>
      </w:r>
      <w:r w:rsidR="0067620E">
        <w:t>s</w:t>
      </w:r>
      <w:r w:rsidRPr="00DC6CFD">
        <w:t xml:space="preserve"> de droit (mais on gardera quand même la trace de leur origine) ou n’ayant pas d’incidence sur une exploitation de la solution. Attention, de nombreuses ressources demandent à être référencées lors de leur utilisation. Il faudra alors que la solution logicielle mise en œuvre respecte ces conditions. </w:t>
      </w:r>
    </w:p>
    <w:p w:rsidR="00DC6CFD" w:rsidRDefault="00DC6CFD" w:rsidP="00DC6CFD">
      <w:pPr>
        <w:jc w:val="left"/>
      </w:pPr>
    </w:p>
    <w:p w:rsidR="00DC6CFD" w:rsidRDefault="00DC6CFD" w:rsidP="00DC6CFD">
      <w:pPr>
        <w:pStyle w:val="Paragraphedeliste"/>
        <w:numPr>
          <w:ilvl w:val="0"/>
          <w:numId w:val="24"/>
        </w:numPr>
        <w:ind w:left="360"/>
        <w:jc w:val="left"/>
        <w:sectPr w:rsidR="00DC6CFD" w:rsidSect="003C79EB">
          <w:pgSz w:w="11900" w:h="16840"/>
          <w:pgMar w:top="709" w:right="1417" w:bottom="1417" w:left="1417" w:header="708" w:footer="708" w:gutter="0"/>
          <w:cols w:space="708"/>
          <w:titlePg/>
          <w:docGrid w:linePitch="360"/>
        </w:sectPr>
      </w:pPr>
      <w:r w:rsidRPr="00DC6CFD">
        <w:t>Le projet étant fait dans le cadre de la formation de DUT, l’universitaire Nice Sophia Antipolis reste propriétaire du dit projet. Une valorisation de ce projet pourra cependant avoir lieu. Elle devra se faire en accord avec l’UNS et devra impliquer l’intégralité des membres du projet (responsable, encadrant ainsi que les étudiants ayant participés).</w:t>
      </w:r>
    </w:p>
    <w:p w:rsidR="00DD5F9A" w:rsidRPr="00DD5F9A" w:rsidRDefault="00AD11EE" w:rsidP="00DD5F9A">
      <w:pPr>
        <w:pStyle w:val="Titre1"/>
        <w:numPr>
          <w:ilvl w:val="0"/>
          <w:numId w:val="6"/>
        </w:numPr>
        <w:rPr>
          <w:rStyle w:val="Emphaseple"/>
          <w:i w:val="0"/>
          <w:iCs w:val="0"/>
          <w:color w:val="345A8A" w:themeColor="accent1" w:themeShade="B5"/>
        </w:rPr>
      </w:pPr>
      <w:bookmarkStart w:id="15" w:name="_Toc415665410"/>
      <w:r>
        <w:lastRenderedPageBreak/>
        <w:t>Mé</w:t>
      </w:r>
      <w:r w:rsidR="0029643C" w:rsidRPr="00AD11EE">
        <w:t>thodologie et Planification</w:t>
      </w:r>
      <w:bookmarkEnd w:id="15"/>
    </w:p>
    <w:p w:rsidR="00DD5F9A" w:rsidRDefault="00DD5F9A" w:rsidP="00DD5F9A">
      <w:pPr>
        <w:pStyle w:val="Titre2"/>
      </w:pPr>
    </w:p>
    <w:p w:rsidR="0035353C" w:rsidRDefault="00224BEA" w:rsidP="00DD5F9A">
      <w:pPr>
        <w:pStyle w:val="Titre2"/>
      </w:pPr>
      <w:bookmarkStart w:id="16" w:name="_Toc415665411"/>
      <w:r>
        <w:t>Stratégie Générale</w:t>
      </w:r>
      <w:bookmarkEnd w:id="16"/>
    </w:p>
    <w:p w:rsidR="00C74231" w:rsidRPr="00DD5F9A" w:rsidRDefault="00C74231" w:rsidP="00224BEA">
      <w:pPr>
        <w:rPr>
          <w:color w:val="000000" w:themeColor="text1"/>
        </w:rPr>
      </w:pPr>
    </w:p>
    <w:p w:rsidR="00224BEA" w:rsidRPr="00DD5F9A" w:rsidRDefault="00E748CB" w:rsidP="00224BEA">
      <w:pPr>
        <w:rPr>
          <w:rStyle w:val="Emphaseple"/>
          <w:color w:val="000000" w:themeColor="text1"/>
        </w:rPr>
      </w:pPr>
      <w:r w:rsidRPr="00DD5F9A">
        <w:rPr>
          <w:rStyle w:val="Emphaseple"/>
          <w:color w:val="000000" w:themeColor="text1"/>
        </w:rPr>
        <w:t>La stratégie générale mise en place est le modèle en V, qui est un modèle linéaire.</w:t>
      </w:r>
    </w:p>
    <w:p w:rsidR="00E748CB" w:rsidRDefault="00E748CB" w:rsidP="00224BEA">
      <w:pPr>
        <w:rPr>
          <w:rStyle w:val="Emphaseple"/>
        </w:rPr>
      </w:pPr>
    </w:p>
    <w:p w:rsidR="00E748CB" w:rsidRDefault="00E748CB" w:rsidP="00E748CB">
      <w:pPr>
        <w:jc w:val="center"/>
        <w:rPr>
          <w:b/>
          <w:sz w:val="32"/>
          <w:szCs w:val="32"/>
          <w:u w:val="single"/>
        </w:rPr>
      </w:pPr>
    </w:p>
    <w:p w:rsidR="00E748CB" w:rsidRDefault="00E85BD8" w:rsidP="00E748CB">
      <w:pPr>
        <w:jc w:val="center"/>
        <w:rPr>
          <w:b/>
          <w:sz w:val="32"/>
          <w:szCs w:val="32"/>
          <w:u w:val="single"/>
        </w:rPr>
      </w:pPr>
      <w:r w:rsidRPr="00E85BD8">
        <w:rPr>
          <w:noProof/>
          <w:lang w:eastAsia="zh-TW"/>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26" o:spid="_x0000_s1044" type="#_x0000_t13" style="position:absolute;left:0;text-align:left;margin-left:-93.2pt;margin-top:19.55pt;width:39.35pt;height:20.95pt;rotation:-2710902fd;z-index:251685888;visibility:visible;mso-position-horizontal:right;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" adj="15855" fillcolor="#4f81bd [3204]" strokecolor="#243f60 [1604]" strokeweight="1pt">
            <w10:wrap anchorx="margin"/>
          </v:shape>
        </w:pict>
      </w:r>
      <w:r w:rsidRPr="00E85BD8">
        <w:rPr>
          <w:noProof/>
          <w:lang w:eastAsia="zh-TW"/>
        </w:rPr>
        <w:pict>
          <v:shape id="Connecteur droit avec flèche 29" o:spid="_x0000_s1047" type="#_x0000_t32" style="position:absolute;left:0;text-align:left;margin-left:85.7pt;margin-top:67.35pt;width:268.7pt;height:3.6pt;z-index:25168896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" strokecolor="#4f81bd [3204]" strokeweight=".5pt">
            <v:stroke endarrow="block" joinstyle="miter"/>
            <w10:wrap anchorx="margin"/>
          </v:shape>
        </w:pict>
      </w:r>
      <w:r w:rsidRPr="00E85BD8">
        <w:rPr>
          <w:noProof/>
          <w:lang w:eastAsia="zh-TW"/>
        </w:rPr>
        <w:pict>
          <v:rect id="Rectangle 1" o:spid="_x0000_s1030" style="position:absolute;left:0;text-align:left;margin-left:0;margin-top:51.7pt;width:84.55pt;height:36.85pt;z-index:251671552;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" fillcolor="white [3201]" strokecolor="#f79646 [3209]" strokeweight="1pt">
            <v:textbox style="mso-next-textbox:#Rectangle 1">
              <w:txbxContent>
                <w:p w:rsidR="00C07685" w:rsidRDefault="00C07685" w:rsidP="00E748CB">
                  <w:pPr>
                    <w:jc w:val="center"/>
                  </w:pPr>
                  <w:r>
                    <w:t>Analyse des besoins</w:t>
                  </w:r>
                </w:p>
              </w:txbxContent>
            </v:textbox>
            <w10:wrap anchorx="margin"/>
          </v:rect>
        </w:pict>
      </w:r>
      <w:r w:rsidRPr="00E85BD8">
        <w:rPr>
          <w:noProof/>
          <w:lang w:eastAsia="zh-TW"/>
        </w:rPr>
        <w:pict>
          <v:shape id="Flèche droite 16" o:spid="_x0000_s1037" type="#_x0000_t13" style="position:absolute;left:0;text-align:left;margin-left:57.95pt;margin-top:97.2pt;width:39.35pt;height:20.95pt;rotation:2793434fd;z-index:251678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" adj="15855" fillcolor="#4f81bd [3204]" strokecolor="#243f60 [1604]" strokeweight="1pt"/>
        </w:pict>
      </w:r>
      <w:r w:rsidRPr="00E85BD8">
        <w:rPr>
          <w:noProof/>
          <w:lang w:eastAsia="zh-TW"/>
        </w:rPr>
        <w:pict>
          <v:shape id="Connecteur droit avec flèche 28" o:spid="_x0000_s1046" type="#_x0000_t32" style="position:absolute;left:0;text-align:left;margin-left:143.5pt;margin-top:138pt;width:159.9pt;height:3.6pt;z-index:251687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" strokecolor="#4f81bd [3204]" strokeweight=".5pt">
            <v:stroke endarrow="block" joinstyle="miter"/>
          </v:shape>
        </w:pict>
      </w:r>
      <w:r w:rsidRPr="00E85BD8">
        <w:rPr>
          <w:noProof/>
          <w:lang w:eastAsia="zh-TW"/>
        </w:rPr>
        <w:pict>
          <v:rect id="Rectangle 2" o:spid="_x0000_s1031" style="position:absolute;left:0;text-align:left;margin-left:56.6pt;margin-top:123.05pt;width:84.55pt;height:36.85pt;z-index:25167257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" fillcolor="white [3201]" strokecolor="#f79646 [3209]" strokeweight="1pt">
            <v:textbox style="mso-next-textbox:#Rectangle 2">
              <w:txbxContent>
                <w:p w:rsidR="00C07685" w:rsidRDefault="00C07685" w:rsidP="00E748CB">
                  <w:pPr>
                    <w:jc w:val="center"/>
                  </w:pPr>
                  <w:r>
                    <w:t>Conception globale</w:t>
                  </w:r>
                </w:p>
              </w:txbxContent>
            </v:textbox>
            <w10:wrap anchorx="margin"/>
          </v:rect>
        </w:pict>
      </w:r>
      <w:r w:rsidRPr="00E85BD8">
        <w:rPr>
          <w:noProof/>
          <w:lang w:eastAsia="zh-TW"/>
        </w:rPr>
        <w:pict>
          <v:rect id="Rectangle 5" o:spid="_x0000_s1034" style="position:absolute;left:0;text-align:left;margin-left:303.6pt;margin-top:125.55pt;width:84.55pt;height:36.85pt;z-index:2516756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" fillcolor="white [3201]" strokecolor="#f79646 [3209]" strokeweight="1pt">
            <v:textbox style="mso-next-textbox:#Rectangle 5">
              <w:txbxContent>
                <w:p w:rsidR="00C07685" w:rsidRDefault="00C07685" w:rsidP="00E748CB">
                  <w:pPr>
                    <w:jc w:val="center"/>
                  </w:pPr>
                  <w:r>
                    <w:t>Tests d’intégration</w:t>
                  </w:r>
                </w:p>
              </w:txbxContent>
            </v:textbox>
            <w10:wrap anchorx="margin"/>
          </v:rect>
        </w:pict>
      </w:r>
      <w:r w:rsidRPr="00E85BD8">
        <w:rPr>
          <w:noProof/>
          <w:lang w:eastAsia="zh-TW"/>
        </w:rPr>
        <w:pict>
          <v:shape id="Flèche droite 25" o:spid="_x0000_s1043" type="#_x0000_t13" style="position:absolute;left:0;text-align:left;margin-left:289.35pt;margin-top:169.15pt;width:39.35pt;height:20.95pt;rotation:-2710902fd;z-index:2516848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" adj="15855" fillcolor="#4f81bd [3204]" strokecolor="#243f60 [1604]" strokeweight="1pt"/>
        </w:pict>
      </w:r>
      <w:r w:rsidRPr="00E85BD8">
        <w:rPr>
          <w:noProof/>
          <w:lang w:eastAsia="zh-TW"/>
        </w:rPr>
        <w:pict>
          <v:shape id="Flèche droite 19" o:spid="_x0000_s1040" type="#_x0000_t13" style="position:absolute;left:0;text-align:left;margin-left:116.05pt;margin-top:167.45pt;width:39.35pt;height:20.95pt;rotation:2793434fd;z-index:2516817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" adj="15855" fillcolor="#4f81bd [3204]" strokecolor="#243f60 [1604]" strokeweight="1pt"/>
        </w:pict>
      </w:r>
      <w:r w:rsidRPr="00E85BD8">
        <w:rPr>
          <w:noProof/>
          <w:lang w:eastAsia="zh-TW"/>
        </w:rPr>
        <w:pict>
          <v:shape id="Connecteur droit avec flèche 27" o:spid="_x0000_s1045" type="#_x0000_t32" style="position:absolute;left:0;text-align:left;margin-left:197.05pt;margin-top:214.1pt;width:57.75pt;height:3.6pt;z-index:25168691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" strokecolor="#4f81bd [3204]" strokeweight=".5pt">
            <v:stroke endarrow="block" joinstyle="miter"/>
            <w10:wrap anchorx="margin"/>
          </v:shape>
        </w:pict>
      </w:r>
      <w:r w:rsidRPr="00E85BD8">
        <w:rPr>
          <w:noProof/>
          <w:lang w:eastAsia="zh-TW"/>
        </w:rPr>
        <w:pict>
          <v:rect id="Rectangle 3" o:spid="_x0000_s1032" style="position:absolute;left:0;text-align:left;margin-left:111.8pt;margin-top:192.1pt;width:84.55pt;height:36.85pt;z-index:25167360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" fillcolor="white [3201]" strokecolor="#f79646 [3209]" strokeweight="1pt">
            <v:textbox style="mso-next-textbox:#Rectangle 3">
              <w:txbxContent>
                <w:p w:rsidR="00C07685" w:rsidRDefault="00C07685" w:rsidP="00E748CB">
                  <w:pPr>
                    <w:jc w:val="center"/>
                  </w:pPr>
                  <w:r>
                    <w:t>Conception détaillé</w:t>
                  </w:r>
                </w:p>
              </w:txbxContent>
            </v:textbox>
            <w10:wrap anchorx="margin"/>
          </v:rect>
        </w:pict>
      </w:r>
      <w:r w:rsidRPr="00E85BD8">
        <w:rPr>
          <w:noProof/>
          <w:lang w:eastAsia="zh-TW"/>
        </w:rPr>
        <w:pict>
          <v:rect id="Rectangle 6" o:spid="_x0000_s1035" style="position:absolute;left:0;text-align:left;margin-left:255pt;margin-top:196.75pt;width:84.55pt;height:36.85pt;z-index:25167667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" fillcolor="white [3201]" strokecolor="#f79646 [3209]" strokeweight="1pt">
            <v:textbox style="mso-next-textbox:#Rectangle 6">
              <w:txbxContent>
                <w:p w:rsidR="00C07685" w:rsidRDefault="00C07685" w:rsidP="00E748CB">
                  <w:pPr>
                    <w:jc w:val="center"/>
                  </w:pPr>
                  <w:r>
                    <w:t>Tests unitaires</w:t>
                  </w:r>
                </w:p>
              </w:txbxContent>
            </v:textbox>
            <w10:wrap anchorx="margin"/>
          </v:rect>
        </w:pict>
      </w:r>
      <w:r w:rsidRPr="00E85BD8">
        <w:rPr>
          <w:noProof/>
          <w:lang w:eastAsia="zh-TW"/>
        </w:rPr>
        <w:pict>
          <v:shape id="Flèche droite 20" o:spid="_x0000_s1041" type="#_x0000_t13" style="position:absolute;left:0;text-align:left;margin-left:234.35pt;margin-top:239pt;width:39.35pt;height:20.95pt;rotation:-2710902fd;z-index:2516828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" adj="15855" fillcolor="#4f81bd [3204]" strokecolor="#243f60 [1604]" strokeweight="1pt"/>
        </w:pict>
      </w:r>
      <w:r w:rsidRPr="00E85BD8">
        <w:rPr>
          <w:noProof/>
          <w:lang w:eastAsia="zh-TW"/>
        </w:rPr>
        <w:pict>
          <v:shape id="Flèche droite 18" o:spid="_x0000_s1039" type="#_x0000_t13" style="position:absolute;left:0;text-align:left;margin-left:175pt;margin-top:238.7pt;width:39.35pt;height:20.95pt;rotation:2793434fd;z-index:2516807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" adj="15855" fillcolor="#4f81bd [3204]" strokecolor="#243f60 [1604]" strokeweight="1pt"/>
        </w:pict>
      </w:r>
    </w:p>
    <w:p w:rsidR="00E748CB" w:rsidRDefault="00E85BD8" w:rsidP="00E748CB">
      <w:pPr>
        <w:jc w:val="center"/>
        <w:rPr>
          <w:b/>
          <w:sz w:val="32"/>
          <w:szCs w:val="32"/>
          <w:u w:val="single"/>
        </w:rPr>
      </w:pPr>
      <w:r w:rsidRPr="00E85BD8">
        <w:rPr>
          <w:noProof/>
          <w:lang w:eastAsia="zh-TW"/>
        </w:rPr>
        <w:pict>
          <v:shape id="Flèche droite 17" o:spid="_x0000_s1038" type="#_x0000_t13" style="position:absolute;left:0;text-align:left;margin-left:-4.7pt;margin-top:5.35pt;width:39.35pt;height:20.95pt;rotation:2793434fd;z-index:251679744;visibility:visible;mso-position-horizont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" adj="15855" fillcolor="#4f81bd [3204]" strokecolor="#243f60 [1604]" strokeweight="1pt">
            <w10:wrap anchorx="margin"/>
          </v:shape>
        </w:pict>
      </w:r>
    </w:p>
    <w:p w:rsidR="00E748CB" w:rsidRPr="00E748CB" w:rsidRDefault="00E85BD8" w:rsidP="00E748CB">
      <w:pPr>
        <w:jc w:val="center"/>
        <w:rPr>
          <w:b/>
          <w:sz w:val="32"/>
          <w:szCs w:val="32"/>
          <w:u w:val="single"/>
        </w:rPr>
      </w:pPr>
      <w:r w:rsidRPr="00E85BD8">
        <w:rPr>
          <w:noProof/>
          <w:lang w:eastAsia="zh-TW"/>
        </w:rPr>
        <w:pict>
          <v:rect id="Rectangle 4" o:spid="_x0000_s1033" style="position:absolute;left:0;text-align:left;margin-left:355.7pt;margin-top:14.35pt;width:97.1pt;height:42.65pt;z-index:25167462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" fillcolor="white [3201]" strokecolor="#f79646 [3209]" strokeweight="1pt">
            <v:textbox style="mso-next-textbox:#Rectangle 4">
              <w:txbxContent>
                <w:p w:rsidR="00C07685" w:rsidRPr="00E748CB" w:rsidRDefault="00C07685" w:rsidP="00E748CB">
                  <w:pPr>
                    <w:jc w:val="center"/>
                    <w:rPr>
                      <w:sz w:val="22"/>
                      <w:szCs w:val="22"/>
                    </w:rPr>
                  </w:pPr>
                  <w:r w:rsidRPr="00E748CB">
                    <w:rPr>
                      <w:sz w:val="22"/>
                      <w:szCs w:val="22"/>
                    </w:rPr>
                    <w:t>Tests du système et d’acceptation</w:t>
                  </w:r>
                </w:p>
              </w:txbxContent>
            </v:textbox>
            <w10:wrap anchorx="margin"/>
          </v:rect>
        </w:pict>
      </w:r>
    </w:p>
    <w:p w:rsidR="00E748CB" w:rsidRPr="00606825" w:rsidRDefault="00E748CB" w:rsidP="00E748CB"/>
    <w:p w:rsidR="00E748CB" w:rsidRPr="00606825" w:rsidRDefault="00E748CB" w:rsidP="00E748CB"/>
    <w:p w:rsidR="00E748CB" w:rsidRPr="00606825" w:rsidRDefault="00E85BD8" w:rsidP="00E748CB">
      <w:r>
        <w:rPr>
          <w:noProof/>
          <w:lang w:eastAsia="zh-TW"/>
        </w:rPr>
        <w:pict>
          <v:shape id="Flèche droite 24" o:spid="_x0000_s1042" type="#_x0000_t13" style="position:absolute;left:0;text-align:left;margin-left:348.8pt;margin-top:12.75pt;width:39.35pt;height:20.95pt;rotation:-2710902fd;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" adj="15855" fillcolor="#4f81bd [3204]" strokecolor="#243f60 [1604]" strokeweight="1pt"/>
        </w:pict>
      </w:r>
    </w:p>
    <w:p w:rsidR="00E748CB" w:rsidRPr="00606825" w:rsidRDefault="00E748CB" w:rsidP="00E748CB"/>
    <w:p w:rsidR="00E748CB" w:rsidRPr="00476EB7" w:rsidRDefault="00E748CB" w:rsidP="00E748CB">
      <w:pPr>
        <w:rPr>
          <w:b/>
        </w:rPr>
      </w:pPr>
    </w:p>
    <w:p w:rsidR="00E748CB" w:rsidRPr="00606825" w:rsidRDefault="00E748CB" w:rsidP="00E748CB"/>
    <w:p w:rsidR="00E748CB" w:rsidRPr="00606825" w:rsidRDefault="00E748CB" w:rsidP="00E748CB"/>
    <w:p w:rsidR="00E748CB" w:rsidRPr="00606825" w:rsidRDefault="00E748CB" w:rsidP="00E748CB"/>
    <w:p w:rsidR="00E748CB" w:rsidRPr="00606825" w:rsidRDefault="00E748CB" w:rsidP="00E748CB"/>
    <w:p w:rsidR="00E748CB" w:rsidRPr="00606825" w:rsidRDefault="00E748CB" w:rsidP="00E748CB"/>
    <w:p w:rsidR="00E748CB" w:rsidRPr="00606825" w:rsidRDefault="00E748CB" w:rsidP="00E748CB"/>
    <w:p w:rsidR="00E748CB" w:rsidRDefault="00E748CB" w:rsidP="00224BEA">
      <w:pPr>
        <w:rPr>
          <w:rStyle w:val="Emphaseple"/>
        </w:rPr>
      </w:pPr>
    </w:p>
    <w:p w:rsidR="00E748CB" w:rsidRDefault="00E748CB" w:rsidP="00224BEA">
      <w:pPr>
        <w:rPr>
          <w:rStyle w:val="Emphaseple"/>
        </w:rPr>
      </w:pPr>
    </w:p>
    <w:p w:rsidR="00E748CB" w:rsidRDefault="00E748CB" w:rsidP="00224BEA">
      <w:pPr>
        <w:rPr>
          <w:rStyle w:val="Emphaseple"/>
        </w:rPr>
      </w:pPr>
    </w:p>
    <w:p w:rsidR="00E748CB" w:rsidRDefault="00E748CB" w:rsidP="00224BEA">
      <w:pPr>
        <w:rPr>
          <w:rStyle w:val="Emphaseple"/>
        </w:rPr>
      </w:pPr>
    </w:p>
    <w:p w:rsidR="00E748CB" w:rsidRDefault="00E85BD8" w:rsidP="00224BEA">
      <w:pPr>
        <w:rPr>
          <w:rStyle w:val="Emphaseple"/>
        </w:rPr>
      </w:pPr>
      <w:r w:rsidRPr="00E85BD8">
        <w:rPr>
          <w:noProof/>
          <w:lang w:eastAsia="zh-TW"/>
        </w:rPr>
        <w:pict>
          <v:rect id="Rectangle 7" o:spid="_x0000_s1036" style="position:absolute;left:0;text-align:left;margin-left:184.35pt;margin-top:1.1pt;width:84.55pt;height:36.8pt;z-index:251677696;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" fillcolor="white [3201]" strokecolor="#f79646 [3209]" strokeweight="1pt">
            <v:textbox style="mso-next-textbox:#Rectangle 7">
              <w:txbxContent>
                <w:p w:rsidR="00C07685" w:rsidRDefault="00C07685" w:rsidP="00E748CB">
                  <w:pPr>
                    <w:jc w:val="center"/>
                  </w:pPr>
                  <w:r>
                    <w:t>Codage</w:t>
                  </w:r>
                </w:p>
              </w:txbxContent>
            </v:textbox>
            <w10:wrap anchorx="margin"/>
          </v:rect>
        </w:pict>
      </w:r>
    </w:p>
    <w:p w:rsidR="00E748CB" w:rsidRDefault="00E748CB" w:rsidP="00224BEA">
      <w:pPr>
        <w:rPr>
          <w:rStyle w:val="Emphaseple"/>
        </w:rPr>
      </w:pPr>
    </w:p>
    <w:p w:rsidR="00DD5F9A" w:rsidRDefault="00DD5F9A" w:rsidP="00224BEA">
      <w:pPr>
        <w:rPr>
          <w:rStyle w:val="Emphaseple"/>
        </w:rPr>
      </w:pPr>
    </w:p>
    <w:p w:rsidR="00DD5F9A" w:rsidRDefault="00DD5F9A" w:rsidP="00224BEA">
      <w:pPr>
        <w:rPr>
          <w:rStyle w:val="Emphaseple"/>
        </w:rPr>
      </w:pPr>
    </w:p>
    <w:p w:rsidR="00DD5F9A" w:rsidRDefault="00DD5F9A" w:rsidP="00224BEA">
      <w:pPr>
        <w:rPr>
          <w:rStyle w:val="Emphaseple"/>
        </w:rPr>
      </w:pPr>
    </w:p>
    <w:p w:rsidR="00DD5F9A" w:rsidRDefault="00DD5F9A" w:rsidP="00224BEA">
      <w:pPr>
        <w:rPr>
          <w:rStyle w:val="Emphaseple"/>
        </w:rPr>
      </w:pPr>
    </w:p>
    <w:p w:rsidR="00DD5F9A" w:rsidRDefault="00DD5F9A" w:rsidP="00224BEA">
      <w:pPr>
        <w:rPr>
          <w:rStyle w:val="Emphaseple"/>
        </w:rPr>
      </w:pPr>
    </w:p>
    <w:p w:rsidR="00DD5F9A" w:rsidRDefault="00DD5F9A" w:rsidP="00224BEA">
      <w:pPr>
        <w:rPr>
          <w:rStyle w:val="Emphaseple"/>
        </w:rPr>
      </w:pPr>
    </w:p>
    <w:p w:rsidR="00DD5F9A" w:rsidRDefault="00DD5F9A" w:rsidP="00224BEA">
      <w:pPr>
        <w:rPr>
          <w:rStyle w:val="Emphaseple"/>
        </w:rPr>
      </w:pPr>
    </w:p>
    <w:p w:rsidR="00DD5F9A" w:rsidRDefault="00DD5F9A" w:rsidP="00224BEA">
      <w:pPr>
        <w:rPr>
          <w:rStyle w:val="Emphaseple"/>
        </w:rPr>
      </w:pPr>
    </w:p>
    <w:p w:rsidR="00DD5F9A" w:rsidRDefault="00DD5F9A" w:rsidP="00224BEA">
      <w:pPr>
        <w:rPr>
          <w:rStyle w:val="Emphaseple"/>
        </w:rPr>
      </w:pPr>
    </w:p>
    <w:p w:rsidR="00DD5F9A" w:rsidRDefault="00DD5F9A" w:rsidP="00224BEA">
      <w:pPr>
        <w:rPr>
          <w:rStyle w:val="Emphaseple"/>
        </w:rPr>
      </w:pPr>
    </w:p>
    <w:p w:rsidR="00DD5F9A" w:rsidRDefault="00DD5F9A" w:rsidP="00224BEA">
      <w:pPr>
        <w:rPr>
          <w:rStyle w:val="Emphaseple"/>
        </w:rPr>
      </w:pPr>
    </w:p>
    <w:p w:rsidR="00DD5F9A" w:rsidRDefault="00DD5F9A" w:rsidP="00224BEA">
      <w:pPr>
        <w:rPr>
          <w:rStyle w:val="Emphaseple"/>
        </w:rPr>
      </w:pPr>
    </w:p>
    <w:p w:rsidR="00DD5F9A" w:rsidRDefault="00DD5F9A" w:rsidP="00224BEA">
      <w:pPr>
        <w:rPr>
          <w:rStyle w:val="Emphaseple"/>
        </w:rPr>
      </w:pPr>
    </w:p>
    <w:p w:rsidR="00DD5F9A" w:rsidRDefault="00DD5F9A" w:rsidP="00224BEA">
      <w:pPr>
        <w:rPr>
          <w:rStyle w:val="Emphaseple"/>
        </w:rPr>
      </w:pPr>
    </w:p>
    <w:p w:rsidR="00DD5F9A" w:rsidRDefault="00DD5F9A" w:rsidP="00224BEA">
      <w:pPr>
        <w:rPr>
          <w:rStyle w:val="Emphaseple"/>
        </w:rPr>
      </w:pPr>
    </w:p>
    <w:p w:rsidR="00E748CB" w:rsidRPr="00C74231" w:rsidRDefault="00E748CB" w:rsidP="00224BEA">
      <w:pPr>
        <w:rPr>
          <w:rStyle w:val="Emphaseple"/>
        </w:rPr>
      </w:pPr>
    </w:p>
    <w:p w:rsidR="00224BEA" w:rsidRDefault="00224BEA" w:rsidP="00224BEA">
      <w:pPr>
        <w:pStyle w:val="Titre2"/>
      </w:pPr>
      <w:bookmarkStart w:id="17" w:name="_Toc415665412"/>
      <w:r>
        <w:lastRenderedPageBreak/>
        <w:t>Découpage en lots</w:t>
      </w:r>
      <w:bookmarkEnd w:id="17"/>
      <w:r w:rsidR="00C74231">
        <w:t xml:space="preserve"> </w:t>
      </w:r>
    </w:p>
    <w:p w:rsidR="00B04686" w:rsidRDefault="00B04686" w:rsidP="003A29F2">
      <w:pPr>
        <w:pStyle w:val="Lgende"/>
        <w:keepNext/>
      </w:pPr>
    </w:p>
    <w:p w:rsidR="00B04686" w:rsidRPr="00B04686" w:rsidRDefault="003A29F2" w:rsidP="00265DA3">
      <w:pPr>
        <w:pStyle w:val="Lgende"/>
        <w:keepNext/>
      </w:pPr>
      <w:r>
        <w:t xml:space="preserve">Tableau </w:t>
      </w:r>
      <w:r w:rsidR="00E85BD8">
        <w:fldChar w:fldCharType="begin"/>
      </w:r>
      <w:r>
        <w:instrText xml:space="preserve"> SEQ Tableau \* ARABIC </w:instrText>
      </w:r>
      <w:r w:rsidR="00E85BD8">
        <w:fldChar w:fldCharType="separate"/>
      </w:r>
      <w:r w:rsidR="00E92E79">
        <w:rPr>
          <w:noProof/>
        </w:rPr>
        <w:t>1</w:t>
      </w:r>
      <w:r w:rsidR="00E85BD8">
        <w:fldChar w:fldCharType="end"/>
      </w:r>
      <w:r>
        <w:t xml:space="preserve"> - Liste des Lots</w:t>
      </w:r>
    </w:p>
    <w:tbl>
      <w:tblPr>
        <w:tblStyle w:val="Trameclaire-Accent11"/>
        <w:tblW w:w="5421" w:type="pct"/>
        <w:tblInd w:w="-318" w:type="dxa"/>
        <w:tblLayout w:type="fixed"/>
        <w:tblLook w:val="04A0"/>
      </w:tblPr>
      <w:tblGrid>
        <w:gridCol w:w="567"/>
        <w:gridCol w:w="3402"/>
        <w:gridCol w:w="286"/>
        <w:gridCol w:w="568"/>
        <w:gridCol w:w="2124"/>
        <w:gridCol w:w="992"/>
        <w:gridCol w:w="1135"/>
        <w:gridCol w:w="990"/>
      </w:tblGrid>
      <w:tr w:rsidR="00961FD5" w:rsidTr="00961FD5">
        <w:trPr>
          <w:cnfStyle w:val="100000000000"/>
        </w:trPr>
        <w:tc>
          <w:tcPr>
            <w:cnfStyle w:val="001000000000"/>
            <w:tcW w:w="282" w:type="pct"/>
          </w:tcPr>
          <w:p w:rsidR="002243A7" w:rsidRDefault="002243A7" w:rsidP="00224BEA">
            <w:r>
              <w:t>#</w:t>
            </w:r>
          </w:p>
        </w:tc>
        <w:tc>
          <w:tcPr>
            <w:tcW w:w="1690" w:type="pct"/>
          </w:tcPr>
          <w:p w:rsidR="002243A7" w:rsidRDefault="002243A7" w:rsidP="00224BEA">
            <w:pPr>
              <w:cnfStyle w:val="100000000000"/>
            </w:pPr>
            <w:r>
              <w:t xml:space="preserve">Titre du lot       </w:t>
            </w:r>
          </w:p>
        </w:tc>
        <w:tc>
          <w:tcPr>
            <w:tcW w:w="142" w:type="pct"/>
          </w:tcPr>
          <w:p w:rsidR="002243A7" w:rsidRPr="00C77E55" w:rsidRDefault="002243A7" w:rsidP="00224BEA">
            <w:pPr>
              <w:cnfStyle w:val="100000000000"/>
            </w:pPr>
          </w:p>
        </w:tc>
        <w:tc>
          <w:tcPr>
            <w:tcW w:w="1337" w:type="pct"/>
            <w:gridSpan w:val="2"/>
          </w:tcPr>
          <w:p w:rsidR="002243A7" w:rsidRPr="00C77E55" w:rsidRDefault="002243A7" w:rsidP="00C77E55">
            <w:pPr>
              <w:jc w:val="center"/>
              <w:cnfStyle w:val="100000000000"/>
            </w:pPr>
            <w:r w:rsidRPr="00C77E55">
              <w:t>Leader</w:t>
            </w:r>
          </w:p>
        </w:tc>
        <w:tc>
          <w:tcPr>
            <w:tcW w:w="493" w:type="pct"/>
          </w:tcPr>
          <w:p w:rsidR="002243A7" w:rsidRDefault="002243A7" w:rsidP="00224BEA">
            <w:pPr>
              <w:cnfStyle w:val="100000000000"/>
            </w:pPr>
            <w:r>
              <w:t>Budget</w:t>
            </w:r>
          </w:p>
        </w:tc>
        <w:tc>
          <w:tcPr>
            <w:tcW w:w="564" w:type="pct"/>
          </w:tcPr>
          <w:p w:rsidR="002243A7" w:rsidRDefault="002243A7" w:rsidP="00224BEA">
            <w:pPr>
              <w:cnfStyle w:val="100000000000"/>
            </w:pPr>
            <w:r>
              <w:t>Début</w:t>
            </w:r>
          </w:p>
        </w:tc>
        <w:tc>
          <w:tcPr>
            <w:tcW w:w="492" w:type="pct"/>
          </w:tcPr>
          <w:p w:rsidR="002243A7" w:rsidRDefault="002243A7" w:rsidP="00224BEA">
            <w:pPr>
              <w:cnfStyle w:val="100000000000"/>
            </w:pPr>
            <w:r>
              <w:t>Fin</w:t>
            </w:r>
          </w:p>
        </w:tc>
      </w:tr>
      <w:tr w:rsidR="00C77E55" w:rsidTr="00961FD5">
        <w:trPr>
          <w:cnfStyle w:val="000000100000"/>
        </w:trPr>
        <w:tc>
          <w:tcPr>
            <w:cnfStyle w:val="001000000000"/>
            <w:tcW w:w="282" w:type="pct"/>
          </w:tcPr>
          <w:p w:rsidR="002243A7" w:rsidRDefault="00C3061C" w:rsidP="007139F6">
            <w:r>
              <w:t>L</w:t>
            </w:r>
            <w:r w:rsidR="007139F6">
              <w:t>0</w:t>
            </w:r>
          </w:p>
        </w:tc>
        <w:tc>
          <w:tcPr>
            <w:tcW w:w="1690" w:type="pct"/>
          </w:tcPr>
          <w:p w:rsidR="002243A7" w:rsidRDefault="007139F6" w:rsidP="00224BEA">
            <w:pPr>
              <w:cnfStyle w:val="000000100000"/>
            </w:pPr>
            <w:r>
              <w:t>Coordination et gestion de projet</w:t>
            </w:r>
          </w:p>
        </w:tc>
        <w:tc>
          <w:tcPr>
            <w:tcW w:w="424" w:type="pct"/>
            <w:gridSpan w:val="2"/>
          </w:tcPr>
          <w:p w:rsidR="002243A7" w:rsidRDefault="002243A7" w:rsidP="00224BEA">
            <w:pPr>
              <w:cnfStyle w:val="000000100000"/>
            </w:pPr>
          </w:p>
        </w:tc>
        <w:tc>
          <w:tcPr>
            <w:tcW w:w="1055" w:type="pct"/>
          </w:tcPr>
          <w:p w:rsidR="002243A7" w:rsidRDefault="00C77E55" w:rsidP="00C77E55">
            <w:pPr>
              <w:jc w:val="left"/>
              <w:cnfStyle w:val="000000100000"/>
            </w:pPr>
            <w:proofErr w:type="spellStart"/>
            <w:r>
              <w:t>Attard</w:t>
            </w:r>
            <w:proofErr w:type="spellEnd"/>
            <w:r>
              <w:t xml:space="preserve"> Julien</w:t>
            </w:r>
          </w:p>
        </w:tc>
        <w:tc>
          <w:tcPr>
            <w:tcW w:w="493" w:type="pct"/>
          </w:tcPr>
          <w:p w:rsidR="002243A7" w:rsidRDefault="00757910" w:rsidP="00224BEA">
            <w:pPr>
              <w:cnfStyle w:val="000000100000"/>
            </w:pPr>
            <w:r>
              <w:t>200</w:t>
            </w:r>
          </w:p>
        </w:tc>
        <w:tc>
          <w:tcPr>
            <w:tcW w:w="564" w:type="pct"/>
          </w:tcPr>
          <w:p w:rsidR="002243A7" w:rsidRDefault="00961FD5" w:rsidP="00224BEA">
            <w:pPr>
              <w:cnfStyle w:val="000000100000"/>
            </w:pPr>
            <w:r>
              <w:t xml:space="preserve"> </w:t>
            </w:r>
            <w:r w:rsidR="00C77E55">
              <w:t>26/01</w:t>
            </w:r>
          </w:p>
        </w:tc>
        <w:tc>
          <w:tcPr>
            <w:tcW w:w="492" w:type="pct"/>
          </w:tcPr>
          <w:p w:rsidR="002243A7" w:rsidRDefault="00961FD5" w:rsidP="00224BEA">
            <w:pPr>
              <w:cnfStyle w:val="000000100000"/>
            </w:pPr>
            <w:r>
              <w:t>18/</w:t>
            </w:r>
            <w:r w:rsidR="004451F7">
              <w:t>12</w:t>
            </w:r>
          </w:p>
        </w:tc>
      </w:tr>
      <w:tr w:rsidR="00C77E55" w:rsidTr="00961FD5">
        <w:tc>
          <w:tcPr>
            <w:cnfStyle w:val="001000000000"/>
            <w:tcW w:w="282" w:type="pct"/>
          </w:tcPr>
          <w:p w:rsidR="007139F6" w:rsidRDefault="007139F6" w:rsidP="007427D1">
            <w:r>
              <w:t>L1</w:t>
            </w:r>
          </w:p>
        </w:tc>
        <w:tc>
          <w:tcPr>
            <w:tcW w:w="1690" w:type="pct"/>
          </w:tcPr>
          <w:p w:rsidR="007139F6" w:rsidRDefault="00C77E55" w:rsidP="007427D1">
            <w:pPr>
              <w:cnfStyle w:val="000000000000"/>
            </w:pPr>
            <w:r>
              <w:t>Analyse et conception globale</w:t>
            </w:r>
          </w:p>
        </w:tc>
        <w:tc>
          <w:tcPr>
            <w:tcW w:w="424" w:type="pct"/>
            <w:gridSpan w:val="2"/>
          </w:tcPr>
          <w:p w:rsidR="007139F6" w:rsidRDefault="007139F6" w:rsidP="007427D1">
            <w:pPr>
              <w:cnfStyle w:val="000000000000"/>
            </w:pPr>
          </w:p>
        </w:tc>
        <w:tc>
          <w:tcPr>
            <w:tcW w:w="1055" w:type="pct"/>
          </w:tcPr>
          <w:p w:rsidR="007139F6" w:rsidRDefault="00C77E55" w:rsidP="00C77E55">
            <w:pPr>
              <w:jc w:val="left"/>
              <w:cnfStyle w:val="000000000000"/>
            </w:pPr>
            <w:proofErr w:type="spellStart"/>
            <w:r>
              <w:t>Attard</w:t>
            </w:r>
            <w:proofErr w:type="spellEnd"/>
            <w:r>
              <w:t xml:space="preserve"> Julien</w:t>
            </w:r>
          </w:p>
        </w:tc>
        <w:tc>
          <w:tcPr>
            <w:tcW w:w="493" w:type="pct"/>
          </w:tcPr>
          <w:p w:rsidR="007139F6" w:rsidRDefault="00757910" w:rsidP="007427D1">
            <w:pPr>
              <w:cnfStyle w:val="000000000000"/>
            </w:pPr>
            <w:r>
              <w:t>18</w:t>
            </w:r>
            <w:r w:rsidR="00B950D1">
              <w:t>0</w:t>
            </w:r>
          </w:p>
        </w:tc>
        <w:tc>
          <w:tcPr>
            <w:tcW w:w="564" w:type="pct"/>
          </w:tcPr>
          <w:p w:rsidR="007139F6" w:rsidRDefault="00961FD5" w:rsidP="007427D1">
            <w:pPr>
              <w:cnfStyle w:val="000000000000"/>
            </w:pPr>
            <w:r>
              <w:t xml:space="preserve"> 26/01</w:t>
            </w:r>
          </w:p>
        </w:tc>
        <w:tc>
          <w:tcPr>
            <w:tcW w:w="492" w:type="pct"/>
          </w:tcPr>
          <w:p w:rsidR="007139F6" w:rsidRDefault="00961FD5" w:rsidP="007427D1">
            <w:pPr>
              <w:cnfStyle w:val="000000000000"/>
            </w:pPr>
            <w:r>
              <w:t>25/03</w:t>
            </w:r>
          </w:p>
        </w:tc>
      </w:tr>
      <w:tr w:rsidR="00C77E55" w:rsidTr="00961FD5">
        <w:trPr>
          <w:cnfStyle w:val="000000100000"/>
        </w:trPr>
        <w:tc>
          <w:tcPr>
            <w:cnfStyle w:val="001000000000"/>
            <w:tcW w:w="282" w:type="pct"/>
          </w:tcPr>
          <w:p w:rsidR="002243A7" w:rsidRDefault="00C77E55" w:rsidP="00224BEA">
            <w:r>
              <w:t>L2</w:t>
            </w:r>
          </w:p>
        </w:tc>
        <w:tc>
          <w:tcPr>
            <w:tcW w:w="1690" w:type="pct"/>
          </w:tcPr>
          <w:p w:rsidR="002243A7" w:rsidRDefault="007B54F2" w:rsidP="00224BEA">
            <w:pPr>
              <w:cnfStyle w:val="000000100000"/>
            </w:pPr>
            <w:r>
              <w:t>Gestion des exercices</w:t>
            </w:r>
          </w:p>
        </w:tc>
        <w:tc>
          <w:tcPr>
            <w:tcW w:w="424" w:type="pct"/>
            <w:gridSpan w:val="2"/>
          </w:tcPr>
          <w:p w:rsidR="002243A7" w:rsidRDefault="002243A7" w:rsidP="00224BEA">
            <w:pPr>
              <w:cnfStyle w:val="000000100000"/>
            </w:pPr>
          </w:p>
        </w:tc>
        <w:tc>
          <w:tcPr>
            <w:tcW w:w="1055" w:type="pct"/>
          </w:tcPr>
          <w:p w:rsidR="002243A7" w:rsidRDefault="007B54F2" w:rsidP="00224BEA">
            <w:pPr>
              <w:cnfStyle w:val="000000100000"/>
            </w:pPr>
            <w:proofErr w:type="spellStart"/>
            <w:r>
              <w:t>Castet</w:t>
            </w:r>
            <w:proofErr w:type="spellEnd"/>
            <w:r>
              <w:t xml:space="preserve"> Ulysse</w:t>
            </w:r>
          </w:p>
        </w:tc>
        <w:tc>
          <w:tcPr>
            <w:tcW w:w="493" w:type="pct"/>
          </w:tcPr>
          <w:p w:rsidR="002243A7" w:rsidRDefault="00757910" w:rsidP="00224BEA">
            <w:pPr>
              <w:cnfStyle w:val="000000100000"/>
            </w:pPr>
            <w:r>
              <w:t>64</w:t>
            </w:r>
            <w:r w:rsidR="00EC066E">
              <w:t>0</w:t>
            </w:r>
          </w:p>
        </w:tc>
        <w:tc>
          <w:tcPr>
            <w:tcW w:w="564" w:type="pct"/>
          </w:tcPr>
          <w:p w:rsidR="002243A7" w:rsidRDefault="00961FD5" w:rsidP="00224BEA">
            <w:pPr>
              <w:cnfStyle w:val="000000100000"/>
            </w:pPr>
            <w:r>
              <w:t xml:space="preserve"> 25/03</w:t>
            </w:r>
          </w:p>
        </w:tc>
        <w:tc>
          <w:tcPr>
            <w:tcW w:w="492" w:type="pct"/>
          </w:tcPr>
          <w:p w:rsidR="002243A7" w:rsidRDefault="003E58D8" w:rsidP="00224BEA">
            <w:pPr>
              <w:cnfStyle w:val="000000100000"/>
            </w:pPr>
            <w:r>
              <w:t>31</w:t>
            </w:r>
            <w:r w:rsidR="00961FD5">
              <w:t>/</w:t>
            </w:r>
            <w:r>
              <w:t>10</w:t>
            </w:r>
          </w:p>
        </w:tc>
      </w:tr>
      <w:tr w:rsidR="00C77E55" w:rsidTr="00961FD5">
        <w:tc>
          <w:tcPr>
            <w:cnfStyle w:val="001000000000"/>
            <w:tcW w:w="282" w:type="pct"/>
          </w:tcPr>
          <w:p w:rsidR="00C77E55" w:rsidRDefault="00C77E55" w:rsidP="00224BEA">
            <w:r>
              <w:t>L3</w:t>
            </w:r>
          </w:p>
        </w:tc>
        <w:tc>
          <w:tcPr>
            <w:tcW w:w="1690" w:type="pct"/>
          </w:tcPr>
          <w:p w:rsidR="00C77E55" w:rsidRDefault="007B54F2" w:rsidP="00224BEA">
            <w:pPr>
              <w:cnfStyle w:val="000000000000"/>
            </w:pPr>
            <w:r>
              <w:t>Interface Homme-Machine</w:t>
            </w:r>
          </w:p>
        </w:tc>
        <w:tc>
          <w:tcPr>
            <w:tcW w:w="424" w:type="pct"/>
            <w:gridSpan w:val="2"/>
          </w:tcPr>
          <w:p w:rsidR="00C77E55" w:rsidRDefault="00C77E55" w:rsidP="00224BEA">
            <w:pPr>
              <w:cnfStyle w:val="000000000000"/>
            </w:pPr>
          </w:p>
        </w:tc>
        <w:tc>
          <w:tcPr>
            <w:tcW w:w="1055" w:type="pct"/>
          </w:tcPr>
          <w:p w:rsidR="00C77E55" w:rsidRDefault="007B54F2" w:rsidP="00224BEA">
            <w:pPr>
              <w:cnfStyle w:val="000000000000"/>
            </w:pPr>
            <w:proofErr w:type="spellStart"/>
            <w:r>
              <w:t>Landolsi</w:t>
            </w:r>
            <w:proofErr w:type="spellEnd"/>
            <w:r>
              <w:t xml:space="preserve"> Yanis</w:t>
            </w:r>
          </w:p>
        </w:tc>
        <w:tc>
          <w:tcPr>
            <w:tcW w:w="493" w:type="pct"/>
          </w:tcPr>
          <w:p w:rsidR="00C77E55" w:rsidRDefault="00EC066E" w:rsidP="00224BEA">
            <w:pPr>
              <w:cnfStyle w:val="000000000000"/>
            </w:pPr>
            <w:r>
              <w:t>6</w:t>
            </w:r>
            <w:r w:rsidR="00757910">
              <w:t>4</w:t>
            </w:r>
            <w:r w:rsidR="007C625B">
              <w:t>0</w:t>
            </w:r>
          </w:p>
        </w:tc>
        <w:tc>
          <w:tcPr>
            <w:tcW w:w="564" w:type="pct"/>
          </w:tcPr>
          <w:p w:rsidR="00C77E55" w:rsidRDefault="00961FD5" w:rsidP="00224BEA">
            <w:pPr>
              <w:cnfStyle w:val="000000000000"/>
            </w:pPr>
            <w:r>
              <w:t xml:space="preserve"> 25/03</w:t>
            </w:r>
          </w:p>
        </w:tc>
        <w:tc>
          <w:tcPr>
            <w:tcW w:w="492" w:type="pct"/>
          </w:tcPr>
          <w:p w:rsidR="00C77E55" w:rsidRDefault="003E58D8" w:rsidP="00224BEA">
            <w:pPr>
              <w:cnfStyle w:val="000000000000"/>
            </w:pPr>
            <w:r>
              <w:t>31</w:t>
            </w:r>
            <w:r w:rsidR="00961FD5">
              <w:t>/</w:t>
            </w:r>
            <w:r>
              <w:t>10</w:t>
            </w:r>
          </w:p>
        </w:tc>
      </w:tr>
      <w:tr w:rsidR="00C77E55" w:rsidTr="00961FD5">
        <w:trPr>
          <w:cnfStyle w:val="000000100000"/>
        </w:trPr>
        <w:tc>
          <w:tcPr>
            <w:cnfStyle w:val="001000000000"/>
            <w:tcW w:w="282" w:type="pct"/>
          </w:tcPr>
          <w:p w:rsidR="00C77E55" w:rsidRDefault="00C77E55" w:rsidP="00224BEA">
            <w:r>
              <w:t>L4</w:t>
            </w:r>
          </w:p>
        </w:tc>
        <w:tc>
          <w:tcPr>
            <w:tcW w:w="1690" w:type="pct"/>
          </w:tcPr>
          <w:p w:rsidR="00C77E55" w:rsidRDefault="007B54F2" w:rsidP="00224BEA">
            <w:pPr>
              <w:cnfStyle w:val="000000100000"/>
            </w:pPr>
            <w:r>
              <w:t>Projection</w:t>
            </w:r>
          </w:p>
        </w:tc>
        <w:tc>
          <w:tcPr>
            <w:tcW w:w="424" w:type="pct"/>
            <w:gridSpan w:val="2"/>
          </w:tcPr>
          <w:p w:rsidR="00C77E55" w:rsidRDefault="00C77E55" w:rsidP="00224BEA">
            <w:pPr>
              <w:cnfStyle w:val="000000100000"/>
            </w:pPr>
          </w:p>
        </w:tc>
        <w:tc>
          <w:tcPr>
            <w:tcW w:w="1055" w:type="pct"/>
          </w:tcPr>
          <w:p w:rsidR="00C77E55" w:rsidRDefault="007B54F2" w:rsidP="00224BEA">
            <w:pPr>
              <w:cnfStyle w:val="000000100000"/>
            </w:pPr>
            <w:proofErr w:type="spellStart"/>
            <w:r>
              <w:t>Monrolin</w:t>
            </w:r>
            <w:proofErr w:type="spellEnd"/>
            <w:r>
              <w:t xml:space="preserve"> Guillaume</w:t>
            </w:r>
          </w:p>
        </w:tc>
        <w:tc>
          <w:tcPr>
            <w:tcW w:w="493" w:type="pct"/>
          </w:tcPr>
          <w:p w:rsidR="00C77E55" w:rsidRDefault="00EC066E" w:rsidP="00224BEA">
            <w:pPr>
              <w:cnfStyle w:val="000000100000"/>
            </w:pPr>
            <w:r>
              <w:t>6</w:t>
            </w:r>
            <w:r w:rsidR="00757910">
              <w:t>4</w:t>
            </w:r>
            <w:r w:rsidR="007C625B">
              <w:t>0</w:t>
            </w:r>
          </w:p>
        </w:tc>
        <w:tc>
          <w:tcPr>
            <w:tcW w:w="564" w:type="pct"/>
          </w:tcPr>
          <w:p w:rsidR="00C77E55" w:rsidRDefault="00961FD5" w:rsidP="00224BEA">
            <w:pPr>
              <w:cnfStyle w:val="000000100000"/>
            </w:pPr>
            <w:r>
              <w:t xml:space="preserve"> 25/03</w:t>
            </w:r>
          </w:p>
        </w:tc>
        <w:tc>
          <w:tcPr>
            <w:tcW w:w="492" w:type="pct"/>
          </w:tcPr>
          <w:p w:rsidR="00C77E55" w:rsidRDefault="003E58D8" w:rsidP="00224BEA">
            <w:pPr>
              <w:cnfStyle w:val="000000100000"/>
            </w:pPr>
            <w:r>
              <w:t>31/10</w:t>
            </w:r>
          </w:p>
        </w:tc>
      </w:tr>
      <w:tr w:rsidR="00C77E55" w:rsidTr="00961FD5">
        <w:tc>
          <w:tcPr>
            <w:cnfStyle w:val="001000000000"/>
            <w:tcW w:w="282" w:type="pct"/>
          </w:tcPr>
          <w:p w:rsidR="00C77E55" w:rsidRDefault="00C77E55" w:rsidP="00224BEA">
            <w:r>
              <w:t>L5</w:t>
            </w:r>
          </w:p>
        </w:tc>
        <w:tc>
          <w:tcPr>
            <w:tcW w:w="1690" w:type="pct"/>
          </w:tcPr>
          <w:p w:rsidR="00C77E55" w:rsidRDefault="007B54F2" w:rsidP="00224BEA">
            <w:pPr>
              <w:cnfStyle w:val="000000000000"/>
            </w:pPr>
            <w:r>
              <w:t>Vocalisation - Enonciation</w:t>
            </w:r>
          </w:p>
        </w:tc>
        <w:tc>
          <w:tcPr>
            <w:tcW w:w="424" w:type="pct"/>
            <w:gridSpan w:val="2"/>
          </w:tcPr>
          <w:p w:rsidR="00C77E55" w:rsidRDefault="00C77E55" w:rsidP="00224BEA">
            <w:pPr>
              <w:cnfStyle w:val="000000000000"/>
            </w:pPr>
          </w:p>
        </w:tc>
        <w:tc>
          <w:tcPr>
            <w:tcW w:w="1055" w:type="pct"/>
          </w:tcPr>
          <w:p w:rsidR="00C77E55" w:rsidRDefault="007B54F2" w:rsidP="00224BEA">
            <w:pPr>
              <w:cnfStyle w:val="000000000000"/>
            </w:pPr>
            <w:proofErr w:type="spellStart"/>
            <w:r>
              <w:t>Benarroche</w:t>
            </w:r>
            <w:proofErr w:type="spellEnd"/>
            <w:r>
              <w:t xml:space="preserve"> Marion</w:t>
            </w:r>
          </w:p>
        </w:tc>
        <w:tc>
          <w:tcPr>
            <w:tcW w:w="493" w:type="pct"/>
          </w:tcPr>
          <w:p w:rsidR="00C77E55" w:rsidRDefault="00EC066E" w:rsidP="00224BEA">
            <w:pPr>
              <w:cnfStyle w:val="000000000000"/>
            </w:pPr>
            <w:r>
              <w:t>6</w:t>
            </w:r>
            <w:r w:rsidR="00757910">
              <w:t>4</w:t>
            </w:r>
            <w:r w:rsidR="007C625B">
              <w:t>0</w:t>
            </w:r>
          </w:p>
        </w:tc>
        <w:tc>
          <w:tcPr>
            <w:tcW w:w="564" w:type="pct"/>
          </w:tcPr>
          <w:p w:rsidR="00C77E55" w:rsidRDefault="00961FD5" w:rsidP="00224BEA">
            <w:pPr>
              <w:cnfStyle w:val="000000000000"/>
            </w:pPr>
            <w:r>
              <w:t xml:space="preserve"> 25/03</w:t>
            </w:r>
          </w:p>
        </w:tc>
        <w:tc>
          <w:tcPr>
            <w:tcW w:w="492" w:type="pct"/>
          </w:tcPr>
          <w:p w:rsidR="00C77E55" w:rsidRDefault="003E58D8" w:rsidP="00224BEA">
            <w:pPr>
              <w:cnfStyle w:val="000000000000"/>
            </w:pPr>
            <w:r>
              <w:t>31/10</w:t>
            </w:r>
          </w:p>
        </w:tc>
      </w:tr>
      <w:tr w:rsidR="00C77E55" w:rsidTr="00961FD5">
        <w:trPr>
          <w:cnfStyle w:val="000000100000"/>
        </w:trPr>
        <w:tc>
          <w:tcPr>
            <w:cnfStyle w:val="001000000000"/>
            <w:tcW w:w="282" w:type="pct"/>
          </w:tcPr>
          <w:p w:rsidR="00C77E55" w:rsidRDefault="00C77E55" w:rsidP="00224BEA">
            <w:r>
              <w:t>L6</w:t>
            </w:r>
          </w:p>
        </w:tc>
        <w:tc>
          <w:tcPr>
            <w:tcW w:w="1690" w:type="pct"/>
          </w:tcPr>
          <w:p w:rsidR="00C77E55" w:rsidRDefault="00C77E55" w:rsidP="00224BEA">
            <w:pPr>
              <w:cnfStyle w:val="000000100000"/>
            </w:pPr>
            <w:r>
              <w:t>Intégration</w:t>
            </w:r>
          </w:p>
        </w:tc>
        <w:tc>
          <w:tcPr>
            <w:tcW w:w="424" w:type="pct"/>
            <w:gridSpan w:val="2"/>
          </w:tcPr>
          <w:p w:rsidR="00C77E55" w:rsidRDefault="00C77E55" w:rsidP="00224BEA">
            <w:pPr>
              <w:cnfStyle w:val="000000100000"/>
            </w:pPr>
          </w:p>
        </w:tc>
        <w:tc>
          <w:tcPr>
            <w:tcW w:w="1055" w:type="pct"/>
          </w:tcPr>
          <w:p w:rsidR="00C77E55" w:rsidRDefault="00C77E55" w:rsidP="00224BEA">
            <w:pPr>
              <w:cnfStyle w:val="000000100000"/>
            </w:pPr>
            <w:proofErr w:type="spellStart"/>
            <w:r>
              <w:t>Attard</w:t>
            </w:r>
            <w:proofErr w:type="spellEnd"/>
            <w:r>
              <w:t xml:space="preserve"> Julien</w:t>
            </w:r>
          </w:p>
        </w:tc>
        <w:tc>
          <w:tcPr>
            <w:tcW w:w="493" w:type="pct"/>
          </w:tcPr>
          <w:p w:rsidR="00C77E55" w:rsidRDefault="00757910" w:rsidP="00224BEA">
            <w:pPr>
              <w:cnfStyle w:val="000000100000"/>
            </w:pPr>
            <w:r>
              <w:t>20</w:t>
            </w:r>
            <w:r w:rsidR="00DD5F9A">
              <w:t>0</w:t>
            </w:r>
          </w:p>
        </w:tc>
        <w:tc>
          <w:tcPr>
            <w:tcW w:w="564" w:type="pct"/>
          </w:tcPr>
          <w:p w:rsidR="00C77E55" w:rsidRDefault="00424B4B" w:rsidP="00224BEA">
            <w:pPr>
              <w:cnfStyle w:val="000000100000"/>
            </w:pPr>
            <w:r>
              <w:t xml:space="preserve"> </w:t>
            </w:r>
            <w:r w:rsidR="00961FD5">
              <w:t>01/</w:t>
            </w:r>
            <w:r>
              <w:t>11</w:t>
            </w:r>
          </w:p>
        </w:tc>
        <w:tc>
          <w:tcPr>
            <w:tcW w:w="492" w:type="pct"/>
          </w:tcPr>
          <w:p w:rsidR="00C77E55" w:rsidRDefault="00424B4B" w:rsidP="00224BEA">
            <w:pPr>
              <w:cnfStyle w:val="000000100000"/>
            </w:pPr>
            <w:r>
              <w:t>04/12</w:t>
            </w:r>
          </w:p>
        </w:tc>
      </w:tr>
      <w:tr w:rsidR="00C77E55" w:rsidTr="00961FD5">
        <w:tc>
          <w:tcPr>
            <w:cnfStyle w:val="001000000000"/>
            <w:tcW w:w="282" w:type="pct"/>
          </w:tcPr>
          <w:p w:rsidR="00C77E55" w:rsidRDefault="00C77E55" w:rsidP="00224BEA">
            <w:r>
              <w:t>L7</w:t>
            </w:r>
          </w:p>
        </w:tc>
        <w:tc>
          <w:tcPr>
            <w:tcW w:w="1690" w:type="pct"/>
          </w:tcPr>
          <w:p w:rsidR="00C77E55" w:rsidRDefault="00C77E55" w:rsidP="00224BEA">
            <w:pPr>
              <w:cnfStyle w:val="000000000000"/>
            </w:pPr>
            <w:r>
              <w:t>Expérimentation</w:t>
            </w:r>
          </w:p>
        </w:tc>
        <w:tc>
          <w:tcPr>
            <w:tcW w:w="424" w:type="pct"/>
            <w:gridSpan w:val="2"/>
          </w:tcPr>
          <w:p w:rsidR="00C77E55" w:rsidRDefault="00C77E55" w:rsidP="00224BEA">
            <w:pPr>
              <w:cnfStyle w:val="000000000000"/>
            </w:pPr>
          </w:p>
        </w:tc>
        <w:tc>
          <w:tcPr>
            <w:tcW w:w="1055" w:type="pct"/>
          </w:tcPr>
          <w:p w:rsidR="00C77E55" w:rsidRDefault="00C77E55" w:rsidP="00224BEA">
            <w:pPr>
              <w:cnfStyle w:val="000000000000"/>
            </w:pPr>
            <w:proofErr w:type="spellStart"/>
            <w:r>
              <w:t>Attard</w:t>
            </w:r>
            <w:proofErr w:type="spellEnd"/>
            <w:r>
              <w:t xml:space="preserve"> Julien</w:t>
            </w:r>
          </w:p>
        </w:tc>
        <w:tc>
          <w:tcPr>
            <w:tcW w:w="493" w:type="pct"/>
          </w:tcPr>
          <w:p w:rsidR="00C77E55" w:rsidRDefault="00757910" w:rsidP="00224BEA">
            <w:pPr>
              <w:cnfStyle w:val="000000000000"/>
            </w:pPr>
            <w:r>
              <w:t>10</w:t>
            </w:r>
            <w:r w:rsidR="00DD5F9A">
              <w:t>0</w:t>
            </w:r>
          </w:p>
        </w:tc>
        <w:tc>
          <w:tcPr>
            <w:tcW w:w="564" w:type="pct"/>
          </w:tcPr>
          <w:p w:rsidR="00C77E55" w:rsidRDefault="00424B4B" w:rsidP="00224BEA">
            <w:pPr>
              <w:cnfStyle w:val="000000000000"/>
            </w:pPr>
            <w:r>
              <w:t xml:space="preserve"> </w:t>
            </w:r>
            <w:r w:rsidR="00281581">
              <w:t>04</w:t>
            </w:r>
            <w:r w:rsidR="00C06FAB">
              <w:t>/1</w:t>
            </w:r>
            <w:r w:rsidR="00281581">
              <w:t>2</w:t>
            </w:r>
          </w:p>
        </w:tc>
        <w:tc>
          <w:tcPr>
            <w:tcW w:w="492" w:type="pct"/>
          </w:tcPr>
          <w:p w:rsidR="00C77E55" w:rsidRDefault="00961FD5" w:rsidP="00224BEA">
            <w:pPr>
              <w:cnfStyle w:val="000000000000"/>
            </w:pPr>
            <w:r>
              <w:t>18/12</w:t>
            </w:r>
          </w:p>
        </w:tc>
      </w:tr>
      <w:tr w:rsidR="00C77E55" w:rsidTr="00961FD5">
        <w:trPr>
          <w:cnfStyle w:val="000000100000"/>
        </w:trPr>
        <w:tc>
          <w:tcPr>
            <w:cnfStyle w:val="001000000000"/>
            <w:tcW w:w="3451" w:type="pct"/>
            <w:gridSpan w:val="5"/>
          </w:tcPr>
          <w:p w:rsidR="003A29F2" w:rsidRDefault="003A29F2" w:rsidP="003A29F2">
            <w:pPr>
              <w:jc w:val="right"/>
            </w:pPr>
            <w:r>
              <w:t>Total :</w:t>
            </w:r>
          </w:p>
        </w:tc>
        <w:tc>
          <w:tcPr>
            <w:tcW w:w="1549" w:type="pct"/>
            <w:gridSpan w:val="3"/>
          </w:tcPr>
          <w:p w:rsidR="003A29F2" w:rsidRDefault="00DD5F9A" w:rsidP="009D0A9D">
            <w:pPr>
              <w:jc w:val="left"/>
              <w:cnfStyle w:val="000000100000"/>
            </w:pPr>
            <w:r>
              <w:t>3240 heures.</w:t>
            </w:r>
          </w:p>
        </w:tc>
      </w:tr>
    </w:tbl>
    <w:p w:rsidR="00B04686" w:rsidRDefault="00B04686" w:rsidP="0090794C">
      <w:pPr>
        <w:pStyle w:val="Titre2"/>
      </w:pPr>
    </w:p>
    <w:p w:rsidR="00265DA3" w:rsidRPr="00265DA3" w:rsidRDefault="00265DA3" w:rsidP="00265DA3"/>
    <w:p w:rsidR="00BC4A6A" w:rsidRDefault="00107E67" w:rsidP="0090794C">
      <w:pPr>
        <w:pStyle w:val="Titre2"/>
      </w:pPr>
      <w:bookmarkStart w:id="18" w:name="_Toc415665413"/>
      <w:r>
        <w:t>Planification</w:t>
      </w:r>
      <w:bookmarkEnd w:id="18"/>
    </w:p>
    <w:p w:rsidR="00957354" w:rsidRDefault="00957354" w:rsidP="00224D4F">
      <w:pPr>
        <w:rPr>
          <w:rStyle w:val="Emphaseple"/>
        </w:rPr>
      </w:pPr>
    </w:p>
    <w:p w:rsidR="00FF1696" w:rsidRPr="00224D4F" w:rsidRDefault="001F27B8" w:rsidP="00163678">
      <w:pPr>
        <w:rPr>
          <w:i/>
          <w:iCs/>
          <w:color w:val="808080" w:themeColor="text1" w:themeTint="7F"/>
        </w:rPr>
      </w:pPr>
      <w:r>
        <w:rPr>
          <w:i/>
          <w:iCs/>
          <w:noProof/>
          <w:color w:val="808080" w:themeColor="text1" w:themeTint="7F"/>
        </w:rPr>
        <w:drawing>
          <wp:inline distT="0" distB="0" distL="0" distR="0">
            <wp:extent cx="6417376" cy="4889830"/>
            <wp:effectExtent l="19050" t="0" r="2474" b="0"/>
            <wp:docPr id="5" name="Image 1" descr="C:\Users\Juulien_\Downloads\11085821_10203734027141943_1821143247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ulien_\Downloads\11085821_10203734027141943_1821143247_o.jpg"/>
                    <pic:cNvPicPr>
                      <a:picLocks noChangeAspect="1" noChangeArrowheads="1"/>
                    </pic:cNvPicPr>
                  </pic:nvPicPr>
                  <pic:blipFill>
                    <a:blip r:embed="rId11"/>
                    <a:srcRect/>
                    <a:stretch>
                      <a:fillRect/>
                    </a:stretch>
                  </pic:blipFill>
                  <pic:spPr bwMode="auto">
                    <a:xfrm>
                      <a:off x="0" y="0"/>
                      <a:ext cx="6423889" cy="4894792"/>
                    </a:xfrm>
                    <a:prstGeom prst="rect">
                      <a:avLst/>
                    </a:prstGeom>
                    <a:noFill/>
                    <a:ln w="9525">
                      <a:noFill/>
                      <a:miter lim="800000"/>
                      <a:headEnd/>
                      <a:tailEnd/>
                    </a:ln>
                  </pic:spPr>
                </pic:pic>
              </a:graphicData>
            </a:graphic>
          </wp:inline>
        </w:drawing>
      </w:r>
    </w:p>
    <w:p w:rsidR="001B0E80" w:rsidRDefault="001B0E80" w:rsidP="00FF1696">
      <w:pPr>
        <w:pStyle w:val="Lgende"/>
        <w:jc w:val="left"/>
      </w:pPr>
    </w:p>
    <w:p w:rsidR="0090794C" w:rsidRDefault="00C3061C" w:rsidP="00C3061C">
      <w:pPr>
        <w:pStyle w:val="Lgende"/>
        <w:jc w:val="center"/>
        <w:sectPr w:rsidR="0090794C" w:rsidSect="009D4F45">
          <w:pgSz w:w="11900" w:h="16840"/>
          <w:pgMar w:top="1417" w:right="1417" w:bottom="1417" w:left="1417" w:header="708" w:footer="708" w:gutter="0"/>
          <w:cols w:space="708"/>
          <w:titlePg/>
          <w:docGrid w:linePitch="360"/>
        </w:sectPr>
      </w:pPr>
      <w:r>
        <w:t xml:space="preserve">Figure </w:t>
      </w:r>
      <w:r w:rsidR="00E85BD8">
        <w:fldChar w:fldCharType="begin"/>
      </w:r>
      <w:r>
        <w:instrText xml:space="preserve"> SEQ Figure \* ARABIC </w:instrText>
      </w:r>
      <w:r w:rsidR="00E85BD8">
        <w:fldChar w:fldCharType="separate"/>
      </w:r>
      <w:r w:rsidR="00E92E79">
        <w:rPr>
          <w:noProof/>
        </w:rPr>
        <w:t>1</w:t>
      </w:r>
      <w:r w:rsidR="00E85BD8">
        <w:fldChar w:fldCharType="end"/>
      </w:r>
      <w:r>
        <w:t xml:space="preserve"> </w:t>
      </w:r>
      <w:r w:rsidR="00587458">
        <w:t>–</w:t>
      </w:r>
      <w:r>
        <w:t xml:space="preserve"> </w:t>
      </w:r>
      <w:r w:rsidR="00FF1696">
        <w:t xml:space="preserve">Diagramme de Gantt réalisé grâce au logiciel </w:t>
      </w:r>
      <w:proofErr w:type="spellStart"/>
      <w:r w:rsidR="00FF1696">
        <w:t>GanttProject</w:t>
      </w:r>
      <w:proofErr w:type="spellEnd"/>
    </w:p>
    <w:p w:rsidR="00D00A4A" w:rsidRPr="009F7A86" w:rsidRDefault="00224BEA" w:rsidP="009E4C3C">
      <w:pPr>
        <w:pStyle w:val="Titre2"/>
      </w:pPr>
      <w:bookmarkStart w:id="19" w:name="_Toc415665414"/>
      <w:r>
        <w:lastRenderedPageBreak/>
        <w:t>Livrables associés au projet</w:t>
      </w:r>
      <w:bookmarkEnd w:id="19"/>
    </w:p>
    <w:p w:rsidR="00475298" w:rsidRDefault="00475298" w:rsidP="00475298">
      <w:pPr>
        <w:pStyle w:val="Lgende"/>
        <w:keepNext/>
      </w:pPr>
    </w:p>
    <w:tbl>
      <w:tblPr>
        <w:tblStyle w:val="Trameclaire-Accent11"/>
        <w:tblW w:w="10349" w:type="dxa"/>
        <w:tblInd w:w="-318" w:type="dxa"/>
        <w:tblLayout w:type="fixed"/>
        <w:tblLook w:val="04A0"/>
      </w:tblPr>
      <w:tblGrid>
        <w:gridCol w:w="993"/>
        <w:gridCol w:w="6237"/>
        <w:gridCol w:w="851"/>
        <w:gridCol w:w="992"/>
        <w:gridCol w:w="1276"/>
      </w:tblGrid>
      <w:tr w:rsidR="00771121" w:rsidTr="00FA0612">
        <w:trPr>
          <w:cnfStyle w:val="100000000000"/>
        </w:trPr>
        <w:tc>
          <w:tcPr>
            <w:cnfStyle w:val="001000000000"/>
            <w:tcW w:w="993" w:type="dxa"/>
          </w:tcPr>
          <w:p w:rsidR="00853820" w:rsidRDefault="00771121" w:rsidP="00853820">
            <w:r>
              <w:t>#</w:t>
            </w:r>
          </w:p>
        </w:tc>
        <w:tc>
          <w:tcPr>
            <w:tcW w:w="6237" w:type="dxa"/>
          </w:tcPr>
          <w:p w:rsidR="00853820" w:rsidRDefault="00771121" w:rsidP="00853820">
            <w:pPr>
              <w:cnfStyle w:val="100000000000"/>
            </w:pPr>
            <w:r>
              <w:t>Titre</w:t>
            </w:r>
            <w:r w:rsidR="00C3061C">
              <w:t xml:space="preserve"> du livrable</w:t>
            </w:r>
          </w:p>
        </w:tc>
        <w:tc>
          <w:tcPr>
            <w:tcW w:w="851" w:type="dxa"/>
          </w:tcPr>
          <w:p w:rsidR="00853820" w:rsidRDefault="00587458" w:rsidP="00853820">
            <w:pPr>
              <w:cnfStyle w:val="100000000000"/>
            </w:pPr>
            <w:r>
              <w:t>Tâche</w:t>
            </w:r>
          </w:p>
        </w:tc>
        <w:tc>
          <w:tcPr>
            <w:tcW w:w="992" w:type="dxa"/>
          </w:tcPr>
          <w:p w:rsidR="00853820" w:rsidRDefault="00771121" w:rsidP="00853820">
            <w:pPr>
              <w:cnfStyle w:val="100000000000"/>
            </w:pPr>
            <w:r>
              <w:t>Nature</w:t>
            </w:r>
          </w:p>
        </w:tc>
        <w:tc>
          <w:tcPr>
            <w:tcW w:w="1276" w:type="dxa"/>
          </w:tcPr>
          <w:p w:rsidR="00853820" w:rsidRDefault="00771121" w:rsidP="00853820">
            <w:pPr>
              <w:cnfStyle w:val="100000000000"/>
            </w:pPr>
            <w:r>
              <w:t>Date</w:t>
            </w:r>
          </w:p>
        </w:tc>
      </w:tr>
      <w:tr w:rsidR="00CB7ACA" w:rsidTr="00FA0612">
        <w:trPr>
          <w:cnfStyle w:val="000000100000"/>
        </w:trPr>
        <w:tc>
          <w:tcPr>
            <w:cnfStyle w:val="001000000000"/>
            <w:tcW w:w="993" w:type="dxa"/>
          </w:tcPr>
          <w:p w:rsidR="00CB7ACA" w:rsidRDefault="005A57CF" w:rsidP="00853820">
            <w:r>
              <w:t>D0.1</w:t>
            </w:r>
          </w:p>
        </w:tc>
        <w:tc>
          <w:tcPr>
            <w:tcW w:w="6237" w:type="dxa"/>
          </w:tcPr>
          <w:p w:rsidR="00CB7ACA" w:rsidRPr="00E43E5C" w:rsidRDefault="0067620E" w:rsidP="00853820">
            <w:pPr>
              <w:cnfStyle w:val="000000100000"/>
            </w:pPr>
            <w:r>
              <w:t>Lot 0 - T1 - Mise à</w:t>
            </w:r>
            <w:r w:rsidR="005A57CF">
              <w:t xml:space="preserve"> jour du Wiki</w:t>
            </w:r>
          </w:p>
        </w:tc>
        <w:tc>
          <w:tcPr>
            <w:tcW w:w="851" w:type="dxa"/>
          </w:tcPr>
          <w:p w:rsidR="00CB7ACA" w:rsidRDefault="005A57CF" w:rsidP="00853820">
            <w:pPr>
              <w:cnfStyle w:val="000000100000"/>
            </w:pPr>
            <w:r>
              <w:t>0.1</w:t>
            </w:r>
          </w:p>
        </w:tc>
        <w:tc>
          <w:tcPr>
            <w:tcW w:w="992" w:type="dxa"/>
          </w:tcPr>
          <w:p w:rsidR="00CB7ACA" w:rsidRDefault="005A57CF" w:rsidP="00853820">
            <w:pPr>
              <w:cnfStyle w:val="000000100000"/>
            </w:pPr>
            <w:r>
              <w:t>DOC</w:t>
            </w:r>
          </w:p>
        </w:tc>
        <w:tc>
          <w:tcPr>
            <w:tcW w:w="1276" w:type="dxa"/>
          </w:tcPr>
          <w:p w:rsidR="00CB7ACA" w:rsidRDefault="00544C1E" w:rsidP="00853820">
            <w:pPr>
              <w:cnfStyle w:val="000000100000"/>
            </w:pPr>
            <w:r>
              <w:t>18-12-</w:t>
            </w:r>
            <w:r w:rsidR="005A57CF">
              <w:t>15</w:t>
            </w:r>
          </w:p>
        </w:tc>
      </w:tr>
      <w:tr w:rsidR="00CB7ACA" w:rsidTr="00FA0612">
        <w:tc>
          <w:tcPr>
            <w:cnfStyle w:val="001000000000"/>
            <w:tcW w:w="993" w:type="dxa"/>
          </w:tcPr>
          <w:p w:rsidR="00CB7ACA" w:rsidRDefault="005A57CF" w:rsidP="00853820">
            <w:r>
              <w:t>D0.2.1</w:t>
            </w:r>
          </w:p>
        </w:tc>
        <w:tc>
          <w:tcPr>
            <w:tcW w:w="6237" w:type="dxa"/>
          </w:tcPr>
          <w:p w:rsidR="00CB7ACA" w:rsidRPr="00E43E5C" w:rsidRDefault="005A57CF" w:rsidP="00853820">
            <w:pPr>
              <w:cnfStyle w:val="000000000000"/>
            </w:pPr>
            <w:r>
              <w:t>Lot 0 - T2 - Soutenance S2</w:t>
            </w:r>
          </w:p>
        </w:tc>
        <w:tc>
          <w:tcPr>
            <w:tcW w:w="851" w:type="dxa"/>
          </w:tcPr>
          <w:p w:rsidR="00CB7ACA" w:rsidRDefault="005A57CF" w:rsidP="00853820">
            <w:pPr>
              <w:cnfStyle w:val="000000000000"/>
            </w:pPr>
            <w:r>
              <w:t>0.2</w:t>
            </w:r>
          </w:p>
        </w:tc>
        <w:tc>
          <w:tcPr>
            <w:tcW w:w="992" w:type="dxa"/>
          </w:tcPr>
          <w:p w:rsidR="00CB7ACA" w:rsidRDefault="005A57CF" w:rsidP="00853820">
            <w:pPr>
              <w:cnfStyle w:val="000000000000"/>
            </w:pPr>
            <w:r>
              <w:t>DOC</w:t>
            </w:r>
          </w:p>
        </w:tc>
        <w:tc>
          <w:tcPr>
            <w:tcW w:w="1276" w:type="dxa"/>
          </w:tcPr>
          <w:p w:rsidR="00CB7ACA" w:rsidRDefault="005A57CF" w:rsidP="00853820">
            <w:pPr>
              <w:cnfStyle w:val="000000000000"/>
            </w:pPr>
            <w:r>
              <w:t>Juin 2015</w:t>
            </w:r>
          </w:p>
        </w:tc>
      </w:tr>
      <w:tr w:rsidR="005A57CF" w:rsidTr="00FA0612">
        <w:trPr>
          <w:cnfStyle w:val="000000100000"/>
        </w:trPr>
        <w:tc>
          <w:tcPr>
            <w:cnfStyle w:val="001000000000"/>
            <w:tcW w:w="993" w:type="dxa"/>
          </w:tcPr>
          <w:p w:rsidR="005A57CF" w:rsidRDefault="005A57CF" w:rsidP="00853820">
            <w:r>
              <w:t>D0.2.2</w:t>
            </w:r>
          </w:p>
        </w:tc>
        <w:tc>
          <w:tcPr>
            <w:tcW w:w="6237" w:type="dxa"/>
          </w:tcPr>
          <w:p w:rsidR="005A57CF" w:rsidRDefault="005A57CF" w:rsidP="00853820">
            <w:pPr>
              <w:cnfStyle w:val="000000100000"/>
            </w:pPr>
            <w:r>
              <w:t>Lot 0 - T2 - Soutenance S3</w:t>
            </w:r>
          </w:p>
        </w:tc>
        <w:tc>
          <w:tcPr>
            <w:tcW w:w="851" w:type="dxa"/>
          </w:tcPr>
          <w:p w:rsidR="005A57CF" w:rsidRDefault="005A57CF" w:rsidP="00853820">
            <w:pPr>
              <w:cnfStyle w:val="000000100000"/>
            </w:pPr>
            <w:r>
              <w:t>0.2</w:t>
            </w:r>
          </w:p>
        </w:tc>
        <w:tc>
          <w:tcPr>
            <w:tcW w:w="992" w:type="dxa"/>
          </w:tcPr>
          <w:p w:rsidR="005A57CF" w:rsidRDefault="005A57CF" w:rsidP="00853820">
            <w:pPr>
              <w:cnfStyle w:val="000000100000"/>
            </w:pPr>
            <w:r>
              <w:t>DOC</w:t>
            </w:r>
          </w:p>
        </w:tc>
        <w:tc>
          <w:tcPr>
            <w:tcW w:w="1276" w:type="dxa"/>
          </w:tcPr>
          <w:p w:rsidR="005A57CF" w:rsidRDefault="005A57CF" w:rsidP="00853820">
            <w:pPr>
              <w:cnfStyle w:val="000000100000"/>
            </w:pPr>
            <w:r>
              <w:t>18-12-15</w:t>
            </w:r>
          </w:p>
        </w:tc>
      </w:tr>
      <w:tr w:rsidR="00CB7ACA" w:rsidTr="00CB7ACA">
        <w:tc>
          <w:tcPr>
            <w:cnfStyle w:val="001000000000"/>
            <w:tcW w:w="993" w:type="dxa"/>
            <w:shd w:val="clear" w:color="auto" w:fill="C2D69B" w:themeFill="accent3" w:themeFillTint="99"/>
          </w:tcPr>
          <w:p w:rsidR="00CB7ACA" w:rsidRDefault="00CB7ACA" w:rsidP="00853820"/>
        </w:tc>
        <w:tc>
          <w:tcPr>
            <w:tcW w:w="6237" w:type="dxa"/>
            <w:shd w:val="clear" w:color="auto" w:fill="C2D69B" w:themeFill="accent3" w:themeFillTint="99"/>
          </w:tcPr>
          <w:p w:rsidR="00CB7ACA" w:rsidRPr="00E43E5C" w:rsidRDefault="00CB7ACA" w:rsidP="00853820">
            <w:pPr>
              <w:cnfStyle w:val="000000000000"/>
            </w:pPr>
          </w:p>
        </w:tc>
        <w:tc>
          <w:tcPr>
            <w:tcW w:w="851" w:type="dxa"/>
            <w:shd w:val="clear" w:color="auto" w:fill="C2D69B" w:themeFill="accent3" w:themeFillTint="99"/>
          </w:tcPr>
          <w:p w:rsidR="00CB7ACA" w:rsidRDefault="00CB7ACA" w:rsidP="00853820">
            <w:pPr>
              <w:cnfStyle w:val="000000000000"/>
            </w:pPr>
          </w:p>
        </w:tc>
        <w:tc>
          <w:tcPr>
            <w:tcW w:w="992" w:type="dxa"/>
            <w:shd w:val="clear" w:color="auto" w:fill="C2D69B" w:themeFill="accent3" w:themeFillTint="99"/>
          </w:tcPr>
          <w:p w:rsidR="00CB7ACA" w:rsidRDefault="00CB7ACA" w:rsidP="00853820">
            <w:pPr>
              <w:cnfStyle w:val="000000000000"/>
            </w:pPr>
          </w:p>
        </w:tc>
        <w:tc>
          <w:tcPr>
            <w:tcW w:w="1276" w:type="dxa"/>
            <w:shd w:val="clear" w:color="auto" w:fill="C2D69B" w:themeFill="accent3" w:themeFillTint="99"/>
          </w:tcPr>
          <w:p w:rsidR="00CB7ACA" w:rsidRDefault="00CB7ACA" w:rsidP="00853820">
            <w:pPr>
              <w:cnfStyle w:val="000000000000"/>
            </w:pPr>
          </w:p>
        </w:tc>
      </w:tr>
      <w:tr w:rsidR="00771121" w:rsidTr="00FA0612">
        <w:trPr>
          <w:cnfStyle w:val="000000100000"/>
        </w:trPr>
        <w:tc>
          <w:tcPr>
            <w:cnfStyle w:val="001000000000"/>
            <w:tcW w:w="993" w:type="dxa"/>
          </w:tcPr>
          <w:p w:rsidR="00853820" w:rsidRDefault="00D00A4A" w:rsidP="00853820">
            <w:r>
              <w:t>D1.1</w:t>
            </w:r>
          </w:p>
        </w:tc>
        <w:tc>
          <w:tcPr>
            <w:tcW w:w="6237" w:type="dxa"/>
          </w:tcPr>
          <w:p w:rsidR="00853820" w:rsidRDefault="00D00A4A" w:rsidP="00853820">
            <w:pPr>
              <w:cnfStyle w:val="000000100000"/>
            </w:pPr>
            <w:r>
              <w:t>Lot 1 - T1 - Répartition Lot/Tâches</w:t>
            </w:r>
          </w:p>
        </w:tc>
        <w:tc>
          <w:tcPr>
            <w:tcW w:w="851" w:type="dxa"/>
          </w:tcPr>
          <w:p w:rsidR="00853820" w:rsidRDefault="00D00A4A" w:rsidP="00853820">
            <w:pPr>
              <w:cnfStyle w:val="000000100000"/>
            </w:pPr>
            <w:r>
              <w:t>1.1</w:t>
            </w:r>
          </w:p>
        </w:tc>
        <w:tc>
          <w:tcPr>
            <w:tcW w:w="992" w:type="dxa"/>
          </w:tcPr>
          <w:p w:rsidR="00853820" w:rsidRDefault="00D00A4A" w:rsidP="00853820">
            <w:pPr>
              <w:cnfStyle w:val="000000100000"/>
            </w:pPr>
            <w:r>
              <w:t>DOC</w:t>
            </w:r>
          </w:p>
        </w:tc>
        <w:tc>
          <w:tcPr>
            <w:tcW w:w="1276" w:type="dxa"/>
          </w:tcPr>
          <w:p w:rsidR="00853820" w:rsidRDefault="00D00A4A" w:rsidP="00853820">
            <w:pPr>
              <w:cnfStyle w:val="000000100000"/>
            </w:pPr>
            <w:r>
              <w:t>04-03-15</w:t>
            </w:r>
          </w:p>
        </w:tc>
      </w:tr>
      <w:tr w:rsidR="00771121" w:rsidTr="00FA0612">
        <w:tc>
          <w:tcPr>
            <w:cnfStyle w:val="001000000000"/>
            <w:tcW w:w="993" w:type="dxa"/>
          </w:tcPr>
          <w:p w:rsidR="00853820" w:rsidRDefault="00D00A4A" w:rsidP="00853820">
            <w:r>
              <w:t>D1.2</w:t>
            </w:r>
          </w:p>
        </w:tc>
        <w:tc>
          <w:tcPr>
            <w:tcW w:w="6237" w:type="dxa"/>
          </w:tcPr>
          <w:p w:rsidR="00853820" w:rsidRDefault="00D00A4A" w:rsidP="00E43E5C">
            <w:pPr>
              <w:cnfStyle w:val="000000000000"/>
            </w:pPr>
            <w:r>
              <w:t>Lot 1 - T1 - Document Technique</w:t>
            </w:r>
          </w:p>
        </w:tc>
        <w:tc>
          <w:tcPr>
            <w:tcW w:w="851" w:type="dxa"/>
          </w:tcPr>
          <w:p w:rsidR="00853820" w:rsidRDefault="00D00A4A" w:rsidP="00853820">
            <w:pPr>
              <w:cnfStyle w:val="000000000000"/>
            </w:pPr>
            <w:r>
              <w:t>1.2</w:t>
            </w:r>
          </w:p>
        </w:tc>
        <w:tc>
          <w:tcPr>
            <w:tcW w:w="992" w:type="dxa"/>
          </w:tcPr>
          <w:p w:rsidR="00853820" w:rsidRDefault="00D00A4A" w:rsidP="00853820">
            <w:pPr>
              <w:cnfStyle w:val="000000000000"/>
            </w:pPr>
            <w:r>
              <w:t>DOC</w:t>
            </w:r>
          </w:p>
        </w:tc>
        <w:tc>
          <w:tcPr>
            <w:tcW w:w="1276" w:type="dxa"/>
          </w:tcPr>
          <w:p w:rsidR="00853820" w:rsidRDefault="00170C08" w:rsidP="00853820">
            <w:pPr>
              <w:cnfStyle w:val="000000000000"/>
            </w:pPr>
            <w:r>
              <w:t>28</w:t>
            </w:r>
            <w:r w:rsidR="00D00A4A">
              <w:t>-03-15</w:t>
            </w:r>
          </w:p>
        </w:tc>
      </w:tr>
      <w:tr w:rsidR="00992F32" w:rsidTr="00FA0612">
        <w:trPr>
          <w:cnfStyle w:val="000000100000"/>
        </w:trPr>
        <w:tc>
          <w:tcPr>
            <w:cnfStyle w:val="001000000000"/>
            <w:tcW w:w="993" w:type="dxa"/>
            <w:shd w:val="clear" w:color="auto" w:fill="C2D69B" w:themeFill="accent3" w:themeFillTint="99"/>
          </w:tcPr>
          <w:p w:rsidR="00992F32" w:rsidRDefault="00992F32" w:rsidP="00853820"/>
        </w:tc>
        <w:tc>
          <w:tcPr>
            <w:tcW w:w="6237" w:type="dxa"/>
            <w:shd w:val="clear" w:color="auto" w:fill="C2D69B" w:themeFill="accent3" w:themeFillTint="99"/>
          </w:tcPr>
          <w:p w:rsidR="00992F32" w:rsidRDefault="00992F32" w:rsidP="00475298">
            <w:pPr>
              <w:cnfStyle w:val="000000100000"/>
            </w:pPr>
          </w:p>
        </w:tc>
        <w:tc>
          <w:tcPr>
            <w:tcW w:w="851" w:type="dxa"/>
            <w:shd w:val="clear" w:color="auto" w:fill="C2D69B" w:themeFill="accent3" w:themeFillTint="99"/>
          </w:tcPr>
          <w:p w:rsidR="00992F32" w:rsidRDefault="00992F32" w:rsidP="00853820">
            <w:pPr>
              <w:cnfStyle w:val="000000100000"/>
            </w:pPr>
          </w:p>
        </w:tc>
        <w:tc>
          <w:tcPr>
            <w:tcW w:w="992" w:type="dxa"/>
            <w:shd w:val="clear" w:color="auto" w:fill="C2D69B" w:themeFill="accent3" w:themeFillTint="99"/>
          </w:tcPr>
          <w:p w:rsidR="00992F32" w:rsidRDefault="00992F32" w:rsidP="00853820">
            <w:pPr>
              <w:cnfStyle w:val="000000100000"/>
            </w:pPr>
          </w:p>
        </w:tc>
        <w:tc>
          <w:tcPr>
            <w:tcW w:w="1276" w:type="dxa"/>
            <w:shd w:val="clear" w:color="auto" w:fill="C2D69B" w:themeFill="accent3" w:themeFillTint="99"/>
          </w:tcPr>
          <w:p w:rsidR="00992F32" w:rsidRDefault="00992F32" w:rsidP="00E43E5C">
            <w:pPr>
              <w:cnfStyle w:val="000000100000"/>
            </w:pPr>
          </w:p>
        </w:tc>
      </w:tr>
      <w:tr w:rsidR="00475298" w:rsidTr="00FA0612">
        <w:tc>
          <w:tcPr>
            <w:cnfStyle w:val="001000000000"/>
            <w:tcW w:w="993" w:type="dxa"/>
          </w:tcPr>
          <w:p w:rsidR="00475298" w:rsidRDefault="00B91562" w:rsidP="00853820">
            <w:r>
              <w:t>D</w:t>
            </w:r>
            <w:r w:rsidR="003E6741">
              <w:t>2.1</w:t>
            </w:r>
          </w:p>
        </w:tc>
        <w:tc>
          <w:tcPr>
            <w:tcW w:w="6237" w:type="dxa"/>
          </w:tcPr>
          <w:p w:rsidR="00475298" w:rsidRDefault="000875FC" w:rsidP="00475298">
            <w:pPr>
              <w:cnfStyle w:val="000000000000"/>
            </w:pPr>
            <w:r>
              <w:t>Lot 2 - T1 - Plan de conception</w:t>
            </w:r>
          </w:p>
        </w:tc>
        <w:tc>
          <w:tcPr>
            <w:tcW w:w="851" w:type="dxa"/>
          </w:tcPr>
          <w:p w:rsidR="00475298" w:rsidRDefault="003E6741" w:rsidP="00853820">
            <w:pPr>
              <w:cnfStyle w:val="000000000000"/>
            </w:pPr>
            <w:r>
              <w:t>2.1</w:t>
            </w:r>
          </w:p>
        </w:tc>
        <w:tc>
          <w:tcPr>
            <w:tcW w:w="992" w:type="dxa"/>
          </w:tcPr>
          <w:p w:rsidR="00475298" w:rsidRDefault="00B91562" w:rsidP="00853820">
            <w:pPr>
              <w:cnfStyle w:val="000000000000"/>
            </w:pPr>
            <w:r>
              <w:t>DOC</w:t>
            </w:r>
          </w:p>
        </w:tc>
        <w:tc>
          <w:tcPr>
            <w:tcW w:w="1276" w:type="dxa"/>
          </w:tcPr>
          <w:p w:rsidR="00475298" w:rsidRDefault="00FA0612" w:rsidP="00853820">
            <w:pPr>
              <w:cnfStyle w:val="000000000000"/>
            </w:pPr>
            <w:r>
              <w:t>22-04-15</w:t>
            </w:r>
          </w:p>
        </w:tc>
      </w:tr>
      <w:tr w:rsidR="000875FC" w:rsidTr="00FA0612">
        <w:trPr>
          <w:cnfStyle w:val="000000100000"/>
        </w:trPr>
        <w:tc>
          <w:tcPr>
            <w:cnfStyle w:val="001000000000"/>
            <w:tcW w:w="993" w:type="dxa"/>
          </w:tcPr>
          <w:p w:rsidR="000875FC" w:rsidRDefault="00A36D27" w:rsidP="00853820">
            <w:r>
              <w:t>D2.2</w:t>
            </w:r>
          </w:p>
        </w:tc>
        <w:tc>
          <w:tcPr>
            <w:tcW w:w="6237" w:type="dxa"/>
          </w:tcPr>
          <w:p w:rsidR="000875FC" w:rsidRDefault="00A36D27" w:rsidP="00FA0612">
            <w:pPr>
              <w:cnfStyle w:val="000000100000"/>
            </w:pPr>
            <w:r>
              <w:t xml:space="preserve">Lot 2 - T2 - </w:t>
            </w:r>
            <w:r w:rsidR="006E770B">
              <w:t>Diagramme de Classe</w:t>
            </w:r>
            <w:r w:rsidR="00FA0612">
              <w:t xml:space="preserve"> exercices et fichiers</w:t>
            </w:r>
          </w:p>
        </w:tc>
        <w:tc>
          <w:tcPr>
            <w:tcW w:w="851" w:type="dxa"/>
          </w:tcPr>
          <w:p w:rsidR="000875FC" w:rsidRDefault="00A36D27" w:rsidP="00853820">
            <w:pPr>
              <w:cnfStyle w:val="000000100000"/>
            </w:pPr>
            <w:r>
              <w:t>2.2</w:t>
            </w:r>
          </w:p>
        </w:tc>
        <w:tc>
          <w:tcPr>
            <w:tcW w:w="992" w:type="dxa"/>
          </w:tcPr>
          <w:p w:rsidR="000875FC" w:rsidRDefault="00A36D27" w:rsidP="00853820">
            <w:pPr>
              <w:cnfStyle w:val="000000100000"/>
            </w:pPr>
            <w:r>
              <w:t>DOC</w:t>
            </w:r>
          </w:p>
        </w:tc>
        <w:tc>
          <w:tcPr>
            <w:tcW w:w="1276" w:type="dxa"/>
          </w:tcPr>
          <w:p w:rsidR="000875FC" w:rsidRDefault="00FA0612" w:rsidP="00853820">
            <w:pPr>
              <w:cnfStyle w:val="000000100000"/>
            </w:pPr>
            <w:r>
              <w:t>19-06-15</w:t>
            </w:r>
          </w:p>
        </w:tc>
      </w:tr>
      <w:tr w:rsidR="000875FC" w:rsidTr="00FA0612">
        <w:tc>
          <w:tcPr>
            <w:cnfStyle w:val="001000000000"/>
            <w:tcW w:w="993" w:type="dxa"/>
          </w:tcPr>
          <w:p w:rsidR="000875FC" w:rsidRDefault="00A36D27" w:rsidP="00853820">
            <w:r>
              <w:t>D2.</w:t>
            </w:r>
            <w:r w:rsidR="00FA0612">
              <w:t>3.1</w:t>
            </w:r>
          </w:p>
        </w:tc>
        <w:tc>
          <w:tcPr>
            <w:tcW w:w="6237" w:type="dxa"/>
          </w:tcPr>
          <w:p w:rsidR="000875FC" w:rsidRDefault="00FA0612" w:rsidP="00FA0612">
            <w:pPr>
              <w:cnfStyle w:val="000000000000"/>
            </w:pPr>
            <w:r>
              <w:t>Lot 2 - T3</w:t>
            </w:r>
            <w:r w:rsidR="00A36D27">
              <w:t xml:space="preserve"> - </w:t>
            </w:r>
            <w:r>
              <w:t>Classes fonction</w:t>
            </w:r>
            <w:r w:rsidR="0067620E">
              <w:t>n</w:t>
            </w:r>
            <w:r>
              <w:t xml:space="preserve">elles </w:t>
            </w:r>
          </w:p>
        </w:tc>
        <w:tc>
          <w:tcPr>
            <w:tcW w:w="851" w:type="dxa"/>
          </w:tcPr>
          <w:p w:rsidR="000875FC" w:rsidRDefault="00A36D27" w:rsidP="00853820">
            <w:pPr>
              <w:cnfStyle w:val="000000000000"/>
            </w:pPr>
            <w:r>
              <w:t>2.2</w:t>
            </w:r>
          </w:p>
        </w:tc>
        <w:tc>
          <w:tcPr>
            <w:tcW w:w="992" w:type="dxa"/>
          </w:tcPr>
          <w:p w:rsidR="000875FC" w:rsidRDefault="00FA0612" w:rsidP="00853820">
            <w:pPr>
              <w:cnfStyle w:val="000000000000"/>
            </w:pPr>
            <w:r>
              <w:t>LOG</w:t>
            </w:r>
          </w:p>
        </w:tc>
        <w:tc>
          <w:tcPr>
            <w:tcW w:w="1276" w:type="dxa"/>
          </w:tcPr>
          <w:p w:rsidR="000875FC" w:rsidRDefault="00FA0612" w:rsidP="00853820">
            <w:pPr>
              <w:cnfStyle w:val="000000000000"/>
            </w:pPr>
            <w:r>
              <w:t>30-09-15</w:t>
            </w:r>
          </w:p>
        </w:tc>
      </w:tr>
      <w:tr w:rsidR="000875FC" w:rsidTr="00FA0612">
        <w:trPr>
          <w:cnfStyle w:val="000000100000"/>
        </w:trPr>
        <w:tc>
          <w:tcPr>
            <w:cnfStyle w:val="001000000000"/>
            <w:tcW w:w="993" w:type="dxa"/>
          </w:tcPr>
          <w:p w:rsidR="000875FC" w:rsidRDefault="00A36D27" w:rsidP="00853820">
            <w:r>
              <w:t>D2.</w:t>
            </w:r>
            <w:r w:rsidR="00FA0612">
              <w:t>3.2</w:t>
            </w:r>
          </w:p>
        </w:tc>
        <w:tc>
          <w:tcPr>
            <w:tcW w:w="6237" w:type="dxa"/>
          </w:tcPr>
          <w:p w:rsidR="000875FC" w:rsidRDefault="00A36D27" w:rsidP="00FA0612">
            <w:pPr>
              <w:cnfStyle w:val="000000100000"/>
            </w:pPr>
            <w:r>
              <w:t>Lot 2 - T</w:t>
            </w:r>
            <w:r w:rsidR="00FA0612">
              <w:t xml:space="preserve">3 - Fichiers de stockage </w:t>
            </w:r>
          </w:p>
        </w:tc>
        <w:tc>
          <w:tcPr>
            <w:tcW w:w="851" w:type="dxa"/>
          </w:tcPr>
          <w:p w:rsidR="000875FC" w:rsidRDefault="00A36D27" w:rsidP="00853820">
            <w:pPr>
              <w:cnfStyle w:val="000000100000"/>
            </w:pPr>
            <w:r>
              <w:t>2.3</w:t>
            </w:r>
          </w:p>
        </w:tc>
        <w:tc>
          <w:tcPr>
            <w:tcW w:w="992" w:type="dxa"/>
          </w:tcPr>
          <w:p w:rsidR="000875FC" w:rsidRDefault="00375BA0" w:rsidP="00853820">
            <w:pPr>
              <w:cnfStyle w:val="000000100000"/>
            </w:pPr>
            <w:r>
              <w:t>LOG</w:t>
            </w:r>
          </w:p>
        </w:tc>
        <w:tc>
          <w:tcPr>
            <w:tcW w:w="1276" w:type="dxa"/>
          </w:tcPr>
          <w:p w:rsidR="000875FC" w:rsidRDefault="00FA0612" w:rsidP="00853820">
            <w:pPr>
              <w:cnfStyle w:val="000000100000"/>
            </w:pPr>
            <w:r>
              <w:t>24-10-15</w:t>
            </w:r>
          </w:p>
        </w:tc>
      </w:tr>
      <w:tr w:rsidR="000875FC" w:rsidTr="00FA0612">
        <w:trPr>
          <w:trHeight w:val="152"/>
        </w:trPr>
        <w:tc>
          <w:tcPr>
            <w:cnfStyle w:val="001000000000"/>
            <w:tcW w:w="993" w:type="dxa"/>
          </w:tcPr>
          <w:p w:rsidR="000875FC" w:rsidRDefault="00A36D27" w:rsidP="00853820">
            <w:r>
              <w:t>D2.4</w:t>
            </w:r>
          </w:p>
        </w:tc>
        <w:tc>
          <w:tcPr>
            <w:tcW w:w="6237" w:type="dxa"/>
          </w:tcPr>
          <w:p w:rsidR="000875FC" w:rsidRDefault="00A36D27" w:rsidP="00FA0612">
            <w:pPr>
              <w:cnfStyle w:val="000000000000"/>
            </w:pPr>
            <w:r>
              <w:t xml:space="preserve">Lot 2 - T4 - </w:t>
            </w:r>
            <w:r w:rsidR="00FA0612">
              <w:t>Classes exercices et associées</w:t>
            </w:r>
          </w:p>
        </w:tc>
        <w:tc>
          <w:tcPr>
            <w:tcW w:w="851" w:type="dxa"/>
          </w:tcPr>
          <w:p w:rsidR="000875FC" w:rsidRDefault="00A36D27" w:rsidP="00853820">
            <w:pPr>
              <w:cnfStyle w:val="000000000000"/>
            </w:pPr>
            <w:r>
              <w:t>2.4</w:t>
            </w:r>
          </w:p>
        </w:tc>
        <w:tc>
          <w:tcPr>
            <w:tcW w:w="992" w:type="dxa"/>
          </w:tcPr>
          <w:p w:rsidR="000875FC" w:rsidRDefault="00FA0612" w:rsidP="00853820">
            <w:pPr>
              <w:cnfStyle w:val="000000000000"/>
            </w:pPr>
            <w:r>
              <w:t>LOG</w:t>
            </w:r>
          </w:p>
        </w:tc>
        <w:tc>
          <w:tcPr>
            <w:tcW w:w="1276" w:type="dxa"/>
          </w:tcPr>
          <w:p w:rsidR="000875FC" w:rsidRDefault="00FA0612" w:rsidP="00853820">
            <w:pPr>
              <w:cnfStyle w:val="000000000000"/>
            </w:pPr>
            <w:r>
              <w:t>31-10-15</w:t>
            </w:r>
          </w:p>
        </w:tc>
      </w:tr>
      <w:tr w:rsidR="00512D6D" w:rsidTr="00FA0612">
        <w:trPr>
          <w:cnfStyle w:val="000000100000"/>
        </w:trPr>
        <w:tc>
          <w:tcPr>
            <w:cnfStyle w:val="001000000000"/>
            <w:tcW w:w="993" w:type="dxa"/>
            <w:shd w:val="clear" w:color="auto" w:fill="C2D69B" w:themeFill="accent3" w:themeFillTint="99"/>
          </w:tcPr>
          <w:p w:rsidR="00512D6D" w:rsidRDefault="00512D6D" w:rsidP="00853820"/>
        </w:tc>
        <w:tc>
          <w:tcPr>
            <w:tcW w:w="6237" w:type="dxa"/>
            <w:shd w:val="clear" w:color="auto" w:fill="C2D69B" w:themeFill="accent3" w:themeFillTint="99"/>
          </w:tcPr>
          <w:p w:rsidR="00512D6D" w:rsidRDefault="00512D6D" w:rsidP="00172A2A">
            <w:pPr>
              <w:cnfStyle w:val="000000100000"/>
            </w:pPr>
          </w:p>
        </w:tc>
        <w:tc>
          <w:tcPr>
            <w:tcW w:w="851" w:type="dxa"/>
            <w:shd w:val="clear" w:color="auto" w:fill="C2D69B" w:themeFill="accent3" w:themeFillTint="99"/>
          </w:tcPr>
          <w:p w:rsidR="00512D6D" w:rsidRDefault="00512D6D" w:rsidP="00853820">
            <w:pPr>
              <w:cnfStyle w:val="000000100000"/>
            </w:pPr>
          </w:p>
        </w:tc>
        <w:tc>
          <w:tcPr>
            <w:tcW w:w="992" w:type="dxa"/>
            <w:shd w:val="clear" w:color="auto" w:fill="C2D69B" w:themeFill="accent3" w:themeFillTint="99"/>
          </w:tcPr>
          <w:p w:rsidR="00512D6D" w:rsidRDefault="00512D6D" w:rsidP="00853820">
            <w:pPr>
              <w:cnfStyle w:val="000000100000"/>
            </w:pPr>
          </w:p>
        </w:tc>
        <w:tc>
          <w:tcPr>
            <w:tcW w:w="1276" w:type="dxa"/>
            <w:shd w:val="clear" w:color="auto" w:fill="C2D69B" w:themeFill="accent3" w:themeFillTint="99"/>
          </w:tcPr>
          <w:p w:rsidR="00512D6D" w:rsidRDefault="00512D6D" w:rsidP="00853820">
            <w:pPr>
              <w:cnfStyle w:val="000000100000"/>
            </w:pPr>
          </w:p>
        </w:tc>
      </w:tr>
      <w:tr w:rsidR="00512D6D" w:rsidTr="00FA0612">
        <w:tc>
          <w:tcPr>
            <w:cnfStyle w:val="001000000000"/>
            <w:tcW w:w="993" w:type="dxa"/>
          </w:tcPr>
          <w:p w:rsidR="00512D6D" w:rsidRDefault="006D34B0" w:rsidP="00853820">
            <w:r>
              <w:t>D3.1</w:t>
            </w:r>
          </w:p>
        </w:tc>
        <w:tc>
          <w:tcPr>
            <w:tcW w:w="6237" w:type="dxa"/>
          </w:tcPr>
          <w:p w:rsidR="00512D6D" w:rsidRDefault="006D34B0" w:rsidP="00A36D27">
            <w:pPr>
              <w:cnfStyle w:val="000000000000"/>
            </w:pPr>
            <w:r>
              <w:t>Lot 3 - T1 - Rapport d'analyse</w:t>
            </w:r>
          </w:p>
        </w:tc>
        <w:tc>
          <w:tcPr>
            <w:tcW w:w="851" w:type="dxa"/>
          </w:tcPr>
          <w:p w:rsidR="00512D6D" w:rsidRDefault="006D34B0" w:rsidP="00853820">
            <w:pPr>
              <w:cnfStyle w:val="000000000000"/>
            </w:pPr>
            <w:r>
              <w:t>3.1</w:t>
            </w:r>
          </w:p>
        </w:tc>
        <w:tc>
          <w:tcPr>
            <w:tcW w:w="992" w:type="dxa"/>
          </w:tcPr>
          <w:p w:rsidR="00512D6D" w:rsidRDefault="006D34B0" w:rsidP="00853820">
            <w:pPr>
              <w:cnfStyle w:val="000000000000"/>
            </w:pPr>
            <w:r>
              <w:t>DOC</w:t>
            </w:r>
          </w:p>
        </w:tc>
        <w:tc>
          <w:tcPr>
            <w:tcW w:w="1276" w:type="dxa"/>
          </w:tcPr>
          <w:p w:rsidR="00512D6D" w:rsidRDefault="006D34B0" w:rsidP="00853820">
            <w:pPr>
              <w:cnfStyle w:val="000000000000"/>
            </w:pPr>
            <w:r>
              <w:t>25-04-15</w:t>
            </w:r>
          </w:p>
        </w:tc>
      </w:tr>
      <w:tr w:rsidR="006D34B0" w:rsidTr="00FA0612">
        <w:trPr>
          <w:cnfStyle w:val="000000100000"/>
        </w:trPr>
        <w:tc>
          <w:tcPr>
            <w:cnfStyle w:val="001000000000"/>
            <w:tcW w:w="993" w:type="dxa"/>
          </w:tcPr>
          <w:p w:rsidR="006D34B0" w:rsidRDefault="006D34B0" w:rsidP="00853820">
            <w:r>
              <w:t>D3.2.1</w:t>
            </w:r>
          </w:p>
        </w:tc>
        <w:tc>
          <w:tcPr>
            <w:tcW w:w="6237" w:type="dxa"/>
          </w:tcPr>
          <w:p w:rsidR="006D34B0" w:rsidRDefault="006D34B0" w:rsidP="00A36D27">
            <w:pPr>
              <w:cnfStyle w:val="000000100000"/>
            </w:pPr>
            <w:r>
              <w:t>Lot 3 - T2 - Rapport de l'étude menée sur les scénarios</w:t>
            </w:r>
          </w:p>
        </w:tc>
        <w:tc>
          <w:tcPr>
            <w:tcW w:w="851" w:type="dxa"/>
          </w:tcPr>
          <w:p w:rsidR="006D34B0" w:rsidRDefault="006D34B0" w:rsidP="00853820">
            <w:pPr>
              <w:cnfStyle w:val="000000100000"/>
            </w:pPr>
            <w:r>
              <w:t>3.2</w:t>
            </w:r>
          </w:p>
        </w:tc>
        <w:tc>
          <w:tcPr>
            <w:tcW w:w="992" w:type="dxa"/>
          </w:tcPr>
          <w:p w:rsidR="006D34B0" w:rsidRDefault="006D34B0" w:rsidP="00853820">
            <w:pPr>
              <w:cnfStyle w:val="000000100000"/>
            </w:pPr>
            <w:r>
              <w:t>DOC</w:t>
            </w:r>
          </w:p>
        </w:tc>
        <w:tc>
          <w:tcPr>
            <w:tcW w:w="1276" w:type="dxa"/>
          </w:tcPr>
          <w:p w:rsidR="006D34B0" w:rsidRDefault="006D34B0" w:rsidP="00853820">
            <w:pPr>
              <w:cnfStyle w:val="000000100000"/>
            </w:pPr>
            <w:r>
              <w:t>20-06-15</w:t>
            </w:r>
          </w:p>
        </w:tc>
      </w:tr>
      <w:tr w:rsidR="006D34B0" w:rsidTr="00FA0612">
        <w:tc>
          <w:tcPr>
            <w:cnfStyle w:val="001000000000"/>
            <w:tcW w:w="993" w:type="dxa"/>
          </w:tcPr>
          <w:p w:rsidR="006D34B0" w:rsidRDefault="006D34B0" w:rsidP="00853820">
            <w:r>
              <w:t>D3.2.2</w:t>
            </w:r>
          </w:p>
        </w:tc>
        <w:tc>
          <w:tcPr>
            <w:tcW w:w="6237" w:type="dxa"/>
          </w:tcPr>
          <w:p w:rsidR="006D34B0" w:rsidRDefault="006D34B0" w:rsidP="00A36D27">
            <w:pPr>
              <w:cnfStyle w:val="000000000000"/>
            </w:pPr>
            <w:r>
              <w:t>Lot 3 - T2 - Rapport de l'étude menée sur les solutions</w:t>
            </w:r>
          </w:p>
        </w:tc>
        <w:tc>
          <w:tcPr>
            <w:tcW w:w="851" w:type="dxa"/>
          </w:tcPr>
          <w:p w:rsidR="006D34B0" w:rsidRDefault="006D34B0" w:rsidP="00853820">
            <w:pPr>
              <w:cnfStyle w:val="000000000000"/>
            </w:pPr>
            <w:r>
              <w:t>3.2</w:t>
            </w:r>
          </w:p>
        </w:tc>
        <w:tc>
          <w:tcPr>
            <w:tcW w:w="992" w:type="dxa"/>
          </w:tcPr>
          <w:p w:rsidR="006D34B0" w:rsidRDefault="006D34B0" w:rsidP="00853820">
            <w:pPr>
              <w:cnfStyle w:val="000000000000"/>
            </w:pPr>
            <w:r>
              <w:t>DOC</w:t>
            </w:r>
          </w:p>
        </w:tc>
        <w:tc>
          <w:tcPr>
            <w:tcW w:w="1276" w:type="dxa"/>
          </w:tcPr>
          <w:p w:rsidR="006D34B0" w:rsidRDefault="006D34B0" w:rsidP="00853820">
            <w:pPr>
              <w:cnfStyle w:val="000000000000"/>
            </w:pPr>
            <w:r>
              <w:t>20-06-15</w:t>
            </w:r>
          </w:p>
        </w:tc>
      </w:tr>
      <w:tr w:rsidR="006D34B0" w:rsidTr="00FA0612">
        <w:trPr>
          <w:cnfStyle w:val="000000100000"/>
        </w:trPr>
        <w:tc>
          <w:tcPr>
            <w:cnfStyle w:val="001000000000"/>
            <w:tcW w:w="993" w:type="dxa"/>
          </w:tcPr>
          <w:p w:rsidR="006D34B0" w:rsidRDefault="006D34B0" w:rsidP="00853820">
            <w:r>
              <w:t>D3.2.3</w:t>
            </w:r>
          </w:p>
        </w:tc>
        <w:tc>
          <w:tcPr>
            <w:tcW w:w="6237" w:type="dxa"/>
          </w:tcPr>
          <w:p w:rsidR="006D34B0" w:rsidRDefault="006D34B0" w:rsidP="00A36D27">
            <w:pPr>
              <w:cnfStyle w:val="000000100000"/>
            </w:pPr>
            <w:r>
              <w:t>Lot 3 - T2 - Interface graphique</w:t>
            </w:r>
          </w:p>
        </w:tc>
        <w:tc>
          <w:tcPr>
            <w:tcW w:w="851" w:type="dxa"/>
          </w:tcPr>
          <w:p w:rsidR="006D34B0" w:rsidRDefault="006D34B0" w:rsidP="00853820">
            <w:pPr>
              <w:cnfStyle w:val="000000100000"/>
            </w:pPr>
            <w:r>
              <w:t>3.2</w:t>
            </w:r>
          </w:p>
        </w:tc>
        <w:tc>
          <w:tcPr>
            <w:tcW w:w="992" w:type="dxa"/>
          </w:tcPr>
          <w:p w:rsidR="006D34B0" w:rsidRDefault="006D34B0" w:rsidP="00853820">
            <w:pPr>
              <w:cnfStyle w:val="000000100000"/>
            </w:pPr>
            <w:r>
              <w:t>DOC</w:t>
            </w:r>
          </w:p>
        </w:tc>
        <w:tc>
          <w:tcPr>
            <w:tcW w:w="1276" w:type="dxa"/>
          </w:tcPr>
          <w:p w:rsidR="006D34B0" w:rsidRDefault="006D34B0" w:rsidP="00853820">
            <w:pPr>
              <w:cnfStyle w:val="000000100000"/>
            </w:pPr>
            <w:r>
              <w:t>20-06-15</w:t>
            </w:r>
          </w:p>
        </w:tc>
      </w:tr>
      <w:tr w:rsidR="00840AF8" w:rsidTr="00FA0612">
        <w:tc>
          <w:tcPr>
            <w:cnfStyle w:val="001000000000"/>
            <w:tcW w:w="993" w:type="dxa"/>
          </w:tcPr>
          <w:p w:rsidR="00840AF8" w:rsidRDefault="00840AF8" w:rsidP="00853820">
            <w:r>
              <w:t>D3.3</w:t>
            </w:r>
          </w:p>
        </w:tc>
        <w:tc>
          <w:tcPr>
            <w:tcW w:w="6237" w:type="dxa"/>
          </w:tcPr>
          <w:p w:rsidR="00840AF8" w:rsidRDefault="00840AF8" w:rsidP="00A36D27">
            <w:pPr>
              <w:cnfStyle w:val="000000000000"/>
            </w:pPr>
            <w:r>
              <w:t>Lot 3 - T3 - Code source</w:t>
            </w:r>
          </w:p>
        </w:tc>
        <w:tc>
          <w:tcPr>
            <w:tcW w:w="851" w:type="dxa"/>
          </w:tcPr>
          <w:p w:rsidR="00840AF8" w:rsidRDefault="00840AF8" w:rsidP="00853820">
            <w:pPr>
              <w:cnfStyle w:val="000000000000"/>
            </w:pPr>
            <w:r>
              <w:t>3.3</w:t>
            </w:r>
          </w:p>
        </w:tc>
        <w:tc>
          <w:tcPr>
            <w:tcW w:w="992" w:type="dxa"/>
          </w:tcPr>
          <w:p w:rsidR="00840AF8" w:rsidRDefault="00840AF8" w:rsidP="00853820">
            <w:pPr>
              <w:cnfStyle w:val="000000000000"/>
            </w:pPr>
            <w:r>
              <w:t>LOG</w:t>
            </w:r>
          </w:p>
        </w:tc>
        <w:tc>
          <w:tcPr>
            <w:tcW w:w="1276" w:type="dxa"/>
          </w:tcPr>
          <w:p w:rsidR="00840AF8" w:rsidRDefault="000A15AE" w:rsidP="00853820">
            <w:pPr>
              <w:cnfStyle w:val="000000000000"/>
            </w:pPr>
            <w:r>
              <w:t>01-</w:t>
            </w:r>
            <w:r w:rsidR="00840AF8">
              <w:t>10</w:t>
            </w:r>
            <w:r>
              <w:t>-15</w:t>
            </w:r>
          </w:p>
        </w:tc>
      </w:tr>
      <w:tr w:rsidR="00840AF8" w:rsidTr="00FA0612">
        <w:trPr>
          <w:cnfStyle w:val="000000100000"/>
        </w:trPr>
        <w:tc>
          <w:tcPr>
            <w:cnfStyle w:val="001000000000"/>
            <w:tcW w:w="993" w:type="dxa"/>
          </w:tcPr>
          <w:p w:rsidR="00840AF8" w:rsidRDefault="00840AF8" w:rsidP="00853820">
            <w:r>
              <w:t>D3.4</w:t>
            </w:r>
          </w:p>
        </w:tc>
        <w:tc>
          <w:tcPr>
            <w:tcW w:w="6237" w:type="dxa"/>
          </w:tcPr>
          <w:p w:rsidR="00840AF8" w:rsidRDefault="00840AF8" w:rsidP="00A36D27">
            <w:pPr>
              <w:cnfStyle w:val="000000100000"/>
            </w:pPr>
            <w:r>
              <w:t>Lot 3 - T4 - Code source</w:t>
            </w:r>
          </w:p>
        </w:tc>
        <w:tc>
          <w:tcPr>
            <w:tcW w:w="851" w:type="dxa"/>
          </w:tcPr>
          <w:p w:rsidR="00840AF8" w:rsidRDefault="00840AF8" w:rsidP="00853820">
            <w:pPr>
              <w:cnfStyle w:val="000000100000"/>
            </w:pPr>
            <w:r>
              <w:t>3.4</w:t>
            </w:r>
          </w:p>
        </w:tc>
        <w:tc>
          <w:tcPr>
            <w:tcW w:w="992" w:type="dxa"/>
          </w:tcPr>
          <w:p w:rsidR="00840AF8" w:rsidRDefault="00840AF8" w:rsidP="00853820">
            <w:pPr>
              <w:cnfStyle w:val="000000100000"/>
            </w:pPr>
            <w:r>
              <w:t>LOG</w:t>
            </w:r>
          </w:p>
        </w:tc>
        <w:tc>
          <w:tcPr>
            <w:tcW w:w="1276" w:type="dxa"/>
          </w:tcPr>
          <w:p w:rsidR="00840AF8" w:rsidRDefault="000A15AE" w:rsidP="00853820">
            <w:pPr>
              <w:cnfStyle w:val="000000100000"/>
            </w:pPr>
            <w:r>
              <w:t>01-</w:t>
            </w:r>
            <w:r w:rsidR="00840AF8">
              <w:t>11</w:t>
            </w:r>
            <w:r>
              <w:t>-15</w:t>
            </w:r>
          </w:p>
        </w:tc>
      </w:tr>
      <w:tr w:rsidR="00512D6D" w:rsidTr="00FA0612">
        <w:tc>
          <w:tcPr>
            <w:cnfStyle w:val="001000000000"/>
            <w:tcW w:w="993" w:type="dxa"/>
            <w:shd w:val="clear" w:color="auto" w:fill="C2D69B" w:themeFill="accent3" w:themeFillTint="99"/>
          </w:tcPr>
          <w:p w:rsidR="00512D6D" w:rsidRDefault="00512D6D" w:rsidP="00853820"/>
        </w:tc>
        <w:tc>
          <w:tcPr>
            <w:tcW w:w="6237" w:type="dxa"/>
            <w:shd w:val="clear" w:color="auto" w:fill="C2D69B" w:themeFill="accent3" w:themeFillTint="99"/>
          </w:tcPr>
          <w:p w:rsidR="00512D6D" w:rsidRDefault="00512D6D" w:rsidP="00A36D27">
            <w:pPr>
              <w:cnfStyle w:val="000000000000"/>
            </w:pPr>
          </w:p>
        </w:tc>
        <w:tc>
          <w:tcPr>
            <w:tcW w:w="851" w:type="dxa"/>
            <w:shd w:val="clear" w:color="auto" w:fill="C2D69B" w:themeFill="accent3" w:themeFillTint="99"/>
          </w:tcPr>
          <w:p w:rsidR="00512D6D" w:rsidRDefault="00512D6D" w:rsidP="00853820">
            <w:pPr>
              <w:cnfStyle w:val="000000000000"/>
            </w:pPr>
          </w:p>
        </w:tc>
        <w:tc>
          <w:tcPr>
            <w:tcW w:w="992" w:type="dxa"/>
            <w:shd w:val="clear" w:color="auto" w:fill="C2D69B" w:themeFill="accent3" w:themeFillTint="99"/>
          </w:tcPr>
          <w:p w:rsidR="00512D6D" w:rsidRDefault="00512D6D" w:rsidP="00853820">
            <w:pPr>
              <w:cnfStyle w:val="000000000000"/>
            </w:pPr>
          </w:p>
        </w:tc>
        <w:tc>
          <w:tcPr>
            <w:tcW w:w="1276" w:type="dxa"/>
            <w:shd w:val="clear" w:color="auto" w:fill="C2D69B" w:themeFill="accent3" w:themeFillTint="99"/>
          </w:tcPr>
          <w:p w:rsidR="00512D6D" w:rsidRDefault="00512D6D" w:rsidP="00853820">
            <w:pPr>
              <w:cnfStyle w:val="000000000000"/>
            </w:pPr>
          </w:p>
        </w:tc>
      </w:tr>
      <w:tr w:rsidR="00512D6D" w:rsidTr="00FA0612">
        <w:trPr>
          <w:cnfStyle w:val="000000100000"/>
        </w:trPr>
        <w:tc>
          <w:tcPr>
            <w:cnfStyle w:val="001000000000"/>
            <w:tcW w:w="993" w:type="dxa"/>
            <w:shd w:val="clear" w:color="auto" w:fill="B8CCE4" w:themeFill="accent1" w:themeFillTint="66"/>
          </w:tcPr>
          <w:p w:rsidR="00512D6D" w:rsidRDefault="00512D6D" w:rsidP="00853820">
            <w:r>
              <w:t>D4.1</w:t>
            </w:r>
          </w:p>
        </w:tc>
        <w:tc>
          <w:tcPr>
            <w:tcW w:w="6237" w:type="dxa"/>
            <w:shd w:val="clear" w:color="auto" w:fill="B8CCE4" w:themeFill="accent1" w:themeFillTint="66"/>
          </w:tcPr>
          <w:p w:rsidR="00512D6D" w:rsidRDefault="00512D6D" w:rsidP="00A36D27">
            <w:pPr>
              <w:cnfStyle w:val="000000100000"/>
            </w:pPr>
            <w:r>
              <w:t xml:space="preserve">Lot 4 - T1 - </w:t>
            </w:r>
            <w:r w:rsidR="008E7E64">
              <w:t xml:space="preserve">Solution finale </w:t>
            </w:r>
            <w:r>
              <w:t>Calibrage</w:t>
            </w:r>
          </w:p>
        </w:tc>
        <w:tc>
          <w:tcPr>
            <w:tcW w:w="851" w:type="dxa"/>
            <w:shd w:val="clear" w:color="auto" w:fill="B8CCE4" w:themeFill="accent1" w:themeFillTint="66"/>
          </w:tcPr>
          <w:p w:rsidR="00512D6D" w:rsidRDefault="00512D6D" w:rsidP="00853820">
            <w:pPr>
              <w:cnfStyle w:val="000000100000"/>
            </w:pPr>
            <w:r>
              <w:t>4.1</w:t>
            </w:r>
          </w:p>
        </w:tc>
        <w:tc>
          <w:tcPr>
            <w:tcW w:w="992" w:type="dxa"/>
            <w:shd w:val="clear" w:color="auto" w:fill="B8CCE4" w:themeFill="accent1" w:themeFillTint="66"/>
          </w:tcPr>
          <w:p w:rsidR="00512D6D" w:rsidRDefault="00512D6D" w:rsidP="00853820">
            <w:pPr>
              <w:cnfStyle w:val="000000100000"/>
            </w:pPr>
            <w:r>
              <w:t>DOC</w:t>
            </w:r>
          </w:p>
        </w:tc>
        <w:tc>
          <w:tcPr>
            <w:tcW w:w="1276" w:type="dxa"/>
            <w:shd w:val="clear" w:color="auto" w:fill="B8CCE4" w:themeFill="accent1" w:themeFillTint="66"/>
          </w:tcPr>
          <w:p w:rsidR="00512D6D" w:rsidRDefault="008E7E64" w:rsidP="00853820">
            <w:pPr>
              <w:cnfStyle w:val="000000100000"/>
            </w:pPr>
            <w:r>
              <w:t>07-05-15</w:t>
            </w:r>
          </w:p>
        </w:tc>
      </w:tr>
      <w:tr w:rsidR="00512D6D" w:rsidTr="00FA0612">
        <w:tc>
          <w:tcPr>
            <w:cnfStyle w:val="001000000000"/>
            <w:tcW w:w="993" w:type="dxa"/>
            <w:shd w:val="clear" w:color="auto" w:fill="FFFFFF" w:themeFill="background1"/>
          </w:tcPr>
          <w:p w:rsidR="00512D6D" w:rsidRDefault="00512D6D" w:rsidP="00853820">
            <w:r>
              <w:t>D4.2</w:t>
            </w:r>
          </w:p>
        </w:tc>
        <w:tc>
          <w:tcPr>
            <w:tcW w:w="6237" w:type="dxa"/>
            <w:shd w:val="clear" w:color="auto" w:fill="FFFFFF" w:themeFill="background1"/>
          </w:tcPr>
          <w:p w:rsidR="00512D6D" w:rsidRDefault="008E7E64" w:rsidP="00A36D27">
            <w:pPr>
              <w:cnfStyle w:val="000000000000"/>
            </w:pPr>
            <w:r>
              <w:t>Lot 4 - T2 - Solution finale pour l'algorithme</w:t>
            </w:r>
          </w:p>
        </w:tc>
        <w:tc>
          <w:tcPr>
            <w:tcW w:w="851" w:type="dxa"/>
            <w:shd w:val="clear" w:color="auto" w:fill="FFFFFF" w:themeFill="background1"/>
          </w:tcPr>
          <w:p w:rsidR="00512D6D" w:rsidRDefault="00512D6D" w:rsidP="00853820">
            <w:pPr>
              <w:cnfStyle w:val="000000000000"/>
            </w:pPr>
            <w:r>
              <w:t>4.2</w:t>
            </w:r>
          </w:p>
        </w:tc>
        <w:tc>
          <w:tcPr>
            <w:tcW w:w="992" w:type="dxa"/>
            <w:shd w:val="clear" w:color="auto" w:fill="FFFFFF" w:themeFill="background1"/>
          </w:tcPr>
          <w:p w:rsidR="00512D6D" w:rsidRDefault="00512D6D" w:rsidP="00853820">
            <w:pPr>
              <w:cnfStyle w:val="000000000000"/>
            </w:pPr>
            <w:r>
              <w:t>DOC</w:t>
            </w:r>
          </w:p>
        </w:tc>
        <w:tc>
          <w:tcPr>
            <w:tcW w:w="1276" w:type="dxa"/>
            <w:shd w:val="clear" w:color="auto" w:fill="FFFFFF" w:themeFill="background1"/>
          </w:tcPr>
          <w:p w:rsidR="00512D6D" w:rsidRDefault="008E7E64" w:rsidP="00853820">
            <w:pPr>
              <w:cnfStyle w:val="000000000000"/>
            </w:pPr>
            <w:r>
              <w:t>20-06-15</w:t>
            </w:r>
          </w:p>
        </w:tc>
      </w:tr>
      <w:tr w:rsidR="008E7E64" w:rsidTr="008E7E64">
        <w:trPr>
          <w:cnfStyle w:val="000000100000"/>
        </w:trPr>
        <w:tc>
          <w:tcPr>
            <w:cnfStyle w:val="001000000000"/>
            <w:tcW w:w="993" w:type="dxa"/>
            <w:shd w:val="clear" w:color="auto" w:fill="B8CCE4" w:themeFill="accent1" w:themeFillTint="66"/>
          </w:tcPr>
          <w:p w:rsidR="008E7E64" w:rsidRDefault="008E7E64" w:rsidP="00853820">
            <w:r>
              <w:t>D4.3</w:t>
            </w:r>
          </w:p>
        </w:tc>
        <w:tc>
          <w:tcPr>
            <w:tcW w:w="6237" w:type="dxa"/>
            <w:shd w:val="clear" w:color="auto" w:fill="B8CCE4" w:themeFill="accent1" w:themeFillTint="66"/>
          </w:tcPr>
          <w:p w:rsidR="008E7E64" w:rsidRDefault="008E7E64" w:rsidP="00A36D27">
            <w:pPr>
              <w:cnfStyle w:val="000000100000"/>
            </w:pPr>
            <w:r>
              <w:t>Lot 4 - T3 - Logiciel partie calibration</w:t>
            </w:r>
          </w:p>
        </w:tc>
        <w:tc>
          <w:tcPr>
            <w:tcW w:w="851" w:type="dxa"/>
            <w:shd w:val="clear" w:color="auto" w:fill="B8CCE4" w:themeFill="accent1" w:themeFillTint="66"/>
          </w:tcPr>
          <w:p w:rsidR="008E7E64" w:rsidRDefault="008E7E64" w:rsidP="00853820">
            <w:pPr>
              <w:cnfStyle w:val="000000100000"/>
            </w:pPr>
            <w:r>
              <w:t>4.3</w:t>
            </w:r>
          </w:p>
        </w:tc>
        <w:tc>
          <w:tcPr>
            <w:tcW w:w="992" w:type="dxa"/>
            <w:shd w:val="clear" w:color="auto" w:fill="B8CCE4" w:themeFill="accent1" w:themeFillTint="66"/>
          </w:tcPr>
          <w:p w:rsidR="008E7E64" w:rsidRDefault="008E7E64" w:rsidP="00853820">
            <w:pPr>
              <w:cnfStyle w:val="000000100000"/>
            </w:pPr>
            <w:r>
              <w:t>LOG</w:t>
            </w:r>
          </w:p>
        </w:tc>
        <w:tc>
          <w:tcPr>
            <w:tcW w:w="1276" w:type="dxa"/>
            <w:shd w:val="clear" w:color="auto" w:fill="B8CCE4" w:themeFill="accent1" w:themeFillTint="66"/>
          </w:tcPr>
          <w:p w:rsidR="008E7E64" w:rsidRDefault="008E7E64" w:rsidP="00853820">
            <w:pPr>
              <w:cnfStyle w:val="000000100000"/>
            </w:pPr>
            <w:r>
              <w:t>30-09-15</w:t>
            </w:r>
          </w:p>
        </w:tc>
      </w:tr>
      <w:tr w:rsidR="008E7E64" w:rsidTr="00FA0612">
        <w:tc>
          <w:tcPr>
            <w:cnfStyle w:val="001000000000"/>
            <w:tcW w:w="993" w:type="dxa"/>
            <w:shd w:val="clear" w:color="auto" w:fill="FFFFFF" w:themeFill="background1"/>
          </w:tcPr>
          <w:p w:rsidR="008E7E64" w:rsidRDefault="008E7E64" w:rsidP="00853820">
            <w:r>
              <w:t>D4.4</w:t>
            </w:r>
          </w:p>
        </w:tc>
        <w:tc>
          <w:tcPr>
            <w:tcW w:w="6237" w:type="dxa"/>
            <w:shd w:val="clear" w:color="auto" w:fill="FFFFFF" w:themeFill="background1"/>
          </w:tcPr>
          <w:p w:rsidR="008E7E64" w:rsidRDefault="008E7E64" w:rsidP="00A36D27">
            <w:pPr>
              <w:cnfStyle w:val="000000000000"/>
            </w:pPr>
            <w:r>
              <w:t xml:space="preserve">Lot 4 - T4 - Logiciel partie </w:t>
            </w:r>
            <w:r w:rsidR="0067620E">
              <w:t>algorithme</w:t>
            </w:r>
          </w:p>
        </w:tc>
        <w:tc>
          <w:tcPr>
            <w:tcW w:w="851" w:type="dxa"/>
            <w:shd w:val="clear" w:color="auto" w:fill="FFFFFF" w:themeFill="background1"/>
          </w:tcPr>
          <w:p w:rsidR="008E7E64" w:rsidRDefault="008E7E64" w:rsidP="00853820">
            <w:pPr>
              <w:cnfStyle w:val="000000000000"/>
            </w:pPr>
            <w:r>
              <w:t>4.4</w:t>
            </w:r>
          </w:p>
        </w:tc>
        <w:tc>
          <w:tcPr>
            <w:tcW w:w="992" w:type="dxa"/>
            <w:shd w:val="clear" w:color="auto" w:fill="FFFFFF" w:themeFill="background1"/>
          </w:tcPr>
          <w:p w:rsidR="008E7E64" w:rsidRDefault="008E7E64" w:rsidP="00853820">
            <w:pPr>
              <w:cnfStyle w:val="000000000000"/>
            </w:pPr>
            <w:r>
              <w:t>LOG</w:t>
            </w:r>
          </w:p>
        </w:tc>
        <w:tc>
          <w:tcPr>
            <w:tcW w:w="1276" w:type="dxa"/>
            <w:shd w:val="clear" w:color="auto" w:fill="FFFFFF" w:themeFill="background1"/>
          </w:tcPr>
          <w:p w:rsidR="008E7E64" w:rsidRDefault="008E7E64" w:rsidP="00853820">
            <w:pPr>
              <w:cnfStyle w:val="000000000000"/>
            </w:pPr>
            <w:r>
              <w:t>31-10-15</w:t>
            </w:r>
          </w:p>
        </w:tc>
      </w:tr>
      <w:tr w:rsidR="00512D6D" w:rsidTr="00FA0612">
        <w:trPr>
          <w:cnfStyle w:val="000000100000"/>
        </w:trPr>
        <w:tc>
          <w:tcPr>
            <w:cnfStyle w:val="001000000000"/>
            <w:tcW w:w="993" w:type="dxa"/>
            <w:shd w:val="clear" w:color="auto" w:fill="C2D69B" w:themeFill="accent3" w:themeFillTint="99"/>
          </w:tcPr>
          <w:p w:rsidR="00512D6D" w:rsidRDefault="00512D6D" w:rsidP="00853820"/>
        </w:tc>
        <w:tc>
          <w:tcPr>
            <w:tcW w:w="6237" w:type="dxa"/>
            <w:shd w:val="clear" w:color="auto" w:fill="C2D69B" w:themeFill="accent3" w:themeFillTint="99"/>
          </w:tcPr>
          <w:p w:rsidR="00512D6D" w:rsidRDefault="00512D6D" w:rsidP="00A36D27">
            <w:pPr>
              <w:cnfStyle w:val="000000100000"/>
            </w:pPr>
          </w:p>
        </w:tc>
        <w:tc>
          <w:tcPr>
            <w:tcW w:w="851" w:type="dxa"/>
            <w:shd w:val="clear" w:color="auto" w:fill="C2D69B" w:themeFill="accent3" w:themeFillTint="99"/>
          </w:tcPr>
          <w:p w:rsidR="00512D6D" w:rsidRDefault="00512D6D" w:rsidP="00853820">
            <w:pPr>
              <w:cnfStyle w:val="000000100000"/>
            </w:pPr>
          </w:p>
        </w:tc>
        <w:tc>
          <w:tcPr>
            <w:tcW w:w="992" w:type="dxa"/>
            <w:shd w:val="clear" w:color="auto" w:fill="C2D69B" w:themeFill="accent3" w:themeFillTint="99"/>
          </w:tcPr>
          <w:p w:rsidR="00512D6D" w:rsidRDefault="00512D6D" w:rsidP="00853820">
            <w:pPr>
              <w:cnfStyle w:val="000000100000"/>
            </w:pPr>
          </w:p>
        </w:tc>
        <w:tc>
          <w:tcPr>
            <w:tcW w:w="1276" w:type="dxa"/>
            <w:shd w:val="clear" w:color="auto" w:fill="C2D69B" w:themeFill="accent3" w:themeFillTint="99"/>
          </w:tcPr>
          <w:p w:rsidR="00512D6D" w:rsidRDefault="00512D6D" w:rsidP="00853820">
            <w:pPr>
              <w:cnfStyle w:val="000000100000"/>
            </w:pPr>
          </w:p>
        </w:tc>
      </w:tr>
      <w:tr w:rsidR="00512D6D" w:rsidTr="00FA0612">
        <w:tc>
          <w:tcPr>
            <w:cnfStyle w:val="001000000000"/>
            <w:tcW w:w="993" w:type="dxa"/>
          </w:tcPr>
          <w:p w:rsidR="00512D6D" w:rsidRDefault="00512D6D" w:rsidP="00853820">
            <w:r>
              <w:t>D5.1</w:t>
            </w:r>
            <w:r w:rsidR="004C6005">
              <w:t>.1</w:t>
            </w:r>
          </w:p>
        </w:tc>
        <w:tc>
          <w:tcPr>
            <w:tcW w:w="6237" w:type="dxa"/>
          </w:tcPr>
          <w:p w:rsidR="00512D6D" w:rsidRDefault="00512D6D" w:rsidP="004C6005">
            <w:pPr>
              <w:cnfStyle w:val="000000000000"/>
            </w:pPr>
            <w:r>
              <w:t xml:space="preserve">Lot 5 - T1 - </w:t>
            </w:r>
            <w:r w:rsidR="004C6005">
              <w:t>Liste d'applications</w:t>
            </w:r>
          </w:p>
        </w:tc>
        <w:tc>
          <w:tcPr>
            <w:tcW w:w="851" w:type="dxa"/>
          </w:tcPr>
          <w:p w:rsidR="00512D6D" w:rsidRDefault="00512D6D" w:rsidP="00853820">
            <w:pPr>
              <w:cnfStyle w:val="000000000000"/>
            </w:pPr>
            <w:r>
              <w:t>5.1</w:t>
            </w:r>
          </w:p>
        </w:tc>
        <w:tc>
          <w:tcPr>
            <w:tcW w:w="992" w:type="dxa"/>
          </w:tcPr>
          <w:p w:rsidR="00512D6D" w:rsidRDefault="00512D6D" w:rsidP="00853820">
            <w:pPr>
              <w:cnfStyle w:val="000000000000"/>
            </w:pPr>
            <w:r>
              <w:t>DOC</w:t>
            </w:r>
          </w:p>
        </w:tc>
        <w:tc>
          <w:tcPr>
            <w:tcW w:w="1276" w:type="dxa"/>
          </w:tcPr>
          <w:p w:rsidR="00512D6D" w:rsidRDefault="004C6005" w:rsidP="00853820">
            <w:pPr>
              <w:cnfStyle w:val="000000000000"/>
            </w:pPr>
            <w:r>
              <w:t>24-04-15</w:t>
            </w:r>
          </w:p>
        </w:tc>
      </w:tr>
      <w:tr w:rsidR="00512D6D" w:rsidTr="00FA0612">
        <w:trPr>
          <w:cnfStyle w:val="000000100000"/>
        </w:trPr>
        <w:tc>
          <w:tcPr>
            <w:cnfStyle w:val="001000000000"/>
            <w:tcW w:w="993" w:type="dxa"/>
          </w:tcPr>
          <w:p w:rsidR="00512D6D" w:rsidRDefault="004C6005" w:rsidP="00853820">
            <w:r>
              <w:t>D5.1.2</w:t>
            </w:r>
          </w:p>
        </w:tc>
        <w:tc>
          <w:tcPr>
            <w:tcW w:w="6237" w:type="dxa"/>
          </w:tcPr>
          <w:p w:rsidR="00512D6D" w:rsidRDefault="00512D6D" w:rsidP="004C6005">
            <w:pPr>
              <w:cnfStyle w:val="000000100000"/>
            </w:pPr>
            <w:r>
              <w:t>Lot 5 - T</w:t>
            </w:r>
            <w:r w:rsidR="004C6005">
              <w:t>1 - Scénarios</w:t>
            </w:r>
          </w:p>
        </w:tc>
        <w:tc>
          <w:tcPr>
            <w:tcW w:w="851" w:type="dxa"/>
          </w:tcPr>
          <w:p w:rsidR="00512D6D" w:rsidRDefault="004C6005" w:rsidP="00853820">
            <w:pPr>
              <w:cnfStyle w:val="000000100000"/>
            </w:pPr>
            <w:r>
              <w:t>5.1</w:t>
            </w:r>
          </w:p>
        </w:tc>
        <w:tc>
          <w:tcPr>
            <w:tcW w:w="992" w:type="dxa"/>
          </w:tcPr>
          <w:p w:rsidR="00512D6D" w:rsidRDefault="00512D6D" w:rsidP="00853820">
            <w:pPr>
              <w:cnfStyle w:val="000000100000"/>
            </w:pPr>
            <w:r>
              <w:t>DOC</w:t>
            </w:r>
          </w:p>
        </w:tc>
        <w:tc>
          <w:tcPr>
            <w:tcW w:w="1276" w:type="dxa"/>
          </w:tcPr>
          <w:p w:rsidR="00512D6D" w:rsidRDefault="003C79EB" w:rsidP="00853820">
            <w:pPr>
              <w:cnfStyle w:val="000000100000"/>
            </w:pPr>
            <w:r>
              <w:t>30</w:t>
            </w:r>
            <w:r w:rsidR="004C6005">
              <w:t>-04-15</w:t>
            </w:r>
          </w:p>
        </w:tc>
      </w:tr>
      <w:tr w:rsidR="00512D6D" w:rsidTr="00FA0612">
        <w:tc>
          <w:tcPr>
            <w:cnfStyle w:val="001000000000"/>
            <w:tcW w:w="993" w:type="dxa"/>
          </w:tcPr>
          <w:p w:rsidR="00512D6D" w:rsidRDefault="004C6005" w:rsidP="00853820">
            <w:r>
              <w:t>D5.1.3</w:t>
            </w:r>
          </w:p>
        </w:tc>
        <w:tc>
          <w:tcPr>
            <w:tcW w:w="6237" w:type="dxa"/>
          </w:tcPr>
          <w:p w:rsidR="00512D6D" w:rsidRDefault="004C6005" w:rsidP="00475298">
            <w:pPr>
              <w:cnfStyle w:val="000000000000"/>
            </w:pPr>
            <w:r>
              <w:t>Lot 5 - T1 - Persona</w:t>
            </w:r>
          </w:p>
        </w:tc>
        <w:tc>
          <w:tcPr>
            <w:tcW w:w="851" w:type="dxa"/>
          </w:tcPr>
          <w:p w:rsidR="00512D6D" w:rsidRDefault="00512D6D" w:rsidP="00853820">
            <w:pPr>
              <w:cnfStyle w:val="000000000000"/>
            </w:pPr>
            <w:r>
              <w:t>5.</w:t>
            </w:r>
            <w:r w:rsidR="004C6005">
              <w:t>1</w:t>
            </w:r>
          </w:p>
        </w:tc>
        <w:tc>
          <w:tcPr>
            <w:tcW w:w="992" w:type="dxa"/>
          </w:tcPr>
          <w:p w:rsidR="00512D6D" w:rsidRDefault="00512D6D" w:rsidP="00853820">
            <w:pPr>
              <w:cnfStyle w:val="000000000000"/>
            </w:pPr>
            <w:r>
              <w:t>DOC</w:t>
            </w:r>
          </w:p>
        </w:tc>
        <w:tc>
          <w:tcPr>
            <w:tcW w:w="1276" w:type="dxa"/>
          </w:tcPr>
          <w:p w:rsidR="00512D6D" w:rsidRDefault="003C79EB" w:rsidP="00853820">
            <w:pPr>
              <w:cnfStyle w:val="000000000000"/>
            </w:pPr>
            <w:r>
              <w:t>30</w:t>
            </w:r>
            <w:r w:rsidR="004C6005">
              <w:t>-04-15</w:t>
            </w:r>
          </w:p>
        </w:tc>
      </w:tr>
      <w:tr w:rsidR="00512D6D" w:rsidTr="00FA0612">
        <w:trPr>
          <w:cnfStyle w:val="000000100000"/>
        </w:trPr>
        <w:tc>
          <w:tcPr>
            <w:cnfStyle w:val="001000000000"/>
            <w:tcW w:w="993" w:type="dxa"/>
          </w:tcPr>
          <w:p w:rsidR="00512D6D" w:rsidRDefault="004C6005" w:rsidP="00853820">
            <w:r>
              <w:t>D5.1.4</w:t>
            </w:r>
          </w:p>
        </w:tc>
        <w:tc>
          <w:tcPr>
            <w:tcW w:w="6237" w:type="dxa"/>
          </w:tcPr>
          <w:p w:rsidR="00512D6D" w:rsidRDefault="004C6005" w:rsidP="00475298">
            <w:pPr>
              <w:cnfStyle w:val="000000100000"/>
            </w:pPr>
            <w:r>
              <w:t>Lot 5 - T1 - Diagrammes</w:t>
            </w:r>
          </w:p>
        </w:tc>
        <w:tc>
          <w:tcPr>
            <w:tcW w:w="851" w:type="dxa"/>
          </w:tcPr>
          <w:p w:rsidR="00512D6D" w:rsidRDefault="004C6005" w:rsidP="00853820">
            <w:pPr>
              <w:cnfStyle w:val="000000100000"/>
            </w:pPr>
            <w:r>
              <w:t>5.1</w:t>
            </w:r>
          </w:p>
        </w:tc>
        <w:tc>
          <w:tcPr>
            <w:tcW w:w="992" w:type="dxa"/>
          </w:tcPr>
          <w:p w:rsidR="00512D6D" w:rsidRDefault="00512D6D" w:rsidP="00853820">
            <w:pPr>
              <w:cnfStyle w:val="000000100000"/>
            </w:pPr>
            <w:r>
              <w:t>DOC</w:t>
            </w:r>
          </w:p>
        </w:tc>
        <w:tc>
          <w:tcPr>
            <w:tcW w:w="1276" w:type="dxa"/>
          </w:tcPr>
          <w:p w:rsidR="00512D6D" w:rsidRDefault="003C79EB" w:rsidP="00853820">
            <w:pPr>
              <w:cnfStyle w:val="000000100000"/>
            </w:pPr>
            <w:r>
              <w:t>30</w:t>
            </w:r>
            <w:r w:rsidR="004C6005">
              <w:t>-04-15</w:t>
            </w:r>
          </w:p>
        </w:tc>
      </w:tr>
      <w:tr w:rsidR="00512D6D" w:rsidTr="00FA0612">
        <w:tc>
          <w:tcPr>
            <w:cnfStyle w:val="001000000000"/>
            <w:tcW w:w="993" w:type="dxa"/>
          </w:tcPr>
          <w:p w:rsidR="00512D6D" w:rsidRDefault="004C6005" w:rsidP="00853820">
            <w:r>
              <w:t>D5.2</w:t>
            </w:r>
          </w:p>
        </w:tc>
        <w:tc>
          <w:tcPr>
            <w:tcW w:w="6237" w:type="dxa"/>
          </w:tcPr>
          <w:p w:rsidR="00512D6D" w:rsidRDefault="004C6005" w:rsidP="00475298">
            <w:pPr>
              <w:cnfStyle w:val="000000000000"/>
            </w:pPr>
            <w:r>
              <w:t>Lot 5 - T2 - Diagramme UML de séquences et classes</w:t>
            </w:r>
          </w:p>
        </w:tc>
        <w:tc>
          <w:tcPr>
            <w:tcW w:w="851" w:type="dxa"/>
          </w:tcPr>
          <w:p w:rsidR="00512D6D" w:rsidRDefault="004C6005" w:rsidP="00853820">
            <w:pPr>
              <w:cnfStyle w:val="000000000000"/>
            </w:pPr>
            <w:r>
              <w:t>5.2</w:t>
            </w:r>
          </w:p>
        </w:tc>
        <w:tc>
          <w:tcPr>
            <w:tcW w:w="992" w:type="dxa"/>
          </w:tcPr>
          <w:p w:rsidR="00512D6D" w:rsidRDefault="00512D6D" w:rsidP="00853820">
            <w:pPr>
              <w:cnfStyle w:val="000000000000"/>
            </w:pPr>
            <w:r>
              <w:t>DOC</w:t>
            </w:r>
          </w:p>
        </w:tc>
        <w:tc>
          <w:tcPr>
            <w:tcW w:w="1276" w:type="dxa"/>
          </w:tcPr>
          <w:p w:rsidR="00512D6D" w:rsidRDefault="004C6005" w:rsidP="00853820">
            <w:pPr>
              <w:cnfStyle w:val="000000000000"/>
            </w:pPr>
            <w:r>
              <w:t>20-06-15</w:t>
            </w:r>
          </w:p>
        </w:tc>
      </w:tr>
      <w:tr w:rsidR="00512D6D" w:rsidTr="00FA0612">
        <w:trPr>
          <w:cnfStyle w:val="000000100000"/>
        </w:trPr>
        <w:tc>
          <w:tcPr>
            <w:cnfStyle w:val="001000000000"/>
            <w:tcW w:w="993" w:type="dxa"/>
          </w:tcPr>
          <w:p w:rsidR="00512D6D" w:rsidRDefault="004C6005" w:rsidP="00853820">
            <w:r>
              <w:t>D5.3.1</w:t>
            </w:r>
          </w:p>
        </w:tc>
        <w:tc>
          <w:tcPr>
            <w:tcW w:w="6237" w:type="dxa"/>
          </w:tcPr>
          <w:p w:rsidR="00512D6D" w:rsidRDefault="00512D6D" w:rsidP="004C6005">
            <w:pPr>
              <w:cnfStyle w:val="000000100000"/>
            </w:pPr>
            <w:r>
              <w:t xml:space="preserve">Lot 5 - T3 - </w:t>
            </w:r>
            <w:r w:rsidR="004C6005">
              <w:t>Codes sources et tests unitaires</w:t>
            </w:r>
          </w:p>
        </w:tc>
        <w:tc>
          <w:tcPr>
            <w:tcW w:w="851" w:type="dxa"/>
          </w:tcPr>
          <w:p w:rsidR="00512D6D" w:rsidRDefault="00512D6D" w:rsidP="00853820">
            <w:pPr>
              <w:cnfStyle w:val="000000100000"/>
            </w:pPr>
            <w:r>
              <w:t>5.3</w:t>
            </w:r>
          </w:p>
        </w:tc>
        <w:tc>
          <w:tcPr>
            <w:tcW w:w="992" w:type="dxa"/>
          </w:tcPr>
          <w:p w:rsidR="00512D6D" w:rsidRDefault="004C6005" w:rsidP="00853820">
            <w:pPr>
              <w:cnfStyle w:val="000000100000"/>
            </w:pPr>
            <w:r>
              <w:t>LOG</w:t>
            </w:r>
          </w:p>
        </w:tc>
        <w:tc>
          <w:tcPr>
            <w:tcW w:w="1276" w:type="dxa"/>
          </w:tcPr>
          <w:p w:rsidR="00512D6D" w:rsidRDefault="004C6005" w:rsidP="00853820">
            <w:pPr>
              <w:cnfStyle w:val="000000100000"/>
            </w:pPr>
            <w:r>
              <w:t>31-10-15</w:t>
            </w:r>
          </w:p>
        </w:tc>
      </w:tr>
      <w:tr w:rsidR="004C6005" w:rsidTr="00FA0612">
        <w:tc>
          <w:tcPr>
            <w:cnfStyle w:val="001000000000"/>
            <w:tcW w:w="993" w:type="dxa"/>
          </w:tcPr>
          <w:p w:rsidR="004C6005" w:rsidRDefault="004C6005" w:rsidP="00853820">
            <w:r>
              <w:t>D5.3.2</w:t>
            </w:r>
          </w:p>
        </w:tc>
        <w:tc>
          <w:tcPr>
            <w:tcW w:w="6237" w:type="dxa"/>
          </w:tcPr>
          <w:p w:rsidR="004C6005" w:rsidRDefault="004C6005" w:rsidP="004C6005">
            <w:pPr>
              <w:cnfStyle w:val="000000000000"/>
            </w:pPr>
            <w:r>
              <w:t>Lot 5 - T3 - Package fonctionnel de l'application</w:t>
            </w:r>
          </w:p>
        </w:tc>
        <w:tc>
          <w:tcPr>
            <w:tcW w:w="851" w:type="dxa"/>
          </w:tcPr>
          <w:p w:rsidR="004C6005" w:rsidRDefault="004C6005" w:rsidP="00853820">
            <w:pPr>
              <w:cnfStyle w:val="000000000000"/>
            </w:pPr>
            <w:r>
              <w:t>5.3</w:t>
            </w:r>
          </w:p>
        </w:tc>
        <w:tc>
          <w:tcPr>
            <w:tcW w:w="992" w:type="dxa"/>
          </w:tcPr>
          <w:p w:rsidR="004C6005" w:rsidRDefault="004C6005" w:rsidP="00853820">
            <w:pPr>
              <w:cnfStyle w:val="000000000000"/>
            </w:pPr>
            <w:r>
              <w:t>LOG</w:t>
            </w:r>
          </w:p>
        </w:tc>
        <w:tc>
          <w:tcPr>
            <w:tcW w:w="1276" w:type="dxa"/>
          </w:tcPr>
          <w:p w:rsidR="004C6005" w:rsidRDefault="004C6005" w:rsidP="00853820">
            <w:pPr>
              <w:cnfStyle w:val="000000000000"/>
            </w:pPr>
            <w:r>
              <w:t>31-10-15</w:t>
            </w:r>
          </w:p>
        </w:tc>
      </w:tr>
      <w:tr w:rsidR="00512D6D" w:rsidTr="00FA0612">
        <w:trPr>
          <w:cnfStyle w:val="000000100000"/>
        </w:trPr>
        <w:tc>
          <w:tcPr>
            <w:cnfStyle w:val="001000000000"/>
            <w:tcW w:w="993" w:type="dxa"/>
            <w:shd w:val="clear" w:color="auto" w:fill="C2D69B" w:themeFill="accent3" w:themeFillTint="99"/>
          </w:tcPr>
          <w:p w:rsidR="00512D6D" w:rsidRDefault="00512D6D" w:rsidP="00853820"/>
        </w:tc>
        <w:tc>
          <w:tcPr>
            <w:tcW w:w="6237" w:type="dxa"/>
            <w:shd w:val="clear" w:color="auto" w:fill="C2D69B" w:themeFill="accent3" w:themeFillTint="99"/>
          </w:tcPr>
          <w:p w:rsidR="00512D6D" w:rsidRDefault="00512D6D" w:rsidP="00475298">
            <w:pPr>
              <w:cnfStyle w:val="000000100000"/>
            </w:pPr>
          </w:p>
        </w:tc>
        <w:tc>
          <w:tcPr>
            <w:tcW w:w="851" w:type="dxa"/>
            <w:shd w:val="clear" w:color="auto" w:fill="C2D69B" w:themeFill="accent3" w:themeFillTint="99"/>
          </w:tcPr>
          <w:p w:rsidR="00512D6D" w:rsidRDefault="00512D6D" w:rsidP="00853820">
            <w:pPr>
              <w:cnfStyle w:val="000000100000"/>
            </w:pPr>
          </w:p>
        </w:tc>
        <w:tc>
          <w:tcPr>
            <w:tcW w:w="992" w:type="dxa"/>
            <w:shd w:val="clear" w:color="auto" w:fill="C2D69B" w:themeFill="accent3" w:themeFillTint="99"/>
          </w:tcPr>
          <w:p w:rsidR="00512D6D" w:rsidRDefault="00512D6D" w:rsidP="00853820">
            <w:pPr>
              <w:cnfStyle w:val="000000100000"/>
            </w:pPr>
          </w:p>
        </w:tc>
        <w:tc>
          <w:tcPr>
            <w:tcW w:w="1276" w:type="dxa"/>
            <w:shd w:val="clear" w:color="auto" w:fill="C2D69B" w:themeFill="accent3" w:themeFillTint="99"/>
          </w:tcPr>
          <w:p w:rsidR="00512D6D" w:rsidRDefault="00512D6D" w:rsidP="00853820">
            <w:pPr>
              <w:cnfStyle w:val="000000100000"/>
            </w:pPr>
          </w:p>
        </w:tc>
      </w:tr>
      <w:tr w:rsidR="00D00A4A" w:rsidTr="00FA0612">
        <w:tc>
          <w:tcPr>
            <w:cnfStyle w:val="001000000000"/>
            <w:tcW w:w="993" w:type="dxa"/>
          </w:tcPr>
          <w:p w:rsidR="00512D6D" w:rsidRDefault="00512D6D" w:rsidP="00853820">
            <w:r>
              <w:t>D6.1</w:t>
            </w:r>
          </w:p>
        </w:tc>
        <w:tc>
          <w:tcPr>
            <w:tcW w:w="6237" w:type="dxa"/>
          </w:tcPr>
          <w:p w:rsidR="00512D6D" w:rsidRDefault="00512D6D" w:rsidP="00475298">
            <w:pPr>
              <w:cnfStyle w:val="000000000000"/>
            </w:pPr>
            <w:r>
              <w:t>Logiciel final</w:t>
            </w:r>
          </w:p>
        </w:tc>
        <w:tc>
          <w:tcPr>
            <w:tcW w:w="851" w:type="dxa"/>
          </w:tcPr>
          <w:p w:rsidR="00512D6D" w:rsidRDefault="00512D6D" w:rsidP="00853820">
            <w:pPr>
              <w:cnfStyle w:val="000000000000"/>
            </w:pPr>
            <w:r>
              <w:t>6.1</w:t>
            </w:r>
          </w:p>
        </w:tc>
        <w:tc>
          <w:tcPr>
            <w:tcW w:w="992" w:type="dxa"/>
          </w:tcPr>
          <w:p w:rsidR="00512D6D" w:rsidRDefault="00512D6D" w:rsidP="00853820">
            <w:pPr>
              <w:cnfStyle w:val="000000000000"/>
            </w:pPr>
            <w:r>
              <w:t>LOG</w:t>
            </w:r>
          </w:p>
        </w:tc>
        <w:tc>
          <w:tcPr>
            <w:tcW w:w="1276" w:type="dxa"/>
          </w:tcPr>
          <w:p w:rsidR="00512D6D" w:rsidRDefault="002846DC" w:rsidP="00853820">
            <w:pPr>
              <w:cnfStyle w:val="000000000000"/>
            </w:pPr>
            <w:r>
              <w:t>18-11-15</w:t>
            </w:r>
          </w:p>
        </w:tc>
      </w:tr>
      <w:tr w:rsidR="00D00A4A" w:rsidTr="00FA0612">
        <w:trPr>
          <w:cnfStyle w:val="000000100000"/>
        </w:trPr>
        <w:tc>
          <w:tcPr>
            <w:cnfStyle w:val="001000000000"/>
            <w:tcW w:w="993" w:type="dxa"/>
          </w:tcPr>
          <w:p w:rsidR="00512D6D" w:rsidRDefault="00512D6D" w:rsidP="00853820">
            <w:r>
              <w:t>D6.2</w:t>
            </w:r>
          </w:p>
        </w:tc>
        <w:tc>
          <w:tcPr>
            <w:tcW w:w="6237" w:type="dxa"/>
          </w:tcPr>
          <w:p w:rsidR="00512D6D" w:rsidRDefault="00512D6D" w:rsidP="00475298">
            <w:pPr>
              <w:cnfStyle w:val="000000100000"/>
            </w:pPr>
            <w:r>
              <w:t>Logiciel final  avec corrections des détails</w:t>
            </w:r>
          </w:p>
        </w:tc>
        <w:tc>
          <w:tcPr>
            <w:tcW w:w="851" w:type="dxa"/>
          </w:tcPr>
          <w:p w:rsidR="00512D6D" w:rsidRDefault="00512D6D" w:rsidP="00853820">
            <w:pPr>
              <w:cnfStyle w:val="000000100000"/>
            </w:pPr>
            <w:r>
              <w:t>6.2</w:t>
            </w:r>
          </w:p>
        </w:tc>
        <w:tc>
          <w:tcPr>
            <w:tcW w:w="992" w:type="dxa"/>
          </w:tcPr>
          <w:p w:rsidR="00512D6D" w:rsidRDefault="00512D6D" w:rsidP="00853820">
            <w:pPr>
              <w:cnfStyle w:val="000000100000"/>
            </w:pPr>
            <w:r>
              <w:t>LOG</w:t>
            </w:r>
          </w:p>
        </w:tc>
        <w:tc>
          <w:tcPr>
            <w:tcW w:w="1276" w:type="dxa"/>
          </w:tcPr>
          <w:p w:rsidR="00512D6D" w:rsidRDefault="002846DC" w:rsidP="00853820">
            <w:pPr>
              <w:cnfStyle w:val="000000100000"/>
            </w:pPr>
            <w:r>
              <w:t>04-12-15</w:t>
            </w:r>
          </w:p>
        </w:tc>
      </w:tr>
      <w:tr w:rsidR="00512D6D" w:rsidTr="00FA0612">
        <w:tc>
          <w:tcPr>
            <w:cnfStyle w:val="001000000000"/>
            <w:tcW w:w="993" w:type="dxa"/>
            <w:shd w:val="clear" w:color="auto" w:fill="C2D69B" w:themeFill="accent3" w:themeFillTint="99"/>
          </w:tcPr>
          <w:p w:rsidR="00512D6D" w:rsidRDefault="00512D6D" w:rsidP="00853820"/>
        </w:tc>
        <w:tc>
          <w:tcPr>
            <w:tcW w:w="6237" w:type="dxa"/>
            <w:shd w:val="clear" w:color="auto" w:fill="C2D69B" w:themeFill="accent3" w:themeFillTint="99"/>
          </w:tcPr>
          <w:p w:rsidR="00512D6D" w:rsidRDefault="00512D6D" w:rsidP="00475298">
            <w:pPr>
              <w:cnfStyle w:val="000000000000"/>
            </w:pPr>
          </w:p>
        </w:tc>
        <w:tc>
          <w:tcPr>
            <w:tcW w:w="851" w:type="dxa"/>
            <w:shd w:val="clear" w:color="auto" w:fill="C2D69B" w:themeFill="accent3" w:themeFillTint="99"/>
          </w:tcPr>
          <w:p w:rsidR="00512D6D" w:rsidRDefault="00512D6D" w:rsidP="00853820">
            <w:pPr>
              <w:cnfStyle w:val="000000000000"/>
            </w:pPr>
          </w:p>
        </w:tc>
        <w:tc>
          <w:tcPr>
            <w:tcW w:w="992" w:type="dxa"/>
            <w:shd w:val="clear" w:color="auto" w:fill="C2D69B" w:themeFill="accent3" w:themeFillTint="99"/>
          </w:tcPr>
          <w:p w:rsidR="00512D6D" w:rsidRDefault="00512D6D" w:rsidP="00853820">
            <w:pPr>
              <w:cnfStyle w:val="000000000000"/>
            </w:pPr>
          </w:p>
        </w:tc>
        <w:tc>
          <w:tcPr>
            <w:tcW w:w="1276" w:type="dxa"/>
            <w:shd w:val="clear" w:color="auto" w:fill="C2D69B" w:themeFill="accent3" w:themeFillTint="99"/>
          </w:tcPr>
          <w:p w:rsidR="00512D6D" w:rsidRDefault="00512D6D" w:rsidP="00853820">
            <w:pPr>
              <w:cnfStyle w:val="000000000000"/>
            </w:pPr>
          </w:p>
        </w:tc>
      </w:tr>
      <w:tr w:rsidR="00D00A4A" w:rsidTr="00FA0612">
        <w:trPr>
          <w:cnfStyle w:val="000000100000"/>
        </w:trPr>
        <w:tc>
          <w:tcPr>
            <w:cnfStyle w:val="001000000000"/>
            <w:tcW w:w="993" w:type="dxa"/>
          </w:tcPr>
          <w:p w:rsidR="00512D6D" w:rsidRDefault="00512D6D" w:rsidP="00853820">
            <w:r>
              <w:t>D7.1</w:t>
            </w:r>
          </w:p>
        </w:tc>
        <w:tc>
          <w:tcPr>
            <w:tcW w:w="6237" w:type="dxa"/>
          </w:tcPr>
          <w:p w:rsidR="00512D6D" w:rsidRDefault="00512D6D" w:rsidP="00475298">
            <w:pPr>
              <w:cnfStyle w:val="000000100000"/>
            </w:pPr>
            <w:r>
              <w:t>Bilan - Résultats des tests</w:t>
            </w:r>
          </w:p>
        </w:tc>
        <w:tc>
          <w:tcPr>
            <w:tcW w:w="851" w:type="dxa"/>
          </w:tcPr>
          <w:p w:rsidR="00512D6D" w:rsidRDefault="00512D6D" w:rsidP="00853820">
            <w:pPr>
              <w:cnfStyle w:val="000000100000"/>
            </w:pPr>
            <w:r>
              <w:t>7.1</w:t>
            </w:r>
          </w:p>
        </w:tc>
        <w:tc>
          <w:tcPr>
            <w:tcW w:w="992" w:type="dxa"/>
          </w:tcPr>
          <w:p w:rsidR="00512D6D" w:rsidRDefault="00512D6D" w:rsidP="00853820">
            <w:pPr>
              <w:cnfStyle w:val="000000100000"/>
            </w:pPr>
            <w:r>
              <w:t>DOC</w:t>
            </w:r>
          </w:p>
        </w:tc>
        <w:tc>
          <w:tcPr>
            <w:tcW w:w="1276" w:type="dxa"/>
          </w:tcPr>
          <w:p w:rsidR="00512D6D" w:rsidRDefault="00B871B8" w:rsidP="00853820">
            <w:pPr>
              <w:cnfStyle w:val="000000100000"/>
            </w:pPr>
            <w:r>
              <w:t>11-12-15</w:t>
            </w:r>
          </w:p>
        </w:tc>
      </w:tr>
      <w:tr w:rsidR="005A57CF" w:rsidTr="00FA0612">
        <w:tc>
          <w:tcPr>
            <w:cnfStyle w:val="001000000000"/>
            <w:tcW w:w="993" w:type="dxa"/>
          </w:tcPr>
          <w:p w:rsidR="00512D6D" w:rsidRDefault="00512D6D" w:rsidP="00853820">
            <w:r>
              <w:t>D7.</w:t>
            </w:r>
            <w:r w:rsidR="0044079F">
              <w:t>2</w:t>
            </w:r>
          </w:p>
        </w:tc>
        <w:tc>
          <w:tcPr>
            <w:tcW w:w="6237" w:type="dxa"/>
          </w:tcPr>
          <w:p w:rsidR="00512D6D" w:rsidRDefault="00512D6D" w:rsidP="00475298">
            <w:pPr>
              <w:cnfStyle w:val="000000000000"/>
            </w:pPr>
            <w:r>
              <w:t>Compte rendu final de l'expérimentation</w:t>
            </w:r>
          </w:p>
        </w:tc>
        <w:tc>
          <w:tcPr>
            <w:tcW w:w="851" w:type="dxa"/>
          </w:tcPr>
          <w:p w:rsidR="00512D6D" w:rsidRDefault="00512D6D" w:rsidP="00853820">
            <w:pPr>
              <w:cnfStyle w:val="000000000000"/>
            </w:pPr>
            <w:r>
              <w:t>7.3</w:t>
            </w:r>
          </w:p>
        </w:tc>
        <w:tc>
          <w:tcPr>
            <w:tcW w:w="992" w:type="dxa"/>
          </w:tcPr>
          <w:p w:rsidR="00512D6D" w:rsidRDefault="00512D6D" w:rsidP="00853820">
            <w:pPr>
              <w:cnfStyle w:val="000000000000"/>
            </w:pPr>
            <w:r>
              <w:t>DOC</w:t>
            </w:r>
          </w:p>
        </w:tc>
        <w:tc>
          <w:tcPr>
            <w:tcW w:w="1276" w:type="dxa"/>
          </w:tcPr>
          <w:p w:rsidR="00512D6D" w:rsidRDefault="00B871B8" w:rsidP="00853820">
            <w:pPr>
              <w:cnfStyle w:val="000000000000"/>
            </w:pPr>
            <w:r>
              <w:t>18-12-15</w:t>
            </w:r>
          </w:p>
        </w:tc>
      </w:tr>
    </w:tbl>
    <w:p w:rsidR="00853820" w:rsidRDefault="00853820" w:rsidP="00853820"/>
    <w:p w:rsidR="00C07E68" w:rsidRDefault="00C07E68" w:rsidP="00853820"/>
    <w:p w:rsidR="00992F32" w:rsidRDefault="00992F32" w:rsidP="00853820"/>
    <w:p w:rsidR="00992F32" w:rsidRDefault="00992F32" w:rsidP="00853820"/>
    <w:p w:rsidR="00491B7C" w:rsidRDefault="00491B7C" w:rsidP="00853820"/>
    <w:p w:rsidR="00491B7C" w:rsidRDefault="00491B7C" w:rsidP="00853820"/>
    <w:p w:rsidR="00491B7C" w:rsidRDefault="00491B7C" w:rsidP="00853820"/>
    <w:p w:rsidR="005757F8" w:rsidRDefault="005757F8" w:rsidP="00853820"/>
    <w:p w:rsidR="00491B7C" w:rsidRDefault="00491B7C" w:rsidP="00853820"/>
    <w:p w:rsidR="00491B7C" w:rsidRDefault="00491B7C" w:rsidP="00853820"/>
    <w:p w:rsidR="00491B7C" w:rsidRDefault="00491B7C" w:rsidP="00853820"/>
    <w:p w:rsidR="004F3D12" w:rsidRDefault="004F3D12" w:rsidP="004F3D12">
      <w:pPr>
        <w:pStyle w:val="Titre2"/>
      </w:pPr>
      <w:bookmarkStart w:id="20" w:name="_Toc415665415"/>
      <w:r>
        <w:lastRenderedPageBreak/>
        <w:t>Pilotage et suivi</w:t>
      </w:r>
      <w:bookmarkEnd w:id="20"/>
    </w:p>
    <w:p w:rsidR="004F3D12" w:rsidRDefault="004F3D12" w:rsidP="004F3D12">
      <w:pPr>
        <w:rPr>
          <w:rStyle w:val="Emphaseple"/>
        </w:rPr>
      </w:pPr>
    </w:p>
    <w:p w:rsidR="004F3D12" w:rsidRPr="000462FA" w:rsidRDefault="0035481F" w:rsidP="004F3D12">
      <w:pPr>
        <w:rPr>
          <w:rStyle w:val="Emphaseple"/>
          <w:i w:val="0"/>
          <w:color w:val="000000" w:themeColor="text1"/>
        </w:rPr>
      </w:pPr>
      <w:r w:rsidRPr="000462FA">
        <w:rPr>
          <w:rStyle w:val="Emphaseple"/>
          <w:i w:val="0"/>
          <w:color w:val="000000" w:themeColor="text1"/>
        </w:rPr>
        <w:t>Nous gé</w:t>
      </w:r>
      <w:r w:rsidR="00E85963">
        <w:rPr>
          <w:rStyle w:val="Emphaseple"/>
          <w:i w:val="0"/>
          <w:color w:val="000000" w:themeColor="text1"/>
        </w:rPr>
        <w:t>rons l'avancée du projet grâce à</w:t>
      </w:r>
      <w:r w:rsidRPr="000462FA">
        <w:rPr>
          <w:rStyle w:val="Emphaseple"/>
          <w:i w:val="0"/>
          <w:color w:val="000000" w:themeColor="text1"/>
        </w:rPr>
        <w:t xml:space="preserve"> une méthodologie classique, nous travaillons chaque semaine au cours des séances de projet </w:t>
      </w:r>
      <w:proofErr w:type="spellStart"/>
      <w:r w:rsidRPr="000462FA">
        <w:rPr>
          <w:rStyle w:val="Emphaseple"/>
          <w:i w:val="0"/>
          <w:color w:val="000000" w:themeColor="text1"/>
        </w:rPr>
        <w:t>tutoré</w:t>
      </w:r>
      <w:proofErr w:type="spellEnd"/>
      <w:r w:rsidR="00407EFB">
        <w:rPr>
          <w:rStyle w:val="Emphaseple"/>
          <w:i w:val="0"/>
          <w:color w:val="000000" w:themeColor="text1"/>
        </w:rPr>
        <w:t xml:space="preserve"> mais également a la maison car le temps des séances ne sont pas suffisantes</w:t>
      </w:r>
      <w:r w:rsidRPr="000462FA">
        <w:rPr>
          <w:rStyle w:val="Emphaseple"/>
          <w:i w:val="0"/>
          <w:color w:val="000000" w:themeColor="text1"/>
        </w:rPr>
        <w:t xml:space="preserve">. Nous mettons tous les documents en communs sur la Forge afin de tout </w:t>
      </w:r>
      <w:r w:rsidR="00407EFB">
        <w:rPr>
          <w:rStyle w:val="Emphaseple"/>
          <w:i w:val="0"/>
          <w:color w:val="000000" w:themeColor="text1"/>
        </w:rPr>
        <w:t xml:space="preserve">partager et suivre l'avancée du projet </w:t>
      </w:r>
      <w:r w:rsidR="00AA438E">
        <w:rPr>
          <w:rStyle w:val="Emphaseple"/>
          <w:i w:val="0"/>
          <w:color w:val="000000" w:themeColor="text1"/>
        </w:rPr>
        <w:t xml:space="preserve">et des différents </w:t>
      </w:r>
      <w:r w:rsidR="00407EFB">
        <w:rPr>
          <w:rStyle w:val="Emphaseple"/>
          <w:i w:val="0"/>
          <w:color w:val="000000" w:themeColor="text1"/>
        </w:rPr>
        <w:t>lot</w:t>
      </w:r>
      <w:r w:rsidR="00AA438E">
        <w:rPr>
          <w:rStyle w:val="Emphaseple"/>
          <w:i w:val="0"/>
          <w:color w:val="000000" w:themeColor="text1"/>
        </w:rPr>
        <w:t>s</w:t>
      </w:r>
      <w:r w:rsidR="00407EFB">
        <w:rPr>
          <w:rStyle w:val="Emphaseple"/>
          <w:i w:val="0"/>
          <w:color w:val="000000" w:themeColor="text1"/>
        </w:rPr>
        <w:t>,</w:t>
      </w:r>
      <w:r w:rsidRPr="000462FA">
        <w:rPr>
          <w:rStyle w:val="Emphaseple"/>
          <w:i w:val="0"/>
          <w:color w:val="000000" w:themeColor="text1"/>
        </w:rPr>
        <w:t xml:space="preserve"> et récupérer selon le beso</w:t>
      </w:r>
      <w:r w:rsidR="00E85963">
        <w:rPr>
          <w:rStyle w:val="Emphaseple"/>
          <w:i w:val="0"/>
          <w:color w:val="000000" w:themeColor="text1"/>
        </w:rPr>
        <w:t>in</w:t>
      </w:r>
      <w:r w:rsidR="00407EFB">
        <w:rPr>
          <w:rStyle w:val="Emphaseple"/>
          <w:i w:val="0"/>
          <w:color w:val="000000" w:themeColor="text1"/>
        </w:rPr>
        <w:t xml:space="preserve"> des documents. Enfin, nous organisons</w:t>
      </w:r>
      <w:r w:rsidR="00E85963">
        <w:rPr>
          <w:rStyle w:val="Emphaseple"/>
          <w:i w:val="0"/>
          <w:color w:val="000000" w:themeColor="text1"/>
        </w:rPr>
        <w:t xml:space="preserve"> de temps à</w:t>
      </w:r>
      <w:r w:rsidRPr="000462FA">
        <w:rPr>
          <w:rStyle w:val="Emphaseple"/>
          <w:i w:val="0"/>
          <w:color w:val="000000" w:themeColor="text1"/>
        </w:rPr>
        <w:t xml:space="preserve"> autre</w:t>
      </w:r>
      <w:r w:rsidR="00407EFB">
        <w:rPr>
          <w:rStyle w:val="Emphaseple"/>
          <w:i w:val="0"/>
          <w:color w:val="000000" w:themeColor="text1"/>
        </w:rPr>
        <w:t xml:space="preserve"> selon le besoin</w:t>
      </w:r>
      <w:r w:rsidRPr="000462FA">
        <w:rPr>
          <w:rStyle w:val="Emphaseple"/>
          <w:i w:val="0"/>
          <w:color w:val="000000" w:themeColor="text1"/>
        </w:rPr>
        <w:t xml:space="preserve"> avec les chef</w:t>
      </w:r>
      <w:r w:rsidR="00407EFB">
        <w:rPr>
          <w:rStyle w:val="Emphaseple"/>
          <w:i w:val="0"/>
          <w:color w:val="000000" w:themeColor="text1"/>
        </w:rPr>
        <w:t>s de lots des petites réunions</w:t>
      </w:r>
      <w:r w:rsidRPr="000462FA">
        <w:rPr>
          <w:rStyle w:val="Emphaseple"/>
          <w:i w:val="0"/>
          <w:color w:val="000000" w:themeColor="text1"/>
        </w:rPr>
        <w:t xml:space="preserve"> pou</w:t>
      </w:r>
      <w:r w:rsidR="00541011" w:rsidRPr="000462FA">
        <w:rPr>
          <w:rStyle w:val="Emphaseple"/>
          <w:i w:val="0"/>
          <w:color w:val="000000" w:themeColor="text1"/>
        </w:rPr>
        <w:t xml:space="preserve">r savoir si des changements sont envisagés ou si des détails changent au sein de l'organisation. Cela nous permet de toujours garder le contrôle sur le projet </w:t>
      </w:r>
      <w:r w:rsidR="00407EFB">
        <w:rPr>
          <w:rStyle w:val="Emphaseple"/>
          <w:i w:val="0"/>
          <w:color w:val="000000" w:themeColor="text1"/>
        </w:rPr>
        <w:t>et de ne pas</w:t>
      </w:r>
      <w:r w:rsidR="00541011" w:rsidRPr="000462FA">
        <w:rPr>
          <w:rStyle w:val="Emphaseple"/>
          <w:i w:val="0"/>
          <w:color w:val="000000" w:themeColor="text1"/>
        </w:rPr>
        <w:t xml:space="preserve"> "perdre le fil".</w:t>
      </w:r>
    </w:p>
    <w:p w:rsidR="00541011" w:rsidRDefault="00AA438E" w:rsidP="004F3D12">
      <w:pPr>
        <w:rPr>
          <w:rStyle w:val="Emphaseple"/>
          <w:i w:val="0"/>
          <w:color w:val="000000" w:themeColor="text1"/>
        </w:rPr>
      </w:pPr>
      <w:r>
        <w:rPr>
          <w:rStyle w:val="Emphaseple"/>
          <w:i w:val="0"/>
          <w:color w:val="000000" w:themeColor="text1"/>
        </w:rPr>
        <w:t xml:space="preserve">La </w:t>
      </w:r>
      <w:r w:rsidR="00541011" w:rsidRPr="000462FA">
        <w:rPr>
          <w:rStyle w:val="Emphaseple"/>
          <w:i w:val="0"/>
          <w:color w:val="000000" w:themeColor="text1"/>
        </w:rPr>
        <w:t xml:space="preserve">liste des réunions de projet </w:t>
      </w:r>
      <w:proofErr w:type="spellStart"/>
      <w:r w:rsidR="00541011" w:rsidRPr="000462FA">
        <w:rPr>
          <w:rStyle w:val="Emphaseple"/>
          <w:i w:val="0"/>
          <w:color w:val="000000" w:themeColor="text1"/>
        </w:rPr>
        <w:t>tutoré</w:t>
      </w:r>
      <w:proofErr w:type="spellEnd"/>
      <w:r w:rsidR="00541011" w:rsidRPr="000462FA">
        <w:rPr>
          <w:rStyle w:val="Emphaseple"/>
          <w:i w:val="0"/>
          <w:color w:val="000000" w:themeColor="text1"/>
        </w:rPr>
        <w:t>, semaine par</w:t>
      </w:r>
      <w:r>
        <w:rPr>
          <w:rStyle w:val="Emphaseple"/>
          <w:i w:val="0"/>
          <w:color w:val="000000" w:themeColor="text1"/>
        </w:rPr>
        <w:t xml:space="preserve"> semaine, peut être trouvé sur le Wiki de la forge.</w:t>
      </w:r>
    </w:p>
    <w:p w:rsidR="006E508E" w:rsidRPr="000462FA" w:rsidRDefault="006E508E" w:rsidP="004F3D12">
      <w:pPr>
        <w:rPr>
          <w:rStyle w:val="Emphaseple"/>
          <w:i w:val="0"/>
          <w:color w:val="000000" w:themeColor="text1"/>
        </w:rPr>
      </w:pPr>
      <w:r>
        <w:rPr>
          <w:rStyle w:val="Emphaseple"/>
          <w:i w:val="0"/>
          <w:color w:val="000000" w:themeColor="text1"/>
        </w:rPr>
        <w:t xml:space="preserve">Nous utilisons également le module Fichiers de la forge pour déposer tous les livrables ainsi que le Forum avec un </w:t>
      </w:r>
      <w:proofErr w:type="spellStart"/>
      <w:r>
        <w:rPr>
          <w:rStyle w:val="Emphaseple"/>
          <w:i w:val="0"/>
          <w:color w:val="000000" w:themeColor="text1"/>
        </w:rPr>
        <w:t>topic</w:t>
      </w:r>
      <w:proofErr w:type="spellEnd"/>
      <w:r>
        <w:rPr>
          <w:rStyle w:val="Emphaseple"/>
          <w:i w:val="0"/>
          <w:color w:val="000000" w:themeColor="text1"/>
        </w:rPr>
        <w:t xml:space="preserve"> dédié pour suivre l'avancé du projet et les rendus de livrables. (ou retard si il y en a.)</w:t>
      </w:r>
    </w:p>
    <w:p w:rsidR="00491B7C" w:rsidRPr="00875847" w:rsidRDefault="00491B7C" w:rsidP="004F3D12">
      <w:pPr>
        <w:rPr>
          <w:rStyle w:val="Emphaseple"/>
        </w:rPr>
      </w:pPr>
    </w:p>
    <w:p w:rsidR="00EC34F2" w:rsidRDefault="00EC34F2" w:rsidP="00475298">
      <w:pPr>
        <w:pStyle w:val="Titre1"/>
        <w:numPr>
          <w:ilvl w:val="0"/>
          <w:numId w:val="6"/>
        </w:numPr>
      </w:pPr>
      <w:bookmarkStart w:id="21" w:name="_Toc415665416"/>
      <w:r>
        <w:t>Descrip</w:t>
      </w:r>
      <w:r w:rsidR="00D569F4">
        <w:t xml:space="preserve">tion de la mise en œuvre </w:t>
      </w:r>
      <w:r>
        <w:t>d</w:t>
      </w:r>
      <w:r w:rsidR="00D569F4">
        <w:t>u projet</w:t>
      </w:r>
      <w:bookmarkEnd w:id="21"/>
    </w:p>
    <w:p w:rsidR="00D569F4" w:rsidRDefault="00D569F4" w:rsidP="00D569F4">
      <w:pPr>
        <w:pStyle w:val="Titre2"/>
      </w:pPr>
      <w:bookmarkStart w:id="22" w:name="_Toc415665417"/>
      <w:r>
        <w:t>Interdépendances des lots</w:t>
      </w:r>
      <w:r w:rsidR="0091188E">
        <w:t xml:space="preserve"> et tâches</w:t>
      </w:r>
      <w:bookmarkEnd w:id="22"/>
    </w:p>
    <w:p w:rsidR="00E85963" w:rsidRDefault="00E85BD8" w:rsidP="00E85963">
      <w:r>
        <w:rPr>
          <w:noProof/>
        </w:rPr>
        <w:pict>
          <v:shapetype id="_x0000_t202" coordsize="21600,21600" o:spt="202" path="m,l,21600r21600,l21600,xe">
            <v:stroke joinstyle="miter"/>
            <v:path gradientshapeok="t" o:connecttype="rect"/>
          </v:shapetype>
          <v:shape id="Zone de texte 22" o:spid="_x0000_s1068" type="#_x0000_t202" style="position:absolute;left:0;text-align:left;margin-left:288.15pt;margin-top:125.65pt;width:27.5pt;height:16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" filled="f" stroked="f" strokeweight=".5pt">
            <v:textbox style="mso-next-textbox:#Zone de texte 22">
              <w:txbxContent>
                <w:p w:rsidR="00C07685" w:rsidRPr="00E66082" w:rsidRDefault="00C07685" w:rsidP="00E85963">
                  <w:pPr>
                    <w:rPr>
                      <w:sz w:val="16"/>
                      <w:szCs w:val="16"/>
                    </w:rPr>
                  </w:pPr>
                  <w:r>
                    <w:rPr>
                      <w:sz w:val="16"/>
                      <w:szCs w:val="16"/>
                    </w:rPr>
                    <w:t>T10</w:t>
                  </w:r>
                </w:p>
              </w:txbxContent>
            </v:textbox>
          </v:shape>
        </w:pict>
      </w:r>
      <w:r>
        <w:rPr>
          <w:noProof/>
        </w:rPr>
        <w:pict>
          <v:shape id="Zone de texte 20" o:spid="_x0000_s1067" type="#_x0000_t202" style="position:absolute;left:0;text-align:left;margin-left:200.15pt;margin-top:189.15pt;width:24pt;height:16pt;z-index:25170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" filled="f" stroked="f" strokeweight=".5pt">
            <v:textbox style="mso-next-textbox:#Zone de texte 20">
              <w:txbxContent>
                <w:p w:rsidR="00C07685" w:rsidRPr="00E66082" w:rsidRDefault="00C07685" w:rsidP="00E85963">
                  <w:pPr>
                    <w:rPr>
                      <w:sz w:val="16"/>
                      <w:szCs w:val="16"/>
                    </w:rPr>
                  </w:pPr>
                  <w:r>
                    <w:rPr>
                      <w:sz w:val="16"/>
                      <w:szCs w:val="16"/>
                    </w:rPr>
                    <w:t>T9</w:t>
                  </w:r>
                </w:p>
              </w:txbxContent>
            </v:textbox>
          </v:shape>
        </w:pict>
      </w:r>
      <w:r>
        <w:rPr>
          <w:noProof/>
        </w:rPr>
        <w:pict>
          <v:shape id="Zone de texte 19" o:spid="_x0000_s1066" type="#_x0000_t202" style="position:absolute;left:0;text-align:left;margin-left:200.15pt;margin-top:144.65pt;width:24pt;height:16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" filled="f" stroked="f" strokeweight=".5pt">
            <v:textbox style="mso-next-textbox:#Zone de texte 19">
              <w:txbxContent>
                <w:p w:rsidR="00C07685" w:rsidRPr="00E66082" w:rsidRDefault="00C07685" w:rsidP="00E85963">
                  <w:pPr>
                    <w:rPr>
                      <w:sz w:val="16"/>
                      <w:szCs w:val="16"/>
                    </w:rPr>
                  </w:pPr>
                  <w:r>
                    <w:rPr>
                      <w:sz w:val="16"/>
                      <w:szCs w:val="16"/>
                    </w:rPr>
                    <w:t>T8</w:t>
                  </w:r>
                </w:p>
              </w:txbxContent>
            </v:textbox>
          </v:shape>
        </w:pict>
      </w:r>
      <w:r>
        <w:rPr>
          <w:noProof/>
        </w:rPr>
        <w:pict>
          <v:shape id="Zone de texte 18" o:spid="_x0000_s1065" type="#_x0000_t202" style="position:absolute;left:0;text-align:left;margin-left:203.65pt;margin-top:103.15pt;width:24pt;height:16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" filled="f" stroked="f" strokeweight=".5pt">
            <v:textbox style="mso-next-textbox:#Zone de texte 18">
              <w:txbxContent>
                <w:p w:rsidR="00C07685" w:rsidRPr="00E66082" w:rsidRDefault="00C07685" w:rsidP="00E85963">
                  <w:pPr>
                    <w:rPr>
                      <w:sz w:val="16"/>
                      <w:szCs w:val="16"/>
                    </w:rPr>
                  </w:pPr>
                  <w:r>
                    <w:rPr>
                      <w:sz w:val="16"/>
                      <w:szCs w:val="16"/>
                    </w:rPr>
                    <w:t>T7</w:t>
                  </w:r>
                </w:p>
              </w:txbxContent>
            </v:textbox>
          </v:shape>
        </w:pict>
      </w:r>
      <w:r>
        <w:rPr>
          <w:noProof/>
        </w:rPr>
        <w:pict>
          <v:shape id="Zone de texte 17" o:spid="_x0000_s1064" type="#_x0000_t202" style="position:absolute;left:0;text-align:left;margin-left:211.65pt;margin-top:72.65pt;width:24pt;height:16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" filled="f" stroked="f" strokeweight=".5pt">
            <v:textbox style="mso-next-textbox:#Zone de texte 17">
              <w:txbxContent>
                <w:p w:rsidR="00C07685" w:rsidRPr="00E66082" w:rsidRDefault="00C07685" w:rsidP="00E85963">
                  <w:pPr>
                    <w:rPr>
                      <w:sz w:val="16"/>
                      <w:szCs w:val="16"/>
                    </w:rPr>
                  </w:pPr>
                  <w:r>
                    <w:rPr>
                      <w:sz w:val="16"/>
                      <w:szCs w:val="16"/>
                    </w:rPr>
                    <w:t>T6</w:t>
                  </w:r>
                </w:p>
              </w:txbxContent>
            </v:textbox>
          </v:shape>
        </w:pict>
      </w:r>
      <w:r>
        <w:rPr>
          <w:noProof/>
        </w:rPr>
        <w:pict>
          <v:shape id="Zone de texte 16" o:spid="_x0000_s1063" type="#_x0000_t202" style="position:absolute;left:0;text-align:left;margin-left:120.15pt;margin-top:189.15pt;width:24pt;height:16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" filled="f" stroked="f" strokeweight=".5pt">
            <v:textbox style="mso-next-textbox:#Zone de texte 16">
              <w:txbxContent>
                <w:p w:rsidR="00C07685" w:rsidRPr="00E66082" w:rsidRDefault="00C07685" w:rsidP="00E85963">
                  <w:pPr>
                    <w:rPr>
                      <w:sz w:val="16"/>
                      <w:szCs w:val="16"/>
                    </w:rPr>
                  </w:pPr>
                  <w:r>
                    <w:rPr>
                      <w:sz w:val="16"/>
                      <w:szCs w:val="16"/>
                    </w:rPr>
                    <w:t>T5</w:t>
                  </w:r>
                </w:p>
              </w:txbxContent>
            </v:textbox>
          </v:shape>
        </w:pict>
      </w:r>
      <w:r>
        <w:rPr>
          <w:noProof/>
        </w:rPr>
        <w:pict>
          <v:shape id="Zone de texte 15" o:spid="_x0000_s1062" type="#_x0000_t202" style="position:absolute;left:0;text-align:left;margin-left:124.15pt;margin-top:153.65pt;width:24pt;height:16pt;z-index:25170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" filled="f" stroked="f" strokeweight=".5pt">
            <v:textbox style="mso-next-textbox:#Zone de texte 15">
              <w:txbxContent>
                <w:p w:rsidR="00C07685" w:rsidRPr="00E66082" w:rsidRDefault="00C07685" w:rsidP="00E85963">
                  <w:pPr>
                    <w:rPr>
                      <w:sz w:val="16"/>
                      <w:szCs w:val="16"/>
                    </w:rPr>
                  </w:pPr>
                  <w:r>
                    <w:rPr>
                      <w:sz w:val="16"/>
                      <w:szCs w:val="16"/>
                    </w:rPr>
                    <w:t>T4</w:t>
                  </w:r>
                </w:p>
              </w:txbxContent>
            </v:textbox>
          </v:shape>
        </w:pict>
      </w:r>
      <w:r>
        <w:rPr>
          <w:noProof/>
        </w:rPr>
        <w:pict>
          <v:shape id="Zone de texte 12" o:spid="_x0000_s1061" type="#_x0000_t202" style="position:absolute;left:0;text-align:left;margin-left:134.15pt;margin-top:119.15pt;width:24pt;height:16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" filled="f" stroked="f" strokeweight=".5pt">
            <v:textbox style="mso-next-textbox:#Zone de texte 12">
              <w:txbxContent>
                <w:p w:rsidR="00C07685" w:rsidRPr="00E66082" w:rsidRDefault="00C07685" w:rsidP="00E85963">
                  <w:pPr>
                    <w:rPr>
                      <w:sz w:val="16"/>
                      <w:szCs w:val="16"/>
                    </w:rPr>
                  </w:pPr>
                  <w:r>
                    <w:rPr>
                      <w:sz w:val="16"/>
                      <w:szCs w:val="16"/>
                    </w:rPr>
                    <w:t>T3</w:t>
                  </w:r>
                </w:p>
              </w:txbxContent>
            </v:textbox>
          </v:shape>
        </w:pict>
      </w:r>
      <w:r>
        <w:rPr>
          <w:noProof/>
        </w:rPr>
        <w:pict>
          <v:shape id="Zone de texte 21" o:spid="_x0000_s1060" type="#_x0000_t202" style="position:absolute;left:0;text-align:left;margin-left:110.15pt;margin-top:76.65pt;width:24pt;height:16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" fillcolor="white [3201]" stroked="f" strokeweight=".5pt">
            <v:textbox style="mso-next-textbox:#Zone de texte 21">
              <w:txbxContent>
                <w:p w:rsidR="00C07685" w:rsidRPr="00E66082" w:rsidRDefault="00C07685" w:rsidP="00E85963">
                  <w:pPr>
                    <w:rPr>
                      <w:sz w:val="16"/>
                      <w:szCs w:val="16"/>
                    </w:rPr>
                  </w:pPr>
                  <w:r w:rsidRPr="00E66082">
                    <w:rPr>
                      <w:sz w:val="16"/>
                      <w:szCs w:val="16"/>
                    </w:rPr>
                    <w:t>T</w:t>
                  </w:r>
                  <w:r>
                    <w:rPr>
                      <w:sz w:val="16"/>
                      <w:szCs w:val="16"/>
                    </w:rPr>
                    <w:t>2</w:t>
                  </w:r>
                </w:p>
              </w:txbxContent>
            </v:textbox>
          </v:shape>
        </w:pict>
      </w:r>
      <w:r>
        <w:rPr>
          <w:noProof/>
        </w:rPr>
        <w:pict>
          <v:shape id="Zone de texte 23" o:spid="_x0000_s1059" type="#_x0000_t202" style="position:absolute;left:0;text-align:left;margin-left:49.65pt;margin-top:122.15pt;width:24pt;height:16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" fillcolor="white [3201]" stroked="f" strokeweight=".5pt">
            <v:textbox style="mso-next-textbox:#Zone de texte 23">
              <w:txbxContent>
                <w:p w:rsidR="00C07685" w:rsidRPr="00E66082" w:rsidRDefault="00C07685" w:rsidP="00E85963">
                  <w:pPr>
                    <w:rPr>
                      <w:sz w:val="16"/>
                      <w:szCs w:val="16"/>
                    </w:rPr>
                  </w:pPr>
                  <w:r w:rsidRPr="00E66082">
                    <w:rPr>
                      <w:sz w:val="16"/>
                      <w:szCs w:val="16"/>
                    </w:rPr>
                    <w:t>T1</w:t>
                  </w:r>
                </w:p>
              </w:txbxContent>
            </v:textbox>
          </v:shape>
        </w:pict>
      </w:r>
      <w:r>
        <w:rPr>
          <w:noProof/>
        </w:rPr>
        <w:pict>
          <v:shape id="Connecteur droit avec flèche 24" o:spid="_x0000_s1058" type="#_x0000_t32" style="position:absolute;left:0;text-align:left;margin-left:200.15pt;margin-top:157.65pt;width:41.5pt;height:71.5pt;flip:y;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" strokecolor="black [3040]">
            <v:stroke endarrow="block"/>
          </v:shape>
        </w:pict>
      </w:r>
      <w:r>
        <w:rPr>
          <w:noProof/>
        </w:rPr>
        <w:pict>
          <v:shape id="Connecteur droit avec flèche 25" o:spid="_x0000_s1057" type="#_x0000_t32" style="position:absolute;left:0;text-align:left;margin-left:200.15pt;margin-top:144.65pt;width:39pt;height:24.5pt;flip:y;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" strokecolor="black [3040]">
            <v:stroke endarrow="block"/>
          </v:shape>
        </w:pict>
      </w:r>
      <w:r>
        <w:rPr>
          <w:noProof/>
        </w:rPr>
        <w:pict>
          <v:shape id="Connecteur droit avec flèche 26" o:spid="_x0000_s1056" type="#_x0000_t32" style="position:absolute;left:0;text-align:left;margin-left:200.15pt;margin-top:107.15pt;width:39pt;height:28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" strokecolor="black [3040]">
            <v:stroke endarrow="block"/>
          </v:shape>
        </w:pict>
      </w:r>
      <w:r>
        <w:rPr>
          <w:noProof/>
        </w:rPr>
        <w:pict>
          <v:shape id="_x0000_s1055" type="#_x0000_t32" style="position:absolute;left:0;text-align:left;margin-left:200.15pt;margin-top:50.15pt;width:41.5pt;height:80.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" strokecolor="black [3040]">
            <v:stroke endarrow="block"/>
          </v:shape>
        </w:pict>
      </w:r>
      <w:r>
        <w:rPr>
          <w:noProof/>
        </w:rPr>
        <w:pict>
          <v:shape id="_x0000_s1054" type="#_x0000_t32" style="position:absolute;left:0;text-align:left;margin-left:120.15pt;margin-top:152.15pt;width:31.5pt;height:74.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" strokecolor="black [3040]">
            <v:stroke endarrow="block"/>
          </v:shape>
        </w:pict>
      </w:r>
      <w:r>
        <w:rPr>
          <w:noProof/>
        </w:rPr>
        <w:pict>
          <v:shape id="Connecteur droit avec flèche 6" o:spid="_x0000_s1053" type="#_x0000_t32" style="position:absolute;left:0;text-align:left;margin-left:120.15pt;margin-top:147.15pt;width:31.5pt;height:18.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" strokecolor="black [3040]">
            <v:stroke endarrow="block"/>
          </v:shape>
        </w:pict>
      </w:r>
      <w:r>
        <w:rPr>
          <w:noProof/>
        </w:rPr>
        <w:pict>
          <v:shape id="_x0000_s1052" type="#_x0000_t32" style="position:absolute;left:0;text-align:left;margin-left:120.15pt;margin-top:50.15pt;width:31.5pt;height:85pt;flip:y;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" strokecolor="black [3040]">
            <v:stroke endarrow="block"/>
          </v:shape>
        </w:pict>
      </w:r>
      <w:r>
        <w:rPr>
          <w:noProof/>
        </w:rPr>
        <w:pict>
          <v:shape id="Connecteur droit avec flèche 30" o:spid="_x0000_s1051" type="#_x0000_t32" style="position:absolute;left:0;text-align:left;margin-left:120.15pt;margin-top:109.65pt;width:31.5pt;height:32.5pt;flip:y;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" strokecolor="black [3040]">
            <v:stroke endarrow="block"/>
          </v:shape>
        </w:pict>
      </w:r>
      <w:r>
        <w:rPr>
          <w:noProof/>
        </w:rPr>
        <w:pict>
          <v:shape id="Connecteur droit avec flèche 31" o:spid="_x0000_s1050" type="#_x0000_t32" style="position:absolute;left:0;text-align:left;margin-left:288.15pt;margin-top:142.15pt;width:25pt;height:0;z-index:251692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" strokecolor="black [3040]">
            <v:stroke endarrow="block"/>
          </v:shape>
        </w:pict>
      </w:r>
      <w:r>
        <w:rPr>
          <w:noProof/>
        </w:rPr>
        <w:pict>
          <v:shape id="Connecteur droit avec flèche 32" o:spid="_x0000_s1049" type="#_x0000_t32" style="position:absolute;left:0;text-align:left;margin-left:52.65pt;margin-top:141.65pt;width:19pt;height:.5pt;flip:y;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" strokecolor="black [3040]">
            <v:stroke endarrow="block"/>
          </v:shape>
        </w:pict>
      </w:r>
      <w:r w:rsidR="00E85963">
        <w:rPr>
          <w:noProof/>
        </w:rPr>
        <w:drawing>
          <wp:inline distT="0" distB="0" distL="0" distR="0">
            <wp:extent cx="5759450" cy="3365500"/>
            <wp:effectExtent l="0" t="0" r="0" b="635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9450" cy="3365500"/>
                    </a:xfrm>
                    <a:prstGeom prst="rect">
                      <a:avLst/>
                    </a:prstGeom>
                    <a:noFill/>
                    <a:ln>
                      <a:noFill/>
                    </a:ln>
                  </pic:spPr>
                </pic:pic>
              </a:graphicData>
            </a:graphic>
          </wp:inline>
        </w:drawing>
      </w:r>
    </w:p>
    <w:p w:rsidR="00060754" w:rsidRDefault="00060754" w:rsidP="00475298">
      <w:pPr>
        <w:rPr>
          <w:rStyle w:val="Emphaseple"/>
        </w:rPr>
      </w:pPr>
    </w:p>
    <w:p w:rsidR="00863A71" w:rsidRDefault="00863A71" w:rsidP="00475298">
      <w:pPr>
        <w:rPr>
          <w:rStyle w:val="Emphaseple"/>
        </w:rPr>
      </w:pPr>
    </w:p>
    <w:p w:rsidR="00863A71" w:rsidRDefault="00863A71" w:rsidP="00475298">
      <w:pPr>
        <w:rPr>
          <w:rStyle w:val="Emphaseple"/>
        </w:rPr>
      </w:pPr>
    </w:p>
    <w:p w:rsidR="00863A71" w:rsidRDefault="00863A71" w:rsidP="00475298">
      <w:pPr>
        <w:rPr>
          <w:rStyle w:val="Emphaseple"/>
        </w:rPr>
      </w:pPr>
    </w:p>
    <w:p w:rsidR="00863A71" w:rsidRPr="00A95426" w:rsidRDefault="00863A71" w:rsidP="00475298">
      <w:pPr>
        <w:rPr>
          <w:rStyle w:val="Emphaseple"/>
        </w:rPr>
      </w:pPr>
    </w:p>
    <w:p w:rsidR="00C07E68" w:rsidRDefault="00C07E68" w:rsidP="00060754">
      <w:pPr>
        <w:jc w:val="center"/>
      </w:pPr>
    </w:p>
    <w:p w:rsidR="00A95426" w:rsidRDefault="00E85BD8" w:rsidP="00475298">
      <w:r>
        <w:rPr>
          <w:noProof/>
        </w:rPr>
        <w:pict>
          <v:shape id="Zone de texte 10" o:spid="_x0000_s1027" type="#_x0000_t202" style="position:absolute;left:0;text-align:left;margin-left:126pt;margin-top:6.95pt;width:207pt;height:20.55pt;z-index:251669504;visibility:visible;mso-width-relative:margin" wrapcoords="-78 0 -78 21073 21600 21073 21600 0 -7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" stroked="f">
            <v:textbox style="mso-next-textbox:#Zone de texte 10;mso-fit-shape-to-text:t" inset="0,0,0,0">
              <w:txbxContent>
                <w:p w:rsidR="00C07685" w:rsidRDefault="00C07685" w:rsidP="001D4C24">
                  <w:pPr>
                    <w:pStyle w:val="Lgende"/>
                    <w:jc w:val="center"/>
                    <w:rPr>
                      <w:noProof/>
                    </w:rPr>
                  </w:pPr>
                  <w:r>
                    <w:t xml:space="preserve">Figure </w:t>
                  </w:r>
                  <w:fldSimple w:instr=" SEQ Figure \* ARABIC ">
                    <w:r>
                      <w:rPr>
                        <w:noProof/>
                      </w:rPr>
                      <w:t>2</w:t>
                    </w:r>
                  </w:fldSimple>
                  <w:r>
                    <w:t xml:space="preserve"> - Diagramme  de PERT (Interdépendances entre lots et tâches)</w:t>
                  </w:r>
                </w:p>
              </w:txbxContent>
            </v:textbox>
            <w10:wrap type="through"/>
          </v:shape>
        </w:pict>
      </w:r>
    </w:p>
    <w:p w:rsidR="00A95426" w:rsidRDefault="00A95426" w:rsidP="00475298"/>
    <w:p w:rsidR="00603251" w:rsidRDefault="00603251" w:rsidP="00227230">
      <w:pPr>
        <w:pStyle w:val="Titre2"/>
        <w:rPr>
          <w:rFonts w:asciiTheme="minorHAnsi" w:eastAsiaTheme="minorEastAsia" w:hAnsiTheme="minorHAnsi" w:cstheme="minorBidi"/>
          <w:b w:val="0"/>
          <w:bCs w:val="0"/>
          <w:color w:val="auto"/>
          <w:sz w:val="24"/>
          <w:szCs w:val="24"/>
        </w:rPr>
      </w:pPr>
    </w:p>
    <w:p w:rsidR="00D32D34" w:rsidRPr="00D32D34" w:rsidRDefault="00D32D34" w:rsidP="00D32D34"/>
    <w:p w:rsidR="00E03BFA" w:rsidRDefault="005E3D24" w:rsidP="00227230">
      <w:pPr>
        <w:pStyle w:val="Titre2"/>
      </w:pPr>
      <w:bookmarkStart w:id="23" w:name="_Toc415665418"/>
      <w:r>
        <w:t>Description des l</w:t>
      </w:r>
      <w:r w:rsidR="00FF582B">
        <w:t>ots</w:t>
      </w:r>
      <w:r w:rsidR="00F25600">
        <w:t xml:space="preserve"> et des tâches</w:t>
      </w:r>
      <w:bookmarkEnd w:id="23"/>
    </w:p>
    <w:p w:rsidR="00F65FA7" w:rsidRDefault="00F65FA7" w:rsidP="00F65FA7"/>
    <w:tbl>
      <w:tblPr>
        <w:tblStyle w:val="Grilledutableau"/>
        <w:tblW w:w="0" w:type="auto"/>
        <w:tblLayout w:type="fixed"/>
        <w:tblLook w:val="04A0"/>
      </w:tblPr>
      <w:tblGrid>
        <w:gridCol w:w="1384"/>
        <w:gridCol w:w="3218"/>
        <w:gridCol w:w="2302"/>
        <w:gridCol w:w="859"/>
        <w:gridCol w:w="1417"/>
        <w:gridCol w:w="26"/>
      </w:tblGrid>
      <w:tr w:rsidR="004451F7" w:rsidRPr="007F6F0A" w:rsidTr="00172A2A">
        <w:tc>
          <w:tcPr>
            <w:tcW w:w="1384" w:type="dxa"/>
            <w:shd w:val="clear" w:color="auto" w:fill="DBE5F1" w:themeFill="accent1" w:themeFillTint="33"/>
          </w:tcPr>
          <w:p w:rsidR="004451F7" w:rsidRPr="007F6F0A" w:rsidRDefault="004451F7" w:rsidP="00172A2A">
            <w:r w:rsidRPr="007F6F0A">
              <w:t>Identifiant</w:t>
            </w:r>
          </w:p>
        </w:tc>
        <w:tc>
          <w:tcPr>
            <w:tcW w:w="3218" w:type="dxa"/>
          </w:tcPr>
          <w:p w:rsidR="004451F7" w:rsidRPr="000B455E" w:rsidRDefault="004451F7" w:rsidP="00172A2A">
            <w:pPr>
              <w:rPr>
                <w:rStyle w:val="Emphaseple"/>
                <w:color w:val="auto"/>
              </w:rPr>
            </w:pPr>
            <w:r>
              <w:rPr>
                <w:rStyle w:val="Emphaseple"/>
                <w:color w:val="auto"/>
              </w:rPr>
              <w:t>L0</w:t>
            </w:r>
          </w:p>
        </w:tc>
        <w:tc>
          <w:tcPr>
            <w:tcW w:w="2302" w:type="dxa"/>
            <w:shd w:val="clear" w:color="auto" w:fill="DBE5F1" w:themeFill="accent1" w:themeFillTint="33"/>
          </w:tcPr>
          <w:p w:rsidR="004451F7" w:rsidRPr="000B455E" w:rsidRDefault="004451F7" w:rsidP="00172A2A">
            <w:r w:rsidRPr="000B455E">
              <w:t>Date de démarrage</w:t>
            </w:r>
          </w:p>
        </w:tc>
        <w:tc>
          <w:tcPr>
            <w:tcW w:w="2302" w:type="dxa"/>
            <w:gridSpan w:val="3"/>
          </w:tcPr>
          <w:p w:rsidR="004451F7" w:rsidRPr="000B455E" w:rsidRDefault="00265DA3" w:rsidP="00172A2A">
            <w:pPr>
              <w:rPr>
                <w:rStyle w:val="Emphaseple"/>
                <w:color w:val="auto"/>
              </w:rPr>
            </w:pPr>
            <w:r>
              <w:rPr>
                <w:rStyle w:val="Emphaseple"/>
                <w:color w:val="auto"/>
              </w:rPr>
              <w:t>26/01</w:t>
            </w:r>
          </w:p>
        </w:tc>
      </w:tr>
      <w:tr w:rsidR="004451F7" w:rsidRPr="007F6F0A" w:rsidTr="00172A2A">
        <w:tc>
          <w:tcPr>
            <w:tcW w:w="1384" w:type="dxa"/>
            <w:shd w:val="clear" w:color="auto" w:fill="DBE5F1" w:themeFill="accent1" w:themeFillTint="33"/>
          </w:tcPr>
          <w:p w:rsidR="004451F7" w:rsidRPr="007F6F0A" w:rsidRDefault="004451F7" w:rsidP="00172A2A">
            <w:r w:rsidRPr="007F6F0A">
              <w:t>Titre</w:t>
            </w:r>
          </w:p>
        </w:tc>
        <w:tc>
          <w:tcPr>
            <w:tcW w:w="3218" w:type="dxa"/>
          </w:tcPr>
          <w:p w:rsidR="004451F7" w:rsidRPr="000B455E" w:rsidRDefault="00265DA3" w:rsidP="00172A2A">
            <w:pPr>
              <w:rPr>
                <w:rStyle w:val="Emphaseple"/>
                <w:color w:val="auto"/>
              </w:rPr>
            </w:pPr>
            <w:r>
              <w:rPr>
                <w:rStyle w:val="Emphaseple"/>
                <w:color w:val="auto"/>
              </w:rPr>
              <w:t>Coordination et gestion</w:t>
            </w:r>
          </w:p>
        </w:tc>
        <w:tc>
          <w:tcPr>
            <w:tcW w:w="2302" w:type="dxa"/>
            <w:shd w:val="clear" w:color="auto" w:fill="DBE5F1" w:themeFill="accent1" w:themeFillTint="33"/>
          </w:tcPr>
          <w:p w:rsidR="004451F7" w:rsidRPr="000B455E" w:rsidRDefault="004451F7" w:rsidP="00172A2A">
            <w:r w:rsidRPr="000B455E">
              <w:t>Date de fin</w:t>
            </w:r>
          </w:p>
        </w:tc>
        <w:tc>
          <w:tcPr>
            <w:tcW w:w="2302" w:type="dxa"/>
            <w:gridSpan w:val="3"/>
          </w:tcPr>
          <w:p w:rsidR="004451F7" w:rsidRPr="000B455E" w:rsidRDefault="00265DA3" w:rsidP="00172A2A">
            <w:pPr>
              <w:rPr>
                <w:rStyle w:val="Emphaseple"/>
                <w:color w:val="auto"/>
              </w:rPr>
            </w:pPr>
            <w:r>
              <w:rPr>
                <w:rStyle w:val="Emphaseple"/>
                <w:color w:val="auto"/>
              </w:rPr>
              <w:t>18</w:t>
            </w:r>
            <w:r w:rsidR="004451F7" w:rsidRPr="000B455E">
              <w:rPr>
                <w:rStyle w:val="Emphaseple"/>
                <w:color w:val="auto"/>
              </w:rPr>
              <w:t>/</w:t>
            </w:r>
            <w:r>
              <w:rPr>
                <w:rStyle w:val="Emphaseple"/>
                <w:color w:val="auto"/>
              </w:rPr>
              <w:t>12</w:t>
            </w:r>
          </w:p>
        </w:tc>
      </w:tr>
      <w:tr w:rsidR="00265DA3" w:rsidRPr="007F6F0A" w:rsidTr="00172A2A">
        <w:trPr>
          <w:gridAfter w:val="1"/>
          <w:wAfter w:w="26" w:type="dxa"/>
        </w:trPr>
        <w:tc>
          <w:tcPr>
            <w:tcW w:w="1384" w:type="dxa"/>
            <w:shd w:val="clear" w:color="auto" w:fill="DBE5F1" w:themeFill="accent1" w:themeFillTint="33"/>
          </w:tcPr>
          <w:p w:rsidR="00265DA3" w:rsidRPr="007F6F0A" w:rsidRDefault="00265DA3" w:rsidP="00172A2A">
            <w:r w:rsidRPr="007F6F0A">
              <w:t>Participant</w:t>
            </w:r>
          </w:p>
        </w:tc>
        <w:tc>
          <w:tcPr>
            <w:tcW w:w="6379" w:type="dxa"/>
            <w:gridSpan w:val="3"/>
            <w:shd w:val="clear" w:color="auto" w:fill="DBE5F1" w:themeFill="accent1" w:themeFillTint="33"/>
          </w:tcPr>
          <w:p w:rsidR="00265DA3" w:rsidRPr="00F5426F" w:rsidRDefault="00AC41AE" w:rsidP="0030790B">
            <w:pPr>
              <w:jc w:val="center"/>
            </w:pPr>
            <w:r>
              <w:t>Chef de projet + Chefs de lot.</w:t>
            </w:r>
          </w:p>
        </w:tc>
        <w:tc>
          <w:tcPr>
            <w:tcW w:w="1417" w:type="dxa"/>
            <w:shd w:val="clear" w:color="auto" w:fill="DBE5F1" w:themeFill="accent1" w:themeFillTint="33"/>
          </w:tcPr>
          <w:p w:rsidR="00265DA3" w:rsidRPr="007F6F0A" w:rsidRDefault="00265DA3" w:rsidP="00172A2A">
            <w:r>
              <w:t>TOTAL</w:t>
            </w:r>
          </w:p>
        </w:tc>
      </w:tr>
      <w:tr w:rsidR="00265DA3" w:rsidRPr="007F6F0A" w:rsidTr="00172A2A">
        <w:trPr>
          <w:gridAfter w:val="1"/>
          <w:wAfter w:w="26" w:type="dxa"/>
        </w:trPr>
        <w:tc>
          <w:tcPr>
            <w:tcW w:w="1384" w:type="dxa"/>
            <w:shd w:val="clear" w:color="auto" w:fill="DBE5F1" w:themeFill="accent1" w:themeFillTint="33"/>
          </w:tcPr>
          <w:p w:rsidR="00265DA3" w:rsidRPr="007F6F0A" w:rsidRDefault="00265DA3" w:rsidP="00172A2A">
            <w:r w:rsidRPr="007F6F0A">
              <w:t>Effort</w:t>
            </w:r>
          </w:p>
        </w:tc>
        <w:tc>
          <w:tcPr>
            <w:tcW w:w="6379" w:type="dxa"/>
            <w:gridSpan w:val="3"/>
          </w:tcPr>
          <w:p w:rsidR="00265DA3" w:rsidRPr="007F6F0A" w:rsidRDefault="008A45A3" w:rsidP="00265DA3">
            <w:pPr>
              <w:jc w:val="center"/>
            </w:pPr>
            <w:r>
              <w:t>200</w:t>
            </w:r>
          </w:p>
        </w:tc>
        <w:tc>
          <w:tcPr>
            <w:tcW w:w="1417" w:type="dxa"/>
            <w:shd w:val="clear" w:color="auto" w:fill="FFFFFF" w:themeFill="background1"/>
          </w:tcPr>
          <w:p w:rsidR="00265DA3" w:rsidRPr="007F6F0A" w:rsidRDefault="008A45A3" w:rsidP="00172A2A">
            <w:r>
              <w:t>200</w:t>
            </w:r>
          </w:p>
        </w:tc>
      </w:tr>
    </w:tbl>
    <w:p w:rsidR="004451F7" w:rsidRPr="007F6F0A" w:rsidRDefault="004451F7" w:rsidP="004451F7"/>
    <w:tbl>
      <w:tblPr>
        <w:tblStyle w:val="Grilledutableau"/>
        <w:tblW w:w="0" w:type="auto"/>
        <w:tblLook w:val="04A0"/>
      </w:tblPr>
      <w:tblGrid>
        <w:gridCol w:w="9206"/>
      </w:tblGrid>
      <w:tr w:rsidR="004451F7" w:rsidRPr="007F6F0A" w:rsidTr="00172A2A">
        <w:tc>
          <w:tcPr>
            <w:tcW w:w="9206" w:type="dxa"/>
          </w:tcPr>
          <w:p w:rsidR="004451F7" w:rsidRPr="0003546F" w:rsidRDefault="004451F7" w:rsidP="00172A2A">
            <w:pPr>
              <w:pStyle w:val="Titre3"/>
              <w:ind w:left="720"/>
              <w:rPr>
                <w:rStyle w:val="Emphaseple"/>
              </w:rPr>
            </w:pPr>
            <w:r w:rsidRPr="007F6F0A">
              <w:t>Objectifs du lot</w:t>
            </w:r>
          </w:p>
          <w:p w:rsidR="004451F7" w:rsidRPr="007F6F0A" w:rsidRDefault="004451F7" w:rsidP="00172A2A"/>
          <w:p w:rsidR="004451F7" w:rsidRDefault="00172A2A" w:rsidP="00172A2A">
            <w:pPr>
              <w:pStyle w:val="Paragraphedeliste"/>
              <w:numPr>
                <w:ilvl w:val="0"/>
                <w:numId w:val="9"/>
              </w:numPr>
            </w:pPr>
            <w:r>
              <w:t>Etabli</w:t>
            </w:r>
            <w:r w:rsidR="00D22481">
              <w:t>r une bonne gestion et réussir à</w:t>
            </w:r>
            <w:r>
              <w:t xml:space="preserve"> gérer le projet.</w:t>
            </w:r>
          </w:p>
          <w:p w:rsidR="004451F7" w:rsidRDefault="00414E74" w:rsidP="00172A2A">
            <w:pPr>
              <w:pStyle w:val="Paragraphedeliste"/>
              <w:numPr>
                <w:ilvl w:val="0"/>
                <w:numId w:val="9"/>
              </w:numPr>
            </w:pPr>
            <w:r>
              <w:t>Réussir à</w:t>
            </w:r>
            <w:r w:rsidR="00172A2A">
              <w:t xml:space="preserve"> établir une liaison avec les chefs de projets pour suivre l'avancé</w:t>
            </w:r>
            <w:r w:rsidR="00D22481">
              <w:t>e</w:t>
            </w:r>
            <w:r w:rsidR="00172A2A">
              <w:t>.</w:t>
            </w:r>
          </w:p>
          <w:p w:rsidR="000E5121" w:rsidRDefault="000E5121" w:rsidP="00172A2A">
            <w:pPr>
              <w:pStyle w:val="Paragraphedeliste"/>
              <w:numPr>
                <w:ilvl w:val="0"/>
                <w:numId w:val="9"/>
              </w:numPr>
            </w:pPr>
            <w:r>
              <w:t>Préparer la soutenance finale.</w:t>
            </w:r>
          </w:p>
          <w:p w:rsidR="00172A2A" w:rsidRPr="007F6F0A" w:rsidRDefault="00172A2A" w:rsidP="00172A2A">
            <w:pPr>
              <w:pStyle w:val="Paragraphedeliste"/>
            </w:pPr>
          </w:p>
        </w:tc>
      </w:tr>
    </w:tbl>
    <w:p w:rsidR="004451F7" w:rsidRPr="007F6F0A" w:rsidRDefault="004451F7" w:rsidP="004451F7"/>
    <w:tbl>
      <w:tblPr>
        <w:tblStyle w:val="Grilledutableau"/>
        <w:tblW w:w="0" w:type="auto"/>
        <w:tblLook w:val="04A0"/>
      </w:tblPr>
      <w:tblGrid>
        <w:gridCol w:w="9206"/>
      </w:tblGrid>
      <w:tr w:rsidR="004451F7" w:rsidRPr="007F6F0A" w:rsidTr="00172A2A">
        <w:tc>
          <w:tcPr>
            <w:tcW w:w="9206" w:type="dxa"/>
          </w:tcPr>
          <w:p w:rsidR="004451F7" w:rsidRDefault="004451F7" w:rsidP="00172A2A">
            <w:pPr>
              <w:pStyle w:val="Titre3"/>
            </w:pPr>
            <w:r w:rsidRPr="007F6F0A">
              <w:t>Description du lot</w:t>
            </w:r>
          </w:p>
          <w:p w:rsidR="004451F7" w:rsidRPr="007F7AB3" w:rsidRDefault="004451F7" w:rsidP="00172A2A">
            <w:pPr>
              <w:rPr>
                <w:b/>
                <w:u w:val="single"/>
              </w:rPr>
            </w:pPr>
          </w:p>
          <w:p w:rsidR="004451F7" w:rsidRDefault="004451F7" w:rsidP="00172A2A">
            <w:pPr>
              <w:rPr>
                <w:b/>
                <w:u w:val="single"/>
              </w:rPr>
            </w:pPr>
            <w:r w:rsidRPr="007F7AB3">
              <w:rPr>
                <w:b/>
                <w:u w:val="single"/>
              </w:rPr>
              <w:t>Tache 1 :</w:t>
            </w:r>
            <w:r w:rsidR="00172A2A" w:rsidRPr="007F7AB3">
              <w:rPr>
                <w:b/>
                <w:u w:val="single"/>
              </w:rPr>
              <w:t xml:space="preserve"> </w:t>
            </w:r>
            <w:r w:rsidR="00AE739D" w:rsidRPr="007F7AB3">
              <w:rPr>
                <w:b/>
                <w:u w:val="single"/>
              </w:rPr>
              <w:t>Suivi de projet</w:t>
            </w:r>
            <w:r w:rsidR="00172A2A" w:rsidRPr="007F7AB3">
              <w:rPr>
                <w:b/>
                <w:u w:val="single"/>
              </w:rPr>
              <w:t xml:space="preserve"> </w:t>
            </w:r>
            <w:r w:rsidRPr="007F7AB3">
              <w:rPr>
                <w:b/>
                <w:u w:val="single"/>
              </w:rPr>
              <w:t>(</w:t>
            </w:r>
            <w:r w:rsidR="008A45A3" w:rsidRPr="007F7AB3">
              <w:rPr>
                <w:b/>
                <w:u w:val="single"/>
              </w:rPr>
              <w:t>Julien ATTARD, 26/01 – 18/12, 10</w:t>
            </w:r>
            <w:r w:rsidR="00172A2A" w:rsidRPr="007F7AB3">
              <w:rPr>
                <w:b/>
                <w:u w:val="single"/>
              </w:rPr>
              <w:t>0</w:t>
            </w:r>
            <w:r w:rsidRPr="007F7AB3">
              <w:rPr>
                <w:b/>
                <w:u w:val="single"/>
              </w:rPr>
              <w:t>)</w:t>
            </w:r>
          </w:p>
          <w:p w:rsidR="007F7AB3" w:rsidRPr="007F7AB3" w:rsidRDefault="007F7AB3" w:rsidP="00172A2A">
            <w:pPr>
              <w:rPr>
                <w:b/>
                <w:u w:val="single"/>
              </w:rPr>
            </w:pPr>
          </w:p>
          <w:p w:rsidR="004451F7" w:rsidRDefault="0030790B" w:rsidP="00172A2A">
            <w:r>
              <w:t>Le Pr</w:t>
            </w:r>
            <w:r w:rsidR="00417DEF">
              <w:t>ojet doit être cadré pour avancer</w:t>
            </w:r>
            <w:r>
              <w:t>, il est important de gérer son avancée, et de tout bien organiser.</w:t>
            </w:r>
          </w:p>
          <w:p w:rsidR="00626ED4" w:rsidRPr="007F7AB3" w:rsidRDefault="00626ED4" w:rsidP="00172A2A"/>
          <w:p w:rsidR="00626ED4" w:rsidRPr="007F7AB3" w:rsidRDefault="00E60650" w:rsidP="00626ED4">
            <w:r w:rsidRPr="007F7AB3">
              <w:rPr>
                <w:b/>
              </w:rPr>
              <w:t xml:space="preserve">Livrable </w:t>
            </w:r>
            <w:r w:rsidR="00626ED4" w:rsidRPr="007F7AB3">
              <w:rPr>
                <w:b/>
              </w:rPr>
              <w:t>1</w:t>
            </w:r>
            <w:r w:rsidR="00626ED4" w:rsidRPr="007F7AB3">
              <w:t> : Mis</w:t>
            </w:r>
            <w:r w:rsidR="00417DEF">
              <w:t>e à</w:t>
            </w:r>
            <w:r w:rsidR="00877014">
              <w:t xml:space="preserve"> jour du Wiki</w:t>
            </w:r>
            <w:r w:rsidR="00D82574" w:rsidRPr="007F7AB3">
              <w:t xml:space="preserve">, suivi des réunions </w:t>
            </w:r>
            <w:r w:rsidR="00626ED4" w:rsidRPr="007F7AB3">
              <w:t xml:space="preserve">(ATTARD, </w:t>
            </w:r>
            <w:r w:rsidR="00CC3242">
              <w:t xml:space="preserve">jusqu'au </w:t>
            </w:r>
            <w:r w:rsidR="00F41F04" w:rsidRPr="007F7AB3">
              <w:t>18/12</w:t>
            </w:r>
            <w:r w:rsidR="00902D28" w:rsidRPr="007F7AB3">
              <w:t>/2015</w:t>
            </w:r>
            <w:r w:rsidR="00626ED4" w:rsidRPr="007F7AB3">
              <w:t>)</w:t>
            </w:r>
          </w:p>
          <w:p w:rsidR="00626ED4" w:rsidRPr="00D87F53" w:rsidRDefault="00626ED4" w:rsidP="00172A2A">
            <w:pPr>
              <w:rPr>
                <w:b/>
              </w:rPr>
            </w:pPr>
          </w:p>
          <w:p w:rsidR="00F8185F" w:rsidRPr="007F7AB3" w:rsidRDefault="00F8185F" w:rsidP="00172A2A">
            <w:pPr>
              <w:rPr>
                <w:b/>
                <w:u w:val="single"/>
              </w:rPr>
            </w:pPr>
          </w:p>
          <w:p w:rsidR="004451F7" w:rsidRDefault="004451F7" w:rsidP="00172A2A">
            <w:pPr>
              <w:rPr>
                <w:b/>
                <w:u w:val="single"/>
              </w:rPr>
            </w:pPr>
            <w:r w:rsidRPr="007F7AB3">
              <w:rPr>
                <w:b/>
                <w:u w:val="single"/>
              </w:rPr>
              <w:t>Tache 2 </w:t>
            </w:r>
            <w:r w:rsidR="00B20F51" w:rsidRPr="007F7AB3">
              <w:rPr>
                <w:b/>
                <w:u w:val="single"/>
              </w:rPr>
              <w:t>: Soutenance</w:t>
            </w:r>
            <w:r w:rsidR="000E5121" w:rsidRPr="007F7AB3">
              <w:rPr>
                <w:b/>
                <w:u w:val="single"/>
              </w:rPr>
              <w:t xml:space="preserve"> finale</w:t>
            </w:r>
            <w:r w:rsidR="00172A2A" w:rsidRPr="007F7AB3">
              <w:rPr>
                <w:b/>
                <w:u w:val="single"/>
              </w:rPr>
              <w:t xml:space="preserve"> (Julien</w:t>
            </w:r>
            <w:r w:rsidRPr="007F7AB3">
              <w:rPr>
                <w:b/>
                <w:u w:val="single"/>
              </w:rPr>
              <w:t xml:space="preserve"> </w:t>
            </w:r>
            <w:r w:rsidR="00172A2A" w:rsidRPr="007F7AB3">
              <w:rPr>
                <w:b/>
                <w:u w:val="single"/>
              </w:rPr>
              <w:t>ATTARD, 26/01 – 18/12</w:t>
            </w:r>
            <w:r w:rsidR="008A45A3" w:rsidRPr="007F7AB3">
              <w:rPr>
                <w:b/>
                <w:u w:val="single"/>
              </w:rPr>
              <w:t>, 10</w:t>
            </w:r>
            <w:r w:rsidR="00172A2A" w:rsidRPr="007F7AB3">
              <w:rPr>
                <w:b/>
                <w:u w:val="single"/>
              </w:rPr>
              <w:t>0</w:t>
            </w:r>
            <w:r w:rsidRPr="007F7AB3">
              <w:rPr>
                <w:b/>
                <w:u w:val="single"/>
              </w:rPr>
              <w:t>)</w:t>
            </w:r>
          </w:p>
          <w:p w:rsidR="007F7AB3" w:rsidRPr="007F7AB3" w:rsidRDefault="007F7AB3" w:rsidP="00172A2A">
            <w:pPr>
              <w:rPr>
                <w:b/>
                <w:u w:val="single"/>
              </w:rPr>
            </w:pPr>
          </w:p>
          <w:p w:rsidR="0030790B" w:rsidRDefault="0030790B" w:rsidP="0030790B">
            <w:r>
              <w:t>Mise en commun de tous les documen</w:t>
            </w:r>
            <w:r w:rsidR="00B20F51">
              <w:t>ts et informations nécessaires à</w:t>
            </w:r>
            <w:r>
              <w:t xml:space="preserve"> l</w:t>
            </w:r>
            <w:r w:rsidR="000E5121">
              <w:t>a soutenance finale.</w:t>
            </w:r>
          </w:p>
          <w:p w:rsidR="00CB408E" w:rsidRPr="00D87F53" w:rsidRDefault="00CB408E" w:rsidP="0030790B">
            <w:pPr>
              <w:rPr>
                <w:u w:val="single"/>
              </w:rPr>
            </w:pPr>
          </w:p>
          <w:p w:rsidR="00CB7ACA" w:rsidRPr="00D87F53" w:rsidRDefault="00E60650" w:rsidP="00CB7ACA">
            <w:pPr>
              <w:rPr>
                <w:u w:val="single"/>
              </w:rPr>
            </w:pPr>
            <w:r w:rsidRPr="007F7AB3">
              <w:rPr>
                <w:b/>
              </w:rPr>
              <w:t xml:space="preserve">Livrable </w:t>
            </w:r>
            <w:r w:rsidR="00CB408E" w:rsidRPr="007F7AB3">
              <w:rPr>
                <w:b/>
              </w:rPr>
              <w:t>1</w:t>
            </w:r>
            <w:r w:rsidR="00CB408E" w:rsidRPr="007F7AB3">
              <w:t xml:space="preserve"> : </w:t>
            </w:r>
            <w:r w:rsidRPr="007F7AB3">
              <w:t>Documents concernant la soutenance finale</w:t>
            </w:r>
            <w:r w:rsidR="00CB7ACA">
              <w:t xml:space="preserve"> S2</w:t>
            </w:r>
            <w:r w:rsidRPr="007F7AB3">
              <w:t xml:space="preserve"> </w:t>
            </w:r>
            <w:r w:rsidR="00A122B7" w:rsidRPr="007F7AB3">
              <w:t xml:space="preserve">(ATTARD, </w:t>
            </w:r>
            <w:r w:rsidR="000868CE">
              <w:t xml:space="preserve">Juin </w:t>
            </w:r>
            <w:r w:rsidR="00A122B7" w:rsidRPr="007F7AB3">
              <w:t>2015</w:t>
            </w:r>
            <w:r w:rsidR="00CB408E" w:rsidRPr="007F7AB3">
              <w:t>)</w:t>
            </w:r>
            <w:r w:rsidR="00CB7ACA" w:rsidRPr="00D87F53">
              <w:rPr>
                <w:u w:val="single"/>
              </w:rPr>
              <w:t xml:space="preserve"> </w:t>
            </w:r>
          </w:p>
          <w:p w:rsidR="00CB7ACA" w:rsidRPr="007F7AB3" w:rsidRDefault="00CB7ACA" w:rsidP="00CB7ACA">
            <w:r w:rsidRPr="007F7AB3">
              <w:rPr>
                <w:b/>
              </w:rPr>
              <w:t xml:space="preserve">Livrable </w:t>
            </w:r>
            <w:r>
              <w:rPr>
                <w:b/>
              </w:rPr>
              <w:t>2</w:t>
            </w:r>
            <w:r w:rsidRPr="007F7AB3">
              <w:t> : Documents concernant la soutenance finale</w:t>
            </w:r>
            <w:r>
              <w:t xml:space="preserve"> S3</w:t>
            </w:r>
            <w:r w:rsidRPr="007F7AB3">
              <w:t xml:space="preserve"> (ATTARD, 18/12/2015)</w:t>
            </w:r>
          </w:p>
          <w:p w:rsidR="00CB408E" w:rsidRPr="007F7AB3" w:rsidRDefault="00CB408E" w:rsidP="00CB408E"/>
          <w:p w:rsidR="0030790B" w:rsidRPr="007F6F0A" w:rsidRDefault="0030790B" w:rsidP="0030790B"/>
        </w:tc>
      </w:tr>
    </w:tbl>
    <w:p w:rsidR="004451F7" w:rsidRDefault="004451F7" w:rsidP="00F65FA7"/>
    <w:p w:rsidR="004451F7" w:rsidRDefault="004451F7" w:rsidP="00F65FA7"/>
    <w:p w:rsidR="00172A2A" w:rsidRDefault="00172A2A" w:rsidP="00F65FA7"/>
    <w:p w:rsidR="0030790B" w:rsidRDefault="0030790B" w:rsidP="00F65FA7"/>
    <w:p w:rsidR="0030790B" w:rsidRDefault="0030790B" w:rsidP="00F65FA7"/>
    <w:p w:rsidR="00DD1ED8" w:rsidRDefault="00DD1ED8" w:rsidP="00F65FA7"/>
    <w:p w:rsidR="00DD1ED8" w:rsidRDefault="00DD1ED8" w:rsidP="00F65FA7"/>
    <w:p w:rsidR="00DD1ED8" w:rsidRDefault="00DD1ED8" w:rsidP="00F65FA7"/>
    <w:p w:rsidR="00DD1ED8" w:rsidRDefault="00DD1ED8" w:rsidP="00F65FA7"/>
    <w:p w:rsidR="0050786B" w:rsidRDefault="0050786B" w:rsidP="00F65FA7"/>
    <w:p w:rsidR="0030790B" w:rsidRDefault="0030790B" w:rsidP="00F65FA7"/>
    <w:p w:rsidR="00DD1ED8" w:rsidRDefault="00DD1ED8" w:rsidP="00F65FA7"/>
    <w:p w:rsidR="0030790B" w:rsidRDefault="0030790B" w:rsidP="00F65FA7"/>
    <w:p w:rsidR="00207E89" w:rsidRDefault="00207E89" w:rsidP="00207E89"/>
    <w:tbl>
      <w:tblPr>
        <w:tblStyle w:val="Grilledutableau"/>
        <w:tblW w:w="0" w:type="auto"/>
        <w:tblLayout w:type="fixed"/>
        <w:tblLook w:val="04A0"/>
      </w:tblPr>
      <w:tblGrid>
        <w:gridCol w:w="1384"/>
        <w:gridCol w:w="3218"/>
        <w:gridCol w:w="2302"/>
        <w:gridCol w:w="859"/>
        <w:gridCol w:w="1417"/>
        <w:gridCol w:w="26"/>
      </w:tblGrid>
      <w:tr w:rsidR="00207E89" w:rsidRPr="007F6F0A" w:rsidTr="00E03A70">
        <w:tc>
          <w:tcPr>
            <w:tcW w:w="1384" w:type="dxa"/>
            <w:shd w:val="clear" w:color="auto" w:fill="DBE5F1" w:themeFill="accent1" w:themeFillTint="33"/>
          </w:tcPr>
          <w:p w:rsidR="00207E89" w:rsidRPr="007F6F0A" w:rsidRDefault="00207E89" w:rsidP="00E03A70">
            <w:r w:rsidRPr="007F6F0A">
              <w:t>Identifiant</w:t>
            </w:r>
          </w:p>
        </w:tc>
        <w:tc>
          <w:tcPr>
            <w:tcW w:w="3218" w:type="dxa"/>
          </w:tcPr>
          <w:p w:rsidR="00207E89" w:rsidRPr="000B455E" w:rsidRDefault="00207E89" w:rsidP="00E03A70">
            <w:pPr>
              <w:rPr>
                <w:rStyle w:val="Emphaseple"/>
                <w:color w:val="auto"/>
              </w:rPr>
            </w:pPr>
            <w:r>
              <w:rPr>
                <w:rStyle w:val="Emphaseple"/>
                <w:color w:val="auto"/>
              </w:rPr>
              <w:t>L1</w:t>
            </w:r>
          </w:p>
        </w:tc>
        <w:tc>
          <w:tcPr>
            <w:tcW w:w="2302" w:type="dxa"/>
            <w:shd w:val="clear" w:color="auto" w:fill="DBE5F1" w:themeFill="accent1" w:themeFillTint="33"/>
          </w:tcPr>
          <w:p w:rsidR="00207E89" w:rsidRPr="000B455E" w:rsidRDefault="00207E89" w:rsidP="00E03A70">
            <w:r w:rsidRPr="000B455E">
              <w:t>Date de démarrage</w:t>
            </w:r>
          </w:p>
        </w:tc>
        <w:tc>
          <w:tcPr>
            <w:tcW w:w="2302" w:type="dxa"/>
            <w:gridSpan w:val="3"/>
          </w:tcPr>
          <w:p w:rsidR="00207E89" w:rsidRPr="000B455E" w:rsidRDefault="00207E89" w:rsidP="00E03A70">
            <w:pPr>
              <w:rPr>
                <w:rStyle w:val="Emphaseple"/>
                <w:color w:val="auto"/>
              </w:rPr>
            </w:pPr>
            <w:r>
              <w:rPr>
                <w:rStyle w:val="Emphaseple"/>
                <w:color w:val="auto"/>
              </w:rPr>
              <w:t>26/01</w:t>
            </w:r>
          </w:p>
        </w:tc>
      </w:tr>
      <w:tr w:rsidR="00207E89" w:rsidRPr="007F6F0A" w:rsidTr="00E03A70">
        <w:tc>
          <w:tcPr>
            <w:tcW w:w="1384" w:type="dxa"/>
            <w:shd w:val="clear" w:color="auto" w:fill="DBE5F1" w:themeFill="accent1" w:themeFillTint="33"/>
          </w:tcPr>
          <w:p w:rsidR="00207E89" w:rsidRPr="007F6F0A" w:rsidRDefault="00207E89" w:rsidP="00E03A70">
            <w:r w:rsidRPr="007F6F0A">
              <w:t>Titre</w:t>
            </w:r>
          </w:p>
        </w:tc>
        <w:tc>
          <w:tcPr>
            <w:tcW w:w="3218" w:type="dxa"/>
          </w:tcPr>
          <w:p w:rsidR="00207E89" w:rsidRPr="000B455E" w:rsidRDefault="00207E89" w:rsidP="00E03A70">
            <w:pPr>
              <w:rPr>
                <w:rStyle w:val="Emphaseple"/>
                <w:color w:val="auto"/>
              </w:rPr>
            </w:pPr>
            <w:r>
              <w:rPr>
                <w:rStyle w:val="Emphaseple"/>
                <w:color w:val="auto"/>
              </w:rPr>
              <w:t>Analyse et Conception</w:t>
            </w:r>
            <w:r w:rsidR="00805EEC">
              <w:rPr>
                <w:rStyle w:val="Emphaseple"/>
                <w:color w:val="auto"/>
              </w:rPr>
              <w:t xml:space="preserve"> Globale</w:t>
            </w:r>
          </w:p>
        </w:tc>
        <w:tc>
          <w:tcPr>
            <w:tcW w:w="2302" w:type="dxa"/>
            <w:shd w:val="clear" w:color="auto" w:fill="DBE5F1" w:themeFill="accent1" w:themeFillTint="33"/>
          </w:tcPr>
          <w:p w:rsidR="00207E89" w:rsidRPr="000B455E" w:rsidRDefault="00207E89" w:rsidP="00E03A70">
            <w:r w:rsidRPr="000B455E">
              <w:t>Date de fin</w:t>
            </w:r>
          </w:p>
        </w:tc>
        <w:tc>
          <w:tcPr>
            <w:tcW w:w="2302" w:type="dxa"/>
            <w:gridSpan w:val="3"/>
          </w:tcPr>
          <w:p w:rsidR="00207E89" w:rsidRPr="000B455E" w:rsidRDefault="00207E89" w:rsidP="00E03A70">
            <w:pPr>
              <w:rPr>
                <w:rStyle w:val="Emphaseple"/>
                <w:color w:val="auto"/>
              </w:rPr>
            </w:pPr>
            <w:r>
              <w:rPr>
                <w:rStyle w:val="Emphaseple"/>
                <w:color w:val="auto"/>
              </w:rPr>
              <w:t>25/03</w:t>
            </w:r>
          </w:p>
        </w:tc>
      </w:tr>
      <w:tr w:rsidR="00207E89" w:rsidRPr="007F6F0A" w:rsidTr="00E03A70">
        <w:trPr>
          <w:gridAfter w:val="1"/>
          <w:wAfter w:w="26" w:type="dxa"/>
        </w:trPr>
        <w:tc>
          <w:tcPr>
            <w:tcW w:w="1384" w:type="dxa"/>
            <w:shd w:val="clear" w:color="auto" w:fill="DBE5F1" w:themeFill="accent1" w:themeFillTint="33"/>
          </w:tcPr>
          <w:p w:rsidR="00207E89" w:rsidRPr="007F6F0A" w:rsidRDefault="00207E89" w:rsidP="00E03A70">
            <w:r w:rsidRPr="007F6F0A">
              <w:t>Participant</w:t>
            </w:r>
          </w:p>
        </w:tc>
        <w:tc>
          <w:tcPr>
            <w:tcW w:w="6379" w:type="dxa"/>
            <w:gridSpan w:val="3"/>
            <w:shd w:val="clear" w:color="auto" w:fill="DBE5F1" w:themeFill="accent1" w:themeFillTint="33"/>
          </w:tcPr>
          <w:p w:rsidR="00207E89" w:rsidRPr="00F5426F" w:rsidRDefault="00207E89" w:rsidP="00207E89">
            <w:pPr>
              <w:jc w:val="center"/>
            </w:pPr>
            <w:r>
              <w:t>Tout les participants</w:t>
            </w:r>
          </w:p>
        </w:tc>
        <w:tc>
          <w:tcPr>
            <w:tcW w:w="1417" w:type="dxa"/>
            <w:shd w:val="clear" w:color="auto" w:fill="DBE5F1" w:themeFill="accent1" w:themeFillTint="33"/>
          </w:tcPr>
          <w:p w:rsidR="00207E89" w:rsidRPr="007F6F0A" w:rsidRDefault="00207E89" w:rsidP="00E03A70">
            <w:r>
              <w:t>TOTAL</w:t>
            </w:r>
          </w:p>
        </w:tc>
      </w:tr>
      <w:tr w:rsidR="00207E89" w:rsidRPr="007F6F0A" w:rsidTr="00E03A70">
        <w:trPr>
          <w:gridAfter w:val="1"/>
          <w:wAfter w:w="26" w:type="dxa"/>
        </w:trPr>
        <w:tc>
          <w:tcPr>
            <w:tcW w:w="1384" w:type="dxa"/>
            <w:shd w:val="clear" w:color="auto" w:fill="DBE5F1" w:themeFill="accent1" w:themeFillTint="33"/>
          </w:tcPr>
          <w:p w:rsidR="00207E89" w:rsidRPr="007F6F0A" w:rsidRDefault="00207E89" w:rsidP="00E03A70">
            <w:r w:rsidRPr="007F6F0A">
              <w:t>Effort</w:t>
            </w:r>
          </w:p>
        </w:tc>
        <w:tc>
          <w:tcPr>
            <w:tcW w:w="6379" w:type="dxa"/>
            <w:gridSpan w:val="3"/>
          </w:tcPr>
          <w:p w:rsidR="00207E89" w:rsidRPr="007F6F0A" w:rsidRDefault="008A45A3" w:rsidP="00E03A70">
            <w:pPr>
              <w:jc w:val="center"/>
            </w:pPr>
            <w:r>
              <w:t>180</w:t>
            </w:r>
          </w:p>
        </w:tc>
        <w:tc>
          <w:tcPr>
            <w:tcW w:w="1417" w:type="dxa"/>
            <w:shd w:val="clear" w:color="auto" w:fill="FFFFFF" w:themeFill="background1"/>
          </w:tcPr>
          <w:p w:rsidR="00207E89" w:rsidRPr="007F6F0A" w:rsidRDefault="008A45A3" w:rsidP="00E03A70">
            <w:r>
              <w:t>18</w:t>
            </w:r>
            <w:r w:rsidR="00207E89">
              <w:t>0</w:t>
            </w:r>
          </w:p>
        </w:tc>
      </w:tr>
    </w:tbl>
    <w:p w:rsidR="00207E89" w:rsidRPr="007F6F0A" w:rsidRDefault="00207E89" w:rsidP="00207E89"/>
    <w:tbl>
      <w:tblPr>
        <w:tblStyle w:val="Grilledutableau"/>
        <w:tblW w:w="0" w:type="auto"/>
        <w:tblLook w:val="04A0"/>
      </w:tblPr>
      <w:tblGrid>
        <w:gridCol w:w="9206"/>
      </w:tblGrid>
      <w:tr w:rsidR="00207E89" w:rsidRPr="007F6F0A" w:rsidTr="00E03A70">
        <w:tc>
          <w:tcPr>
            <w:tcW w:w="9206" w:type="dxa"/>
          </w:tcPr>
          <w:p w:rsidR="00207E89" w:rsidRPr="0003546F" w:rsidRDefault="00207E89" w:rsidP="00E03A70">
            <w:pPr>
              <w:pStyle w:val="Titre3"/>
              <w:ind w:left="720"/>
              <w:rPr>
                <w:rStyle w:val="Emphaseple"/>
              </w:rPr>
            </w:pPr>
            <w:r w:rsidRPr="007F6F0A">
              <w:t>Objectifs du lot</w:t>
            </w:r>
          </w:p>
          <w:p w:rsidR="00207E89" w:rsidRPr="007F6F0A" w:rsidRDefault="00207E89" w:rsidP="00E03A70"/>
          <w:p w:rsidR="00207E89" w:rsidRDefault="00207E89" w:rsidP="00E03A70">
            <w:pPr>
              <w:pStyle w:val="Paragraphedeliste"/>
              <w:numPr>
                <w:ilvl w:val="0"/>
                <w:numId w:val="9"/>
              </w:numPr>
            </w:pPr>
            <w:r>
              <w:t>Analyser et trouver chaque problème a résoudre.</w:t>
            </w:r>
          </w:p>
          <w:p w:rsidR="00207E89" w:rsidRDefault="00207E89" w:rsidP="00207E89">
            <w:pPr>
              <w:pStyle w:val="Paragraphedeliste"/>
              <w:numPr>
                <w:ilvl w:val="0"/>
                <w:numId w:val="9"/>
              </w:numPr>
            </w:pPr>
            <w:r>
              <w:t>Concevoir des solutions techniques possibles pour résoudre les problèmes.</w:t>
            </w:r>
          </w:p>
          <w:p w:rsidR="00207E89" w:rsidRPr="007F6F0A" w:rsidRDefault="00207E89" w:rsidP="00207E89">
            <w:pPr>
              <w:pStyle w:val="Paragraphedeliste"/>
            </w:pPr>
          </w:p>
        </w:tc>
      </w:tr>
    </w:tbl>
    <w:p w:rsidR="00207E89" w:rsidRPr="007F6F0A" w:rsidRDefault="00207E89" w:rsidP="00207E89"/>
    <w:tbl>
      <w:tblPr>
        <w:tblStyle w:val="Grilledutableau"/>
        <w:tblW w:w="0" w:type="auto"/>
        <w:tblLook w:val="04A0"/>
      </w:tblPr>
      <w:tblGrid>
        <w:gridCol w:w="9206"/>
      </w:tblGrid>
      <w:tr w:rsidR="00207E89" w:rsidRPr="007F6F0A" w:rsidTr="00E03A70">
        <w:tc>
          <w:tcPr>
            <w:tcW w:w="9206" w:type="dxa"/>
          </w:tcPr>
          <w:p w:rsidR="00207E89" w:rsidRDefault="00207E89" w:rsidP="00E03A70">
            <w:pPr>
              <w:pStyle w:val="Titre3"/>
            </w:pPr>
            <w:r w:rsidRPr="007F6F0A">
              <w:t>Description du lot</w:t>
            </w:r>
          </w:p>
          <w:p w:rsidR="00207E89" w:rsidRPr="009F7A86" w:rsidRDefault="00207E89" w:rsidP="00E03A70">
            <w:pPr>
              <w:rPr>
                <w:u w:val="single"/>
              </w:rPr>
            </w:pPr>
          </w:p>
          <w:p w:rsidR="00207E89" w:rsidRDefault="00207E89" w:rsidP="00E03A70">
            <w:pPr>
              <w:rPr>
                <w:b/>
                <w:u w:val="single"/>
              </w:rPr>
            </w:pPr>
            <w:r w:rsidRPr="009F7A86">
              <w:rPr>
                <w:b/>
                <w:u w:val="single"/>
              </w:rPr>
              <w:t>Tache 1 : Analyse</w:t>
            </w:r>
            <w:r w:rsidR="00805EEC" w:rsidRPr="009F7A86">
              <w:rPr>
                <w:b/>
                <w:u w:val="single"/>
              </w:rPr>
              <w:t xml:space="preserve"> Globale</w:t>
            </w:r>
            <w:r w:rsidR="00A703AE" w:rsidRPr="009F7A86">
              <w:rPr>
                <w:b/>
                <w:u w:val="single"/>
              </w:rPr>
              <w:t xml:space="preserve"> </w:t>
            </w:r>
            <w:r w:rsidRPr="009F7A86">
              <w:rPr>
                <w:b/>
                <w:u w:val="single"/>
              </w:rPr>
              <w:t xml:space="preserve">(Julien ATTARD, 26/01 – 25/03, </w:t>
            </w:r>
            <w:r w:rsidR="00A270B9" w:rsidRPr="009F7A86">
              <w:rPr>
                <w:b/>
                <w:u w:val="single"/>
              </w:rPr>
              <w:t>90h</w:t>
            </w:r>
            <w:r w:rsidRPr="009F7A86">
              <w:rPr>
                <w:b/>
                <w:u w:val="single"/>
              </w:rPr>
              <w:t>)</w:t>
            </w:r>
          </w:p>
          <w:p w:rsidR="009F7A86" w:rsidRPr="009F7A86" w:rsidRDefault="009F7A86" w:rsidP="00E03A70">
            <w:pPr>
              <w:rPr>
                <w:b/>
                <w:u w:val="single"/>
              </w:rPr>
            </w:pPr>
          </w:p>
          <w:p w:rsidR="00207E89" w:rsidRDefault="00B20F51" w:rsidP="00E03A70">
            <w:r>
              <w:t>Tous les problèmes du p</w:t>
            </w:r>
            <w:r w:rsidR="00207E89">
              <w:t>rojet doivent être ana</w:t>
            </w:r>
            <w:r>
              <w:t>lysés et réparti</w:t>
            </w:r>
            <w:r w:rsidR="00207E89">
              <w:t>s pour pouvoir les gérer et les résoudre.</w:t>
            </w:r>
          </w:p>
          <w:p w:rsidR="00207E89" w:rsidRPr="009F7A86" w:rsidRDefault="00207E89" w:rsidP="00E03A70"/>
          <w:p w:rsidR="00AB4C79" w:rsidRPr="009F7A86" w:rsidRDefault="009B0F04" w:rsidP="00AB4C79">
            <w:r w:rsidRPr="009F7A86">
              <w:rPr>
                <w:b/>
              </w:rPr>
              <w:t xml:space="preserve">Livrable </w:t>
            </w:r>
            <w:r w:rsidR="00AB4C79" w:rsidRPr="009F7A86">
              <w:rPr>
                <w:b/>
              </w:rPr>
              <w:t>1</w:t>
            </w:r>
            <w:r w:rsidR="00AB4C79" w:rsidRPr="009F7A86">
              <w:t xml:space="preserve"> : </w:t>
            </w:r>
            <w:r w:rsidR="00D33F06" w:rsidRPr="009F7A86">
              <w:t>Répartition en lots/taches</w:t>
            </w:r>
            <w:r w:rsidR="00D51A89" w:rsidRPr="009F7A86">
              <w:t xml:space="preserve"> (ATTARD, </w:t>
            </w:r>
            <w:r w:rsidR="00DF4198" w:rsidRPr="009F7A86">
              <w:t xml:space="preserve">fichier texte, </w:t>
            </w:r>
            <w:r w:rsidR="00D51A89" w:rsidRPr="009F7A86">
              <w:t>04</w:t>
            </w:r>
            <w:r w:rsidR="00D33F06" w:rsidRPr="009F7A86">
              <w:t>/03</w:t>
            </w:r>
            <w:r w:rsidR="00AB4C79" w:rsidRPr="009F7A86">
              <w:t>/2015</w:t>
            </w:r>
            <w:r w:rsidR="00D51A89" w:rsidRPr="009F7A86">
              <w:t>, 100</w:t>
            </w:r>
            <w:r w:rsidR="00AB4C79" w:rsidRPr="009F7A86">
              <w:t>h)</w:t>
            </w:r>
          </w:p>
          <w:p w:rsidR="00AB4C79" w:rsidRDefault="00AB4C79" w:rsidP="00E03A70"/>
          <w:p w:rsidR="00AB4C79" w:rsidRDefault="00AB4C79" w:rsidP="00E03A70"/>
          <w:p w:rsidR="00207E89" w:rsidRPr="00A31459" w:rsidRDefault="00207E89" w:rsidP="00E03A70">
            <w:pPr>
              <w:rPr>
                <w:b/>
                <w:u w:val="single"/>
              </w:rPr>
            </w:pPr>
            <w:r w:rsidRPr="00A31459">
              <w:rPr>
                <w:b/>
                <w:u w:val="single"/>
              </w:rPr>
              <w:t xml:space="preserve">Tache 2 : Conception </w:t>
            </w:r>
            <w:r w:rsidR="00805EEC" w:rsidRPr="00A31459">
              <w:rPr>
                <w:b/>
                <w:u w:val="single"/>
              </w:rPr>
              <w:t xml:space="preserve">Globale </w:t>
            </w:r>
            <w:r w:rsidRPr="00A31459">
              <w:rPr>
                <w:b/>
                <w:u w:val="single"/>
              </w:rPr>
              <w:t xml:space="preserve">(Julien ATTARD, 26/01 – 25/03, </w:t>
            </w:r>
            <w:r w:rsidR="00A270B9" w:rsidRPr="00A31459">
              <w:rPr>
                <w:b/>
                <w:u w:val="single"/>
              </w:rPr>
              <w:t>90h</w:t>
            </w:r>
            <w:r w:rsidRPr="00A31459">
              <w:rPr>
                <w:b/>
                <w:u w:val="single"/>
              </w:rPr>
              <w:t>)</w:t>
            </w:r>
          </w:p>
          <w:p w:rsidR="009F7A86" w:rsidRPr="009F7A86" w:rsidRDefault="009F7A86" w:rsidP="00E03A70">
            <w:pPr>
              <w:rPr>
                <w:b/>
              </w:rPr>
            </w:pPr>
          </w:p>
          <w:p w:rsidR="00207E89" w:rsidRDefault="00207E89" w:rsidP="00E03A70">
            <w:r>
              <w:t xml:space="preserve">Les problèmes analysés précédemment doivent être résolus, on va donc se répartir en Lot pour définir "qui fait quoi" et trouver des solutions </w:t>
            </w:r>
            <w:r w:rsidR="00B20F51">
              <w:t>à</w:t>
            </w:r>
            <w:r>
              <w:t xml:space="preserve"> chaque </w:t>
            </w:r>
            <w:r w:rsidR="00B20F51">
              <w:t>problème</w:t>
            </w:r>
            <w:r>
              <w:t>.</w:t>
            </w:r>
          </w:p>
          <w:p w:rsidR="00D51A89" w:rsidRDefault="00D51A89" w:rsidP="00E03A70"/>
          <w:p w:rsidR="00207E89" w:rsidRPr="009F7A86" w:rsidRDefault="0050786B" w:rsidP="00E03A70">
            <w:r w:rsidRPr="009F7A86">
              <w:t xml:space="preserve"> </w:t>
            </w:r>
            <w:r w:rsidRPr="009F7A86">
              <w:rPr>
                <w:b/>
              </w:rPr>
              <w:t>Livrable 1 :</w:t>
            </w:r>
            <w:r w:rsidRPr="009F7A86">
              <w:t xml:space="preserve"> Document Technique (</w:t>
            </w:r>
            <w:r w:rsidR="00DF4198" w:rsidRPr="009F7A86">
              <w:t>ATTARD</w:t>
            </w:r>
            <w:r w:rsidR="00D51A89" w:rsidRPr="009F7A86">
              <w:t>, fichier texte, 25/03</w:t>
            </w:r>
            <w:r w:rsidRPr="009F7A86">
              <w:t xml:space="preserve"> au plus tard)</w:t>
            </w:r>
          </w:p>
          <w:p w:rsidR="0050786B" w:rsidRPr="007F6F0A" w:rsidRDefault="0050786B" w:rsidP="00E03A70"/>
        </w:tc>
      </w:tr>
    </w:tbl>
    <w:p w:rsidR="00207E89" w:rsidRDefault="00207E89" w:rsidP="00F65FA7"/>
    <w:p w:rsidR="00207E89" w:rsidRDefault="00207E89" w:rsidP="00F65FA7"/>
    <w:p w:rsidR="00207E89" w:rsidRDefault="00207E89" w:rsidP="00F65FA7"/>
    <w:p w:rsidR="00207E89" w:rsidRDefault="00207E89" w:rsidP="00F65FA7"/>
    <w:p w:rsidR="00207E89" w:rsidRDefault="00207E89" w:rsidP="00F65FA7"/>
    <w:p w:rsidR="00207E89" w:rsidRDefault="00207E89" w:rsidP="00F65FA7"/>
    <w:p w:rsidR="00207E89" w:rsidRDefault="00207E89" w:rsidP="00F65FA7"/>
    <w:p w:rsidR="00207E89" w:rsidRDefault="00207E89" w:rsidP="00F65FA7"/>
    <w:p w:rsidR="00207E89" w:rsidRDefault="00207E89" w:rsidP="00F65FA7"/>
    <w:p w:rsidR="00207E89" w:rsidRDefault="00207E89" w:rsidP="00F65FA7"/>
    <w:p w:rsidR="00207E89" w:rsidRDefault="00207E89" w:rsidP="00F65FA7"/>
    <w:p w:rsidR="00207E89" w:rsidRDefault="00207E89" w:rsidP="00F65FA7"/>
    <w:p w:rsidR="00207E89" w:rsidRDefault="00207E89" w:rsidP="00F65FA7"/>
    <w:p w:rsidR="00207E89" w:rsidRDefault="00207E89" w:rsidP="00F65FA7"/>
    <w:p w:rsidR="00207E89" w:rsidRDefault="00207E89" w:rsidP="00F65FA7"/>
    <w:p w:rsidR="0038722A" w:rsidRDefault="0038722A" w:rsidP="00F65FA7"/>
    <w:p w:rsidR="0038722A" w:rsidRDefault="0038722A" w:rsidP="00F65FA7"/>
    <w:p w:rsidR="00207E89" w:rsidRDefault="00207E89" w:rsidP="00F65FA7"/>
    <w:p w:rsidR="00293D23" w:rsidRPr="00E03BFA" w:rsidRDefault="00293D23" w:rsidP="00293D23"/>
    <w:tbl>
      <w:tblPr>
        <w:tblStyle w:val="Grilledutableau"/>
        <w:tblW w:w="0" w:type="auto"/>
        <w:tblLayout w:type="fixed"/>
        <w:tblLook w:val="04A0"/>
      </w:tblPr>
      <w:tblGrid>
        <w:gridCol w:w="1384"/>
        <w:gridCol w:w="1246"/>
        <w:gridCol w:w="1447"/>
        <w:gridCol w:w="525"/>
        <w:gridCol w:w="893"/>
        <w:gridCol w:w="1276"/>
        <w:gridCol w:w="133"/>
        <w:gridCol w:w="1284"/>
        <w:gridCol w:w="1018"/>
      </w:tblGrid>
      <w:tr w:rsidR="00293D23" w:rsidTr="00E35BD6">
        <w:tc>
          <w:tcPr>
            <w:tcW w:w="1384" w:type="dxa"/>
            <w:shd w:val="clear" w:color="auto" w:fill="DBE5F1" w:themeFill="accent1" w:themeFillTint="33"/>
          </w:tcPr>
          <w:p w:rsidR="00293D23" w:rsidRDefault="00293D23" w:rsidP="00E35BD6">
            <w:r w:rsidRPr="002A7B27">
              <w:t>Identifiant</w:t>
            </w:r>
          </w:p>
        </w:tc>
        <w:tc>
          <w:tcPr>
            <w:tcW w:w="3218" w:type="dxa"/>
            <w:gridSpan w:val="3"/>
          </w:tcPr>
          <w:p w:rsidR="00293D23" w:rsidRPr="00293D23" w:rsidRDefault="00293D23" w:rsidP="00E35BD6">
            <w:pPr>
              <w:rPr>
                <w:rStyle w:val="Emphaseple"/>
                <w:i w:val="0"/>
                <w:color w:val="auto"/>
              </w:rPr>
            </w:pPr>
            <w:r w:rsidRPr="00293D23">
              <w:rPr>
                <w:rStyle w:val="Emphaseple"/>
                <w:color w:val="auto"/>
              </w:rPr>
              <w:t>L2</w:t>
            </w:r>
          </w:p>
        </w:tc>
        <w:tc>
          <w:tcPr>
            <w:tcW w:w="2302" w:type="dxa"/>
            <w:gridSpan w:val="3"/>
            <w:shd w:val="clear" w:color="auto" w:fill="DBE5F1" w:themeFill="accent1" w:themeFillTint="33"/>
          </w:tcPr>
          <w:p w:rsidR="00293D23" w:rsidRPr="00293D23" w:rsidRDefault="00293D23" w:rsidP="00E35BD6">
            <w:r w:rsidRPr="00293D23">
              <w:t>Date de démarrage</w:t>
            </w:r>
          </w:p>
        </w:tc>
        <w:tc>
          <w:tcPr>
            <w:tcW w:w="2302" w:type="dxa"/>
            <w:gridSpan w:val="2"/>
          </w:tcPr>
          <w:p w:rsidR="00293D23" w:rsidRPr="00293D23" w:rsidRDefault="00293D23" w:rsidP="00E35BD6">
            <w:pPr>
              <w:rPr>
                <w:rStyle w:val="Emphaseple"/>
                <w:i w:val="0"/>
                <w:color w:val="auto"/>
              </w:rPr>
            </w:pPr>
            <w:r w:rsidRPr="00293D23">
              <w:rPr>
                <w:rStyle w:val="Emphaseple"/>
                <w:color w:val="auto"/>
              </w:rPr>
              <w:t>25/03/2015</w:t>
            </w:r>
          </w:p>
        </w:tc>
      </w:tr>
      <w:tr w:rsidR="00293D23" w:rsidTr="00E35BD6">
        <w:tc>
          <w:tcPr>
            <w:tcW w:w="1384" w:type="dxa"/>
            <w:shd w:val="clear" w:color="auto" w:fill="DBE5F1" w:themeFill="accent1" w:themeFillTint="33"/>
          </w:tcPr>
          <w:p w:rsidR="00293D23" w:rsidRDefault="00293D23" w:rsidP="00E35BD6">
            <w:r>
              <w:t>Titre</w:t>
            </w:r>
          </w:p>
        </w:tc>
        <w:tc>
          <w:tcPr>
            <w:tcW w:w="3218" w:type="dxa"/>
            <w:gridSpan w:val="3"/>
          </w:tcPr>
          <w:p w:rsidR="00293D23" w:rsidRPr="00293D23" w:rsidRDefault="00293D23" w:rsidP="00E35BD6">
            <w:pPr>
              <w:rPr>
                <w:rStyle w:val="Emphaseple"/>
                <w:color w:val="auto"/>
              </w:rPr>
            </w:pPr>
            <w:r w:rsidRPr="00293D23">
              <w:t>Gestion des exercices</w:t>
            </w:r>
          </w:p>
        </w:tc>
        <w:tc>
          <w:tcPr>
            <w:tcW w:w="2302" w:type="dxa"/>
            <w:gridSpan w:val="3"/>
            <w:shd w:val="clear" w:color="auto" w:fill="DBE5F1" w:themeFill="accent1" w:themeFillTint="33"/>
          </w:tcPr>
          <w:p w:rsidR="00293D23" w:rsidRPr="00293D23" w:rsidRDefault="00293D23" w:rsidP="00E35BD6">
            <w:r w:rsidRPr="00293D23">
              <w:t>Date de fin</w:t>
            </w:r>
          </w:p>
        </w:tc>
        <w:tc>
          <w:tcPr>
            <w:tcW w:w="2302" w:type="dxa"/>
            <w:gridSpan w:val="2"/>
          </w:tcPr>
          <w:p w:rsidR="00293D23" w:rsidRPr="00293D23" w:rsidRDefault="00293D23" w:rsidP="00E35BD6">
            <w:pPr>
              <w:rPr>
                <w:rStyle w:val="Emphaseple"/>
                <w:color w:val="auto"/>
              </w:rPr>
            </w:pPr>
            <w:r>
              <w:rPr>
                <w:rStyle w:val="Emphaseple"/>
                <w:color w:val="auto"/>
              </w:rPr>
              <w:t>31/10</w:t>
            </w:r>
            <w:r w:rsidRPr="00293D23">
              <w:rPr>
                <w:rStyle w:val="Emphaseple"/>
                <w:color w:val="auto"/>
              </w:rPr>
              <w:t>/2015</w:t>
            </w:r>
          </w:p>
        </w:tc>
      </w:tr>
      <w:tr w:rsidR="00293D23" w:rsidTr="00343FBA">
        <w:tc>
          <w:tcPr>
            <w:tcW w:w="1384" w:type="dxa"/>
            <w:shd w:val="clear" w:color="auto" w:fill="DBE5F1" w:themeFill="accent1" w:themeFillTint="33"/>
          </w:tcPr>
          <w:p w:rsidR="00293D23" w:rsidRDefault="00293D23" w:rsidP="00E35BD6">
            <w:r>
              <w:t>Participant</w:t>
            </w:r>
          </w:p>
        </w:tc>
        <w:tc>
          <w:tcPr>
            <w:tcW w:w="1246" w:type="dxa"/>
            <w:shd w:val="clear" w:color="auto" w:fill="DBE5F1" w:themeFill="accent1" w:themeFillTint="33"/>
          </w:tcPr>
          <w:p w:rsidR="00293D23" w:rsidRPr="00AC41AE" w:rsidRDefault="00293D23" w:rsidP="00E35BD6">
            <w:pPr>
              <w:rPr>
                <w:b/>
              </w:rPr>
            </w:pPr>
            <w:r w:rsidRPr="00AC41AE">
              <w:rPr>
                <w:b/>
              </w:rPr>
              <w:t>CASTET</w:t>
            </w:r>
            <w:r w:rsidR="00343FBA">
              <w:rPr>
                <w:b/>
              </w:rPr>
              <w:t xml:space="preserve"> Ulysse</w:t>
            </w:r>
          </w:p>
        </w:tc>
        <w:tc>
          <w:tcPr>
            <w:tcW w:w="1447" w:type="dxa"/>
            <w:shd w:val="clear" w:color="auto" w:fill="DBE5F1" w:themeFill="accent1" w:themeFillTint="33"/>
          </w:tcPr>
          <w:p w:rsidR="00293D23" w:rsidRDefault="00293D23" w:rsidP="00E35BD6">
            <w:r>
              <w:t>QUACHERO</w:t>
            </w:r>
            <w:r w:rsidR="00343FBA">
              <w:t xml:space="preserve"> Alaric</w:t>
            </w:r>
          </w:p>
        </w:tc>
        <w:tc>
          <w:tcPr>
            <w:tcW w:w="1418" w:type="dxa"/>
            <w:gridSpan w:val="2"/>
            <w:shd w:val="clear" w:color="auto" w:fill="DBE5F1" w:themeFill="accent1" w:themeFillTint="33"/>
          </w:tcPr>
          <w:p w:rsidR="00293D23" w:rsidRDefault="00293D23" w:rsidP="00E35BD6">
            <w:r>
              <w:t>MENETREY</w:t>
            </w:r>
            <w:r w:rsidR="00343FBA">
              <w:t xml:space="preserve"> Robinson</w:t>
            </w:r>
          </w:p>
        </w:tc>
        <w:tc>
          <w:tcPr>
            <w:tcW w:w="1276" w:type="dxa"/>
            <w:shd w:val="clear" w:color="auto" w:fill="DBE5F1" w:themeFill="accent1" w:themeFillTint="33"/>
          </w:tcPr>
          <w:p w:rsidR="00293D23" w:rsidRPr="007A07EF" w:rsidRDefault="00293D23" w:rsidP="00E35BD6">
            <w:r>
              <w:t>COTTE</w:t>
            </w:r>
            <w:r w:rsidR="00343FBA">
              <w:t xml:space="preserve"> </w:t>
            </w:r>
            <w:proofErr w:type="spellStart"/>
            <w:r w:rsidR="00343FBA">
              <w:t>Sebastien</w:t>
            </w:r>
            <w:proofErr w:type="spellEnd"/>
            <w:r w:rsidRPr="007A07EF">
              <w:t xml:space="preserve"> </w:t>
            </w:r>
          </w:p>
        </w:tc>
        <w:tc>
          <w:tcPr>
            <w:tcW w:w="1417" w:type="dxa"/>
            <w:gridSpan w:val="2"/>
            <w:shd w:val="clear" w:color="auto" w:fill="DBE5F1" w:themeFill="accent1" w:themeFillTint="33"/>
          </w:tcPr>
          <w:p w:rsidR="00293D23" w:rsidRDefault="00293D23" w:rsidP="00E35BD6">
            <w:r>
              <w:t>HEYRENDT</w:t>
            </w:r>
            <w:r w:rsidR="00343FBA">
              <w:t xml:space="preserve"> Renaud</w:t>
            </w:r>
          </w:p>
        </w:tc>
        <w:tc>
          <w:tcPr>
            <w:tcW w:w="1018" w:type="dxa"/>
            <w:shd w:val="clear" w:color="auto" w:fill="DBE5F1" w:themeFill="accent1" w:themeFillTint="33"/>
          </w:tcPr>
          <w:p w:rsidR="00293D23" w:rsidRDefault="00293D23" w:rsidP="00E35BD6">
            <w:r>
              <w:t>TOTAL</w:t>
            </w:r>
          </w:p>
        </w:tc>
      </w:tr>
      <w:tr w:rsidR="00293D23" w:rsidTr="00343FBA">
        <w:tc>
          <w:tcPr>
            <w:tcW w:w="1384" w:type="dxa"/>
            <w:shd w:val="clear" w:color="auto" w:fill="DBE5F1" w:themeFill="accent1" w:themeFillTint="33"/>
          </w:tcPr>
          <w:p w:rsidR="00293D23" w:rsidRDefault="00293D23" w:rsidP="00E35BD6">
            <w:r>
              <w:t>Effort</w:t>
            </w:r>
          </w:p>
        </w:tc>
        <w:tc>
          <w:tcPr>
            <w:tcW w:w="1246" w:type="dxa"/>
          </w:tcPr>
          <w:p w:rsidR="00293D23" w:rsidRPr="003044DF" w:rsidRDefault="00293D23" w:rsidP="00E35BD6">
            <w:r w:rsidRPr="003044DF">
              <w:t>128</w:t>
            </w:r>
          </w:p>
        </w:tc>
        <w:tc>
          <w:tcPr>
            <w:tcW w:w="1447" w:type="dxa"/>
          </w:tcPr>
          <w:p w:rsidR="00293D23" w:rsidRDefault="00293D23" w:rsidP="00E35BD6">
            <w:r>
              <w:t>128</w:t>
            </w:r>
          </w:p>
        </w:tc>
        <w:tc>
          <w:tcPr>
            <w:tcW w:w="1418" w:type="dxa"/>
            <w:gridSpan w:val="2"/>
          </w:tcPr>
          <w:p w:rsidR="00293D23" w:rsidRDefault="00293D23" w:rsidP="00E35BD6">
            <w:r>
              <w:t>128</w:t>
            </w:r>
          </w:p>
        </w:tc>
        <w:tc>
          <w:tcPr>
            <w:tcW w:w="1276" w:type="dxa"/>
          </w:tcPr>
          <w:p w:rsidR="00293D23" w:rsidRDefault="00293D23" w:rsidP="00E35BD6">
            <w:r>
              <w:t>128</w:t>
            </w:r>
          </w:p>
        </w:tc>
        <w:tc>
          <w:tcPr>
            <w:tcW w:w="1417" w:type="dxa"/>
            <w:gridSpan w:val="2"/>
            <w:shd w:val="clear" w:color="auto" w:fill="FFFFFF" w:themeFill="background1"/>
          </w:tcPr>
          <w:p w:rsidR="00293D23" w:rsidRDefault="00293D23" w:rsidP="00E35BD6">
            <w:r>
              <w:t>128</w:t>
            </w:r>
          </w:p>
        </w:tc>
        <w:tc>
          <w:tcPr>
            <w:tcW w:w="1018" w:type="dxa"/>
            <w:shd w:val="clear" w:color="auto" w:fill="DBE5F1" w:themeFill="accent1" w:themeFillTint="33"/>
          </w:tcPr>
          <w:p w:rsidR="00293D23" w:rsidRDefault="00293D23" w:rsidP="00E35BD6">
            <w:r>
              <w:t>640</w:t>
            </w:r>
          </w:p>
        </w:tc>
      </w:tr>
    </w:tbl>
    <w:p w:rsidR="00293D23" w:rsidRDefault="00293D23" w:rsidP="00293D23"/>
    <w:tbl>
      <w:tblPr>
        <w:tblStyle w:val="Grilledutableau"/>
        <w:tblW w:w="0" w:type="auto"/>
        <w:tblLook w:val="04A0"/>
      </w:tblPr>
      <w:tblGrid>
        <w:gridCol w:w="9206"/>
      </w:tblGrid>
      <w:tr w:rsidR="00293D23" w:rsidTr="00E35BD6">
        <w:tc>
          <w:tcPr>
            <w:tcW w:w="9206" w:type="dxa"/>
          </w:tcPr>
          <w:p w:rsidR="00293D23" w:rsidRPr="00096BCC" w:rsidRDefault="00293D23" w:rsidP="00E35BD6">
            <w:pPr>
              <w:pStyle w:val="Titre3"/>
            </w:pPr>
            <w:r w:rsidRPr="00096BCC">
              <w:t>Objectifs du lot</w:t>
            </w:r>
          </w:p>
          <w:p w:rsidR="00293D23" w:rsidRDefault="00293D23" w:rsidP="00293D23">
            <w:pPr>
              <w:pStyle w:val="Paragraphedeliste"/>
              <w:numPr>
                <w:ilvl w:val="0"/>
                <w:numId w:val="9"/>
              </w:numPr>
            </w:pPr>
            <w:r>
              <w:t>Analyser les différentes contraintes susceptibles d’intervenir dans la conception des différents exercices comme du cœur logiciel</w:t>
            </w:r>
          </w:p>
          <w:p w:rsidR="00293D23" w:rsidRDefault="00293D23" w:rsidP="00293D23">
            <w:pPr>
              <w:pStyle w:val="Paragraphedeliste"/>
              <w:numPr>
                <w:ilvl w:val="0"/>
                <w:numId w:val="9"/>
              </w:numPr>
            </w:pPr>
            <w:r>
              <w:t>Concevoir et développer une base solide pour le logiciel prenant en compte les potentielles améliorations susceptibles d’être implémentées lors de l’ajout de fonctionnalités</w:t>
            </w:r>
          </w:p>
          <w:p w:rsidR="00293D23" w:rsidRDefault="00293D23" w:rsidP="00293D23">
            <w:pPr>
              <w:pStyle w:val="Paragraphedeliste"/>
              <w:numPr>
                <w:ilvl w:val="0"/>
                <w:numId w:val="9"/>
              </w:numPr>
            </w:pPr>
            <w:r>
              <w:t>C</w:t>
            </w:r>
            <w:r w:rsidRPr="00096BCC">
              <w:t xml:space="preserve">oncevoir </w:t>
            </w:r>
            <w:r>
              <w:t xml:space="preserve">et programmer </w:t>
            </w:r>
            <w:r w:rsidRPr="00096BCC">
              <w:t>le</w:t>
            </w:r>
            <w:r>
              <w:t>s algorithmes qui permettront d’appeler et de faire tourner</w:t>
            </w:r>
            <w:r w:rsidRPr="00096BCC">
              <w:t xml:space="preserve"> les différents exercices</w:t>
            </w:r>
          </w:p>
          <w:p w:rsidR="00293D23" w:rsidRDefault="00B20F51" w:rsidP="00293D23">
            <w:pPr>
              <w:pStyle w:val="Paragraphedeliste"/>
              <w:numPr>
                <w:ilvl w:val="0"/>
                <w:numId w:val="9"/>
              </w:numPr>
            </w:pPr>
            <w:r>
              <w:t>S’a</w:t>
            </w:r>
            <w:r w:rsidR="00293D23">
              <w:t>ssurer</w:t>
            </w:r>
            <w:r w:rsidR="00293D23" w:rsidRPr="00096BCC">
              <w:t xml:space="preserve"> d’une bonne gestion des mouvements, du temps, de la place disponible tout </w:t>
            </w:r>
            <w:r w:rsidR="00293D23">
              <w:t>au long de l’exercice (</w:t>
            </w:r>
            <w:r w:rsidR="00293D23" w:rsidRPr="00096BCC">
              <w:t xml:space="preserve">via la manipulation de différents fichiers appelés </w:t>
            </w:r>
            <w:r w:rsidR="00293D23">
              <w:t>au fur et à mesure)</w:t>
            </w:r>
          </w:p>
          <w:p w:rsidR="00293D23" w:rsidRPr="006B08F1" w:rsidRDefault="00293D23" w:rsidP="00293D23">
            <w:pPr>
              <w:pStyle w:val="Paragraphedeliste"/>
              <w:numPr>
                <w:ilvl w:val="0"/>
                <w:numId w:val="9"/>
              </w:numPr>
            </w:pPr>
            <w:r>
              <w:t>Gérer l</w:t>
            </w:r>
            <w:r w:rsidRPr="00096BCC">
              <w:t>es interactions avec l’</w:t>
            </w:r>
            <w:r>
              <w:t>IHM</w:t>
            </w:r>
          </w:p>
          <w:p w:rsidR="00293D23" w:rsidRDefault="00293D23" w:rsidP="00E35BD6"/>
        </w:tc>
      </w:tr>
    </w:tbl>
    <w:p w:rsidR="00293D23" w:rsidRPr="001E6526" w:rsidRDefault="00293D23" w:rsidP="00293D23"/>
    <w:tbl>
      <w:tblPr>
        <w:tblStyle w:val="Grilledutableau"/>
        <w:tblW w:w="0" w:type="auto"/>
        <w:tblLook w:val="04A0"/>
      </w:tblPr>
      <w:tblGrid>
        <w:gridCol w:w="9206"/>
      </w:tblGrid>
      <w:tr w:rsidR="00293D23" w:rsidRPr="001E6526" w:rsidTr="00F5409F">
        <w:tc>
          <w:tcPr>
            <w:tcW w:w="9206" w:type="dxa"/>
          </w:tcPr>
          <w:p w:rsidR="00293D23" w:rsidRDefault="00293D23" w:rsidP="00E35BD6">
            <w:pPr>
              <w:pStyle w:val="Titre3"/>
            </w:pPr>
            <w:r w:rsidRPr="00584A85">
              <w:lastRenderedPageBreak/>
              <w:t>Description du lot</w:t>
            </w:r>
          </w:p>
          <w:p w:rsidR="00293D23" w:rsidRPr="00090D2C" w:rsidRDefault="00293D23" w:rsidP="00E35BD6"/>
          <w:p w:rsidR="00293D23" w:rsidRDefault="00293D23" w:rsidP="00E35BD6">
            <w:r w:rsidRPr="007A07EF">
              <w:t>Ce lot a pour but de concevoir les algorithmes qui permettront d’effectuer les différents exercices, ce après une première période d’analyse. Il s’assurera d’une bonne gestion des mouvements, du temps, de la place disponible, le tout via la manipulation de différents fichiers appelés au fur et à mesure des exercices et pourra éventuellement comporter une phase de gestion des interactions avec l’IHM.</w:t>
            </w:r>
          </w:p>
          <w:p w:rsidR="00293D23" w:rsidRPr="0074189D" w:rsidRDefault="00293D23" w:rsidP="00E35BD6">
            <w:pPr>
              <w:rPr>
                <w:u w:val="single"/>
              </w:rPr>
            </w:pPr>
          </w:p>
          <w:p w:rsidR="00293D23" w:rsidRPr="0074189D" w:rsidRDefault="00293D23" w:rsidP="00E35BD6">
            <w:pPr>
              <w:rPr>
                <w:b/>
                <w:u w:val="single"/>
              </w:rPr>
            </w:pPr>
            <w:r w:rsidRPr="0074189D">
              <w:rPr>
                <w:b/>
                <w:u w:val="single"/>
              </w:rPr>
              <w:t>Tache L2.1 : Analyse et conception générale du lot (QUACHERO, 25/03/2015 – 22/04/2015, 100h)</w:t>
            </w:r>
          </w:p>
          <w:p w:rsidR="00293D23" w:rsidRPr="006E2128" w:rsidRDefault="00293D23" w:rsidP="00E35BD6">
            <w:pPr>
              <w:rPr>
                <w:b/>
              </w:rPr>
            </w:pPr>
          </w:p>
          <w:p w:rsidR="00293D23" w:rsidRDefault="00293D23" w:rsidP="00E35BD6">
            <w:r w:rsidRPr="00DE34DC">
              <w:t>Cette tâche a pour objectif d’identifier avec précision les différen</w:t>
            </w:r>
            <w:r>
              <w:t>tes contraintes déduites du lot et d’apporter des solutions de conception adaptées tout en fournissant parallèlement une base relative à la conception du cœur logiciel capable de gérer la</w:t>
            </w:r>
            <w:r w:rsidRPr="00EC4176">
              <w:t xml:space="preserve"> position supposé</w:t>
            </w:r>
            <w:r>
              <w:t>e</w:t>
            </w:r>
            <w:r w:rsidRPr="00EC4176">
              <w:t xml:space="preserve"> de l’utilisateur lors d’une session, le compte des mouvements et leur ordre pseudo-aléatoire</w:t>
            </w:r>
            <w:r>
              <w:t>.</w:t>
            </w:r>
          </w:p>
          <w:p w:rsidR="00293D23" w:rsidRPr="0074189D" w:rsidRDefault="00293D23" w:rsidP="00E35BD6">
            <w:pPr>
              <w:rPr>
                <w:b/>
              </w:rPr>
            </w:pPr>
          </w:p>
          <w:p w:rsidR="00293D23" w:rsidRPr="0074189D" w:rsidRDefault="00293D23" w:rsidP="00E35BD6">
            <w:r w:rsidRPr="0074189D">
              <w:rPr>
                <w:b/>
              </w:rPr>
              <w:t>Livrable L2.1.1</w:t>
            </w:r>
            <w:r w:rsidRPr="0074189D">
              <w:t> : Plan de conception (QUACHERO, plan de travail ou diagramme séquentiel, 22/04/2015)</w:t>
            </w:r>
          </w:p>
          <w:p w:rsidR="00293D23" w:rsidRDefault="00293D23" w:rsidP="00E35BD6">
            <w:pPr>
              <w:rPr>
                <w:b/>
              </w:rPr>
            </w:pPr>
          </w:p>
          <w:p w:rsidR="00293D23" w:rsidRPr="00BF5DDA" w:rsidRDefault="00293D23" w:rsidP="00E35BD6">
            <w:r w:rsidRPr="002A7B27">
              <w:rPr>
                <w:b/>
              </w:rPr>
              <w:t>Plan de secours</w:t>
            </w:r>
            <w:r>
              <w:t xml:space="preserve"> : </w:t>
            </w:r>
            <w:r w:rsidRPr="00BF5DDA">
              <w:t>Se contenter de l’analyse globale du projet et l’implémenter en cours de conception</w:t>
            </w:r>
          </w:p>
          <w:p w:rsidR="00293D23" w:rsidRDefault="00293D23" w:rsidP="00E35BD6"/>
          <w:p w:rsidR="00293D23" w:rsidRPr="0074189D" w:rsidRDefault="00293D23" w:rsidP="00E35BD6">
            <w:pPr>
              <w:rPr>
                <w:u w:val="single"/>
              </w:rPr>
            </w:pPr>
          </w:p>
          <w:p w:rsidR="00293D23" w:rsidRPr="0074189D" w:rsidRDefault="00293D23" w:rsidP="00E35BD6">
            <w:pPr>
              <w:rPr>
                <w:b/>
                <w:u w:val="single"/>
              </w:rPr>
            </w:pPr>
            <w:r w:rsidRPr="0074189D">
              <w:rPr>
                <w:b/>
                <w:u w:val="single"/>
              </w:rPr>
              <w:t>Tache L2.2 : Conception détaillée des exercices (HEYRENDT, 15/04/2015 – 19/06/2015, 200h)</w:t>
            </w:r>
          </w:p>
          <w:p w:rsidR="00293D23" w:rsidRPr="006E2128" w:rsidRDefault="00293D23" w:rsidP="00E35BD6">
            <w:pPr>
              <w:rPr>
                <w:b/>
              </w:rPr>
            </w:pPr>
          </w:p>
          <w:p w:rsidR="00293D23" w:rsidRDefault="00293D23" w:rsidP="00E35BD6">
            <w:r w:rsidRPr="0004417D">
              <w:t>Conception des</w:t>
            </w:r>
            <w:r>
              <w:t xml:space="preserve"> classes des</w:t>
            </w:r>
            <w:r w:rsidRPr="0004417D">
              <w:t xml:space="preserve"> différents exercices, classes associées et distinctes</w:t>
            </w:r>
            <w:r>
              <w:t>, fichiers de stockage des mouvements et chorégraphies</w:t>
            </w:r>
            <w:r w:rsidRPr="0004417D">
              <w:t xml:space="preserve"> ainsi que les éventuelles interactions avec le projeté au sol.</w:t>
            </w:r>
            <w:r>
              <w:t xml:space="preserve"> S’assurer d’un enchainement continu des exercices sans faille apparente et d’un respect des limites du terrain durant le déroulement des exercices.</w:t>
            </w:r>
          </w:p>
          <w:p w:rsidR="00293D23" w:rsidRPr="0074189D" w:rsidRDefault="00293D23" w:rsidP="00E35BD6">
            <w:pPr>
              <w:rPr>
                <w:b/>
              </w:rPr>
            </w:pPr>
          </w:p>
          <w:p w:rsidR="00293D23" w:rsidRPr="0074189D" w:rsidRDefault="00293D23" w:rsidP="00E35BD6">
            <w:r w:rsidRPr="0074189D">
              <w:rPr>
                <w:b/>
              </w:rPr>
              <w:t>Livrable L2.2.1</w:t>
            </w:r>
            <w:r w:rsidRPr="0074189D">
              <w:t xml:space="preserve"> : Classes exercices et fichiers de stockage (HEYRENDT, diagramme de classes, 19/06/2015) </w:t>
            </w:r>
          </w:p>
          <w:p w:rsidR="00293D23" w:rsidRDefault="00293D23" w:rsidP="00E35BD6">
            <w:pPr>
              <w:rPr>
                <w:b/>
              </w:rPr>
            </w:pPr>
          </w:p>
          <w:p w:rsidR="00293D23" w:rsidRPr="00D0660E" w:rsidRDefault="00293D23" w:rsidP="00E35BD6">
            <w:r w:rsidRPr="002A7B27">
              <w:rPr>
                <w:b/>
              </w:rPr>
              <w:t>Plan de secours</w:t>
            </w:r>
            <w:r>
              <w:t xml:space="preserve"> : </w:t>
            </w:r>
            <w:r w:rsidRPr="00D0660E">
              <w:t>Ne pas proposer de gestion des chorégraphies, inclure les mouvements dans le code et ne générer que des combinaisons aléatoires (mais toujours dans l’espace disponible)</w:t>
            </w:r>
          </w:p>
          <w:p w:rsidR="00293D23" w:rsidRDefault="00293D23" w:rsidP="00E35BD6"/>
          <w:p w:rsidR="00293D23" w:rsidRDefault="00293D23" w:rsidP="00E35BD6"/>
          <w:p w:rsidR="00293D23" w:rsidRDefault="00293D23" w:rsidP="00E35BD6"/>
          <w:p w:rsidR="00293D23" w:rsidRDefault="00293D23" w:rsidP="00E35BD6"/>
          <w:p w:rsidR="00293D23" w:rsidRDefault="00293D23" w:rsidP="00E35BD6"/>
          <w:p w:rsidR="00293D23" w:rsidRDefault="00293D23" w:rsidP="00E35BD6"/>
          <w:p w:rsidR="00293D23" w:rsidRDefault="00293D23" w:rsidP="00E35BD6"/>
          <w:p w:rsidR="00293D23" w:rsidRDefault="00293D23" w:rsidP="00E35BD6"/>
          <w:p w:rsidR="00293D23" w:rsidRDefault="00293D23" w:rsidP="00E35BD6"/>
          <w:p w:rsidR="00293D23" w:rsidRPr="00096BCC" w:rsidRDefault="00293D23" w:rsidP="00E35BD6"/>
          <w:p w:rsidR="00293D23" w:rsidRPr="0074189D" w:rsidRDefault="00293D23" w:rsidP="00E35BD6">
            <w:pPr>
              <w:rPr>
                <w:b/>
                <w:u w:val="single"/>
              </w:rPr>
            </w:pPr>
            <w:r w:rsidRPr="0074189D">
              <w:rPr>
                <w:b/>
                <w:u w:val="single"/>
              </w:rPr>
              <w:lastRenderedPageBreak/>
              <w:t>Tache L2.3 : Programmation base logiciel/fichiers de stockage (MENET</w:t>
            </w:r>
            <w:r w:rsidR="00105F29">
              <w:rPr>
                <w:b/>
                <w:u w:val="single"/>
              </w:rPr>
              <w:t>REY, 01/09/2015 – 24/10/2015, 17</w:t>
            </w:r>
            <w:r w:rsidRPr="0074189D">
              <w:rPr>
                <w:b/>
                <w:u w:val="single"/>
              </w:rPr>
              <w:t>0h)</w:t>
            </w:r>
          </w:p>
          <w:p w:rsidR="00293D23" w:rsidRDefault="00293D23" w:rsidP="00E35BD6"/>
          <w:p w:rsidR="00293D23" w:rsidRDefault="00293D23" w:rsidP="00E35BD6">
            <w:r>
              <w:t>Programmation</w:t>
            </w:r>
            <w:r w:rsidRPr="00EC4176">
              <w:t xml:space="preserve"> des classes génériques logiques gérant le positionnement supposé de l’utilisateur lors d’une session, le compte des mouvements et leur ordre pseudo-aléatoire.</w:t>
            </w:r>
            <w:r>
              <w:t xml:space="preserve"> Réaliser l’ensemble de l’environnement et du cœur logiciel ainsi qu’écrire les différents fichiers de stockage permanent. </w:t>
            </w:r>
          </w:p>
          <w:p w:rsidR="00293D23" w:rsidRPr="0074189D" w:rsidRDefault="00293D23" w:rsidP="00E35BD6"/>
          <w:p w:rsidR="00293D23" w:rsidRPr="0074189D" w:rsidRDefault="00293D23" w:rsidP="00E35BD6">
            <w:r w:rsidRPr="0074189D">
              <w:rPr>
                <w:b/>
              </w:rPr>
              <w:t>Livrable L2.3.1</w:t>
            </w:r>
            <w:r w:rsidRPr="0074189D">
              <w:t> : Classes fonctionnelles et viables pour le cœur logiciel (COTTE, Code Java, 30/09/2015)</w:t>
            </w:r>
          </w:p>
          <w:p w:rsidR="00293D23" w:rsidRPr="0074189D" w:rsidRDefault="00293D23" w:rsidP="00E35BD6"/>
          <w:p w:rsidR="00293D23" w:rsidRPr="0074189D" w:rsidRDefault="00293D23" w:rsidP="00E35BD6">
            <w:r w:rsidRPr="0074189D">
              <w:rPr>
                <w:b/>
              </w:rPr>
              <w:t>Livrable L2.3.2</w:t>
            </w:r>
            <w:r w:rsidRPr="0074189D">
              <w:t xml:space="preserve"> : Fichiers de stockage contenant les multiples mouvements (MENETREY, fichiers </w:t>
            </w:r>
            <w:r w:rsidR="00EE2682">
              <w:t>LOG</w:t>
            </w:r>
            <w:r w:rsidRPr="0074189D">
              <w:t>, 24/10/2015)</w:t>
            </w:r>
          </w:p>
          <w:p w:rsidR="00293D23" w:rsidRDefault="00293D23" w:rsidP="00E35BD6"/>
          <w:p w:rsidR="00293D23" w:rsidRDefault="00293D23" w:rsidP="00E35BD6">
            <w:r w:rsidRPr="002A7B27">
              <w:rPr>
                <w:b/>
              </w:rPr>
              <w:t>Plan de secours</w:t>
            </w:r>
            <w:r>
              <w:t xml:space="preserve"> : </w:t>
            </w:r>
            <w:r w:rsidRPr="00EC4176">
              <w:t>Ne pas faire de classes génériques</w:t>
            </w:r>
            <w:r>
              <w:t xml:space="preserve"> héritables et </w:t>
            </w:r>
            <w:proofErr w:type="spellStart"/>
            <w:r>
              <w:t>implémentables</w:t>
            </w:r>
            <w:proofErr w:type="spellEnd"/>
            <w:r w:rsidRPr="00EC4176">
              <w:t>, tout faire dans les classes exercices</w:t>
            </w:r>
            <w:r>
              <w:t>, s’il le faut au détriment du respect des normes UML, de la durée de vie et de la portabilité ; y reporter la conception du cœur logiciel.</w:t>
            </w:r>
          </w:p>
          <w:p w:rsidR="0074189D" w:rsidRDefault="0074189D" w:rsidP="00E35BD6"/>
          <w:p w:rsidR="00293D23" w:rsidRPr="0074189D" w:rsidRDefault="00293D23" w:rsidP="00E35BD6">
            <w:pPr>
              <w:rPr>
                <w:u w:val="single"/>
              </w:rPr>
            </w:pPr>
          </w:p>
          <w:p w:rsidR="00293D23" w:rsidRPr="0074189D" w:rsidRDefault="00293D23" w:rsidP="00E35BD6">
            <w:pPr>
              <w:rPr>
                <w:b/>
                <w:u w:val="single"/>
              </w:rPr>
            </w:pPr>
            <w:r w:rsidRPr="0074189D">
              <w:rPr>
                <w:b/>
                <w:u w:val="single"/>
              </w:rPr>
              <w:t>Tache L2.4 : Développement des différents exercices (CASTET, 01/10/2015 – 31/10/</w:t>
            </w:r>
            <w:r w:rsidR="00105F29">
              <w:rPr>
                <w:b/>
                <w:u w:val="single"/>
              </w:rPr>
              <w:t>2015, 17</w:t>
            </w:r>
            <w:r w:rsidRPr="0074189D">
              <w:rPr>
                <w:b/>
                <w:u w:val="single"/>
              </w:rPr>
              <w:t>0h)</w:t>
            </w:r>
          </w:p>
          <w:p w:rsidR="00293D23" w:rsidRDefault="00293D23" w:rsidP="00E35BD6"/>
          <w:p w:rsidR="00293D23" w:rsidRDefault="00293D23" w:rsidP="00E35BD6">
            <w:r>
              <w:t>Codage</w:t>
            </w:r>
            <w:r w:rsidRPr="0004417D">
              <w:t xml:space="preserve"> des différents exercices, classes associées et distinctes ainsi que les éventuelles interactions avec le projeté au sol.</w:t>
            </w:r>
            <w:r>
              <w:t xml:space="preserve"> S’assurer d’un enchainement continu des exercices sans faille apparente et d’un respect des limites du terrain.</w:t>
            </w:r>
          </w:p>
          <w:p w:rsidR="00293D23" w:rsidRPr="0074189D" w:rsidRDefault="00293D23" w:rsidP="00E35BD6"/>
          <w:p w:rsidR="00293D23" w:rsidRPr="0074189D" w:rsidRDefault="00293D23" w:rsidP="00E35BD6">
            <w:r w:rsidRPr="0074189D">
              <w:rPr>
                <w:b/>
              </w:rPr>
              <w:t>Livrable L2.4.1</w:t>
            </w:r>
            <w:r w:rsidRPr="0074189D">
              <w:t> : Classes exercices et associées prêtes à l’intégration (CASTET, Code Java, 31/10/2015)</w:t>
            </w:r>
          </w:p>
          <w:p w:rsidR="00293D23" w:rsidRDefault="00293D23" w:rsidP="00E35BD6"/>
          <w:p w:rsidR="00293D23" w:rsidRPr="00590AAA" w:rsidRDefault="00293D23" w:rsidP="00E35BD6">
            <w:r w:rsidRPr="002A7B27">
              <w:rPr>
                <w:b/>
              </w:rPr>
              <w:t>Plan de secours</w:t>
            </w:r>
            <w:r>
              <w:t> : Se l</w:t>
            </w:r>
            <w:r w:rsidRPr="00590AAA">
              <w:t xml:space="preserve">imiter </w:t>
            </w:r>
            <w:r>
              <w:t>à un nombre restreint</w:t>
            </w:r>
            <w:r w:rsidRPr="00590AAA">
              <w:t xml:space="preserve"> d’exercices, </w:t>
            </w:r>
            <w:r>
              <w:t>ne pas s’attarder sur</w:t>
            </w:r>
            <w:r w:rsidRPr="00590AAA">
              <w:t xml:space="preserve"> les int</w:t>
            </w:r>
            <w:r>
              <w:t>eractions entre lots de travail et se limiter dans l’aspect aléatoire des mouvements demandés.</w:t>
            </w:r>
          </w:p>
          <w:p w:rsidR="00293D23" w:rsidRDefault="00293D23" w:rsidP="00E35BD6"/>
          <w:p w:rsidR="00293D23" w:rsidRPr="00DE34DC" w:rsidRDefault="00293D23" w:rsidP="00E35BD6"/>
          <w:p w:rsidR="00293D23" w:rsidRPr="00DE34DC" w:rsidRDefault="00293D23" w:rsidP="00E35BD6"/>
        </w:tc>
      </w:tr>
    </w:tbl>
    <w:p w:rsidR="00293D23" w:rsidRDefault="00293D23" w:rsidP="00293D23">
      <w:pPr>
        <w:pStyle w:val="Titre2"/>
      </w:pPr>
    </w:p>
    <w:p w:rsidR="00207E89" w:rsidRDefault="00207E89" w:rsidP="00F65FA7"/>
    <w:p w:rsidR="00207E89" w:rsidRDefault="00207E89" w:rsidP="00F65FA7"/>
    <w:p w:rsidR="005F5E8A" w:rsidRDefault="005F5E8A" w:rsidP="00F65FA7"/>
    <w:p w:rsidR="00207E89" w:rsidRDefault="00207E89" w:rsidP="00F65FA7"/>
    <w:p w:rsidR="00207E89" w:rsidRDefault="00207E89" w:rsidP="00F65FA7"/>
    <w:p w:rsidR="00207E89" w:rsidRDefault="00207E89" w:rsidP="00F65FA7"/>
    <w:p w:rsidR="00207E89" w:rsidRDefault="00207E89" w:rsidP="00F65FA7"/>
    <w:p w:rsidR="00207E89" w:rsidRPr="00E03BFA" w:rsidRDefault="00207E89" w:rsidP="00F65FA7"/>
    <w:p w:rsidR="00F65FA7" w:rsidRDefault="00F65FA7" w:rsidP="00F65FA7"/>
    <w:p w:rsidR="00F65FA7" w:rsidRPr="001E6526" w:rsidRDefault="00F65FA7" w:rsidP="00F65FA7"/>
    <w:p w:rsidR="004B461A" w:rsidRPr="00945BD1" w:rsidRDefault="004B461A" w:rsidP="004B461A"/>
    <w:p w:rsidR="004B461A" w:rsidRPr="00945BD1" w:rsidRDefault="004B461A" w:rsidP="004B461A"/>
    <w:tbl>
      <w:tblPr>
        <w:tblStyle w:val="Grilledutableau"/>
        <w:tblW w:w="0" w:type="auto"/>
        <w:tblLayout w:type="fixed"/>
        <w:tblLook w:val="04A0"/>
      </w:tblPr>
      <w:tblGrid>
        <w:gridCol w:w="1384"/>
        <w:gridCol w:w="1246"/>
        <w:gridCol w:w="1447"/>
        <w:gridCol w:w="525"/>
        <w:gridCol w:w="658"/>
        <w:gridCol w:w="1644"/>
        <w:gridCol w:w="434"/>
        <w:gridCol w:w="1868"/>
      </w:tblGrid>
      <w:tr w:rsidR="004B461A" w:rsidRPr="00945BD1" w:rsidTr="000A15AE">
        <w:tc>
          <w:tcPr>
            <w:tcW w:w="1384" w:type="dxa"/>
            <w:shd w:val="clear" w:color="auto" w:fill="DBE5F1" w:themeFill="accent1" w:themeFillTint="33"/>
          </w:tcPr>
          <w:p w:rsidR="004B461A" w:rsidRPr="00945BD1" w:rsidRDefault="004B461A" w:rsidP="000A15AE">
            <w:r w:rsidRPr="00945BD1">
              <w:lastRenderedPageBreak/>
              <w:t>Identifiant</w:t>
            </w:r>
          </w:p>
        </w:tc>
        <w:tc>
          <w:tcPr>
            <w:tcW w:w="3218" w:type="dxa"/>
            <w:gridSpan w:val="3"/>
          </w:tcPr>
          <w:p w:rsidR="004B461A" w:rsidRPr="00A17EAA" w:rsidRDefault="004B461A" w:rsidP="000A15AE">
            <w:pPr>
              <w:rPr>
                <w:rStyle w:val="Emphaseple"/>
                <w:color w:val="000000" w:themeColor="text1"/>
              </w:rPr>
            </w:pPr>
            <w:r w:rsidRPr="00A17EAA">
              <w:rPr>
                <w:rStyle w:val="Emphaseple"/>
                <w:color w:val="000000" w:themeColor="text1"/>
              </w:rPr>
              <w:t>L3</w:t>
            </w:r>
          </w:p>
        </w:tc>
        <w:tc>
          <w:tcPr>
            <w:tcW w:w="2302" w:type="dxa"/>
            <w:gridSpan w:val="2"/>
            <w:shd w:val="clear" w:color="auto" w:fill="DBE5F1" w:themeFill="accent1" w:themeFillTint="33"/>
          </w:tcPr>
          <w:p w:rsidR="004B461A" w:rsidRPr="00A17EAA" w:rsidRDefault="004B461A" w:rsidP="000A15AE">
            <w:pPr>
              <w:rPr>
                <w:color w:val="000000" w:themeColor="text1"/>
              </w:rPr>
            </w:pPr>
            <w:r w:rsidRPr="00A17EAA">
              <w:rPr>
                <w:color w:val="000000" w:themeColor="text1"/>
              </w:rPr>
              <w:t>Date de démarrage</w:t>
            </w:r>
          </w:p>
        </w:tc>
        <w:tc>
          <w:tcPr>
            <w:tcW w:w="2302" w:type="dxa"/>
            <w:gridSpan w:val="2"/>
          </w:tcPr>
          <w:p w:rsidR="004B461A" w:rsidRPr="00A17EAA" w:rsidRDefault="004B461A" w:rsidP="000A15AE">
            <w:pPr>
              <w:rPr>
                <w:rStyle w:val="Emphaseple"/>
                <w:color w:val="000000" w:themeColor="text1"/>
              </w:rPr>
            </w:pPr>
            <w:r w:rsidRPr="00A17EAA">
              <w:rPr>
                <w:rStyle w:val="Emphaseple"/>
                <w:color w:val="000000" w:themeColor="text1"/>
              </w:rPr>
              <w:t>25/03</w:t>
            </w:r>
          </w:p>
        </w:tc>
      </w:tr>
      <w:tr w:rsidR="004B461A" w:rsidRPr="00945BD1" w:rsidTr="000A15AE">
        <w:tc>
          <w:tcPr>
            <w:tcW w:w="1384" w:type="dxa"/>
            <w:shd w:val="clear" w:color="auto" w:fill="DBE5F1" w:themeFill="accent1" w:themeFillTint="33"/>
          </w:tcPr>
          <w:p w:rsidR="004B461A" w:rsidRPr="00945BD1" w:rsidRDefault="004B461A" w:rsidP="000A15AE">
            <w:r w:rsidRPr="00945BD1">
              <w:t>Titre</w:t>
            </w:r>
          </w:p>
        </w:tc>
        <w:tc>
          <w:tcPr>
            <w:tcW w:w="3218" w:type="dxa"/>
            <w:gridSpan w:val="3"/>
          </w:tcPr>
          <w:p w:rsidR="004B461A" w:rsidRPr="00A17EAA" w:rsidRDefault="004B461A" w:rsidP="000A15AE">
            <w:pPr>
              <w:rPr>
                <w:rStyle w:val="Emphaseple"/>
                <w:color w:val="000000" w:themeColor="text1"/>
              </w:rPr>
            </w:pPr>
            <w:r w:rsidRPr="00A17EAA">
              <w:rPr>
                <w:rStyle w:val="Emphaseple"/>
                <w:color w:val="000000" w:themeColor="text1"/>
              </w:rPr>
              <w:t>Interface Homme-Machine</w:t>
            </w:r>
          </w:p>
        </w:tc>
        <w:tc>
          <w:tcPr>
            <w:tcW w:w="2302" w:type="dxa"/>
            <w:gridSpan w:val="2"/>
            <w:shd w:val="clear" w:color="auto" w:fill="DBE5F1" w:themeFill="accent1" w:themeFillTint="33"/>
          </w:tcPr>
          <w:p w:rsidR="004B461A" w:rsidRPr="00A17EAA" w:rsidRDefault="004B461A" w:rsidP="000A15AE">
            <w:pPr>
              <w:rPr>
                <w:color w:val="000000" w:themeColor="text1"/>
              </w:rPr>
            </w:pPr>
            <w:r w:rsidRPr="00A17EAA">
              <w:rPr>
                <w:color w:val="000000" w:themeColor="text1"/>
              </w:rPr>
              <w:t>Date de fin</w:t>
            </w:r>
          </w:p>
        </w:tc>
        <w:tc>
          <w:tcPr>
            <w:tcW w:w="2302" w:type="dxa"/>
            <w:gridSpan w:val="2"/>
          </w:tcPr>
          <w:p w:rsidR="004B461A" w:rsidRPr="00A17EAA" w:rsidRDefault="00877014" w:rsidP="000A15AE">
            <w:pPr>
              <w:rPr>
                <w:rStyle w:val="Emphaseple"/>
                <w:color w:val="000000" w:themeColor="text1"/>
              </w:rPr>
            </w:pPr>
            <w:r>
              <w:rPr>
                <w:rStyle w:val="Emphaseple"/>
                <w:color w:val="000000" w:themeColor="text1"/>
              </w:rPr>
              <w:t>31</w:t>
            </w:r>
            <w:r w:rsidR="004B461A" w:rsidRPr="00A17EAA">
              <w:rPr>
                <w:rStyle w:val="Emphaseple"/>
                <w:color w:val="000000" w:themeColor="text1"/>
              </w:rPr>
              <w:t>/1</w:t>
            </w:r>
            <w:r>
              <w:rPr>
                <w:rStyle w:val="Emphaseple"/>
                <w:color w:val="000000" w:themeColor="text1"/>
              </w:rPr>
              <w:t>0</w:t>
            </w:r>
          </w:p>
        </w:tc>
      </w:tr>
      <w:tr w:rsidR="004B461A" w:rsidRPr="00945BD1" w:rsidTr="00877014">
        <w:tc>
          <w:tcPr>
            <w:tcW w:w="1384" w:type="dxa"/>
            <w:shd w:val="clear" w:color="auto" w:fill="DBE5F1" w:themeFill="accent1" w:themeFillTint="33"/>
          </w:tcPr>
          <w:p w:rsidR="004B461A" w:rsidRPr="00945BD1" w:rsidRDefault="004B461A" w:rsidP="000A15AE">
            <w:r w:rsidRPr="00945BD1">
              <w:t>Participant</w:t>
            </w:r>
          </w:p>
        </w:tc>
        <w:tc>
          <w:tcPr>
            <w:tcW w:w="1246" w:type="dxa"/>
            <w:shd w:val="clear" w:color="auto" w:fill="DBE5F1" w:themeFill="accent1" w:themeFillTint="33"/>
          </w:tcPr>
          <w:p w:rsidR="004B461A" w:rsidRPr="00AC41AE" w:rsidRDefault="004B461A" w:rsidP="000A15AE">
            <w:pPr>
              <w:jc w:val="center"/>
              <w:rPr>
                <w:b/>
              </w:rPr>
            </w:pPr>
            <w:r w:rsidRPr="00AC41AE">
              <w:rPr>
                <w:b/>
              </w:rPr>
              <w:t xml:space="preserve">Yanis </w:t>
            </w:r>
            <w:proofErr w:type="spellStart"/>
            <w:r w:rsidRPr="00AC41AE">
              <w:rPr>
                <w:b/>
              </w:rPr>
              <w:t>Landolsi</w:t>
            </w:r>
            <w:proofErr w:type="spellEnd"/>
          </w:p>
        </w:tc>
        <w:tc>
          <w:tcPr>
            <w:tcW w:w="1447" w:type="dxa"/>
            <w:shd w:val="clear" w:color="auto" w:fill="DBE5F1" w:themeFill="accent1" w:themeFillTint="33"/>
          </w:tcPr>
          <w:p w:rsidR="004B461A" w:rsidRPr="00945BD1" w:rsidRDefault="004B461A" w:rsidP="000A15AE">
            <w:pPr>
              <w:jc w:val="center"/>
            </w:pPr>
            <w:r w:rsidRPr="00945BD1">
              <w:t xml:space="preserve">Nikita </w:t>
            </w:r>
            <w:proofErr w:type="spellStart"/>
            <w:r w:rsidRPr="00945BD1">
              <w:t>Gourevitch</w:t>
            </w:r>
            <w:proofErr w:type="spellEnd"/>
          </w:p>
        </w:tc>
        <w:tc>
          <w:tcPr>
            <w:tcW w:w="1183" w:type="dxa"/>
            <w:gridSpan w:val="2"/>
            <w:shd w:val="clear" w:color="auto" w:fill="DBE5F1" w:themeFill="accent1" w:themeFillTint="33"/>
          </w:tcPr>
          <w:p w:rsidR="004B461A" w:rsidRPr="00945BD1" w:rsidRDefault="004B461A" w:rsidP="000A15AE">
            <w:pPr>
              <w:jc w:val="center"/>
            </w:pPr>
            <w:r w:rsidRPr="00945BD1">
              <w:t>Jessica Rosso</w:t>
            </w:r>
          </w:p>
        </w:tc>
        <w:tc>
          <w:tcPr>
            <w:tcW w:w="2078" w:type="dxa"/>
            <w:gridSpan w:val="2"/>
            <w:shd w:val="clear" w:color="auto" w:fill="DBE5F1" w:themeFill="accent1" w:themeFillTint="33"/>
          </w:tcPr>
          <w:p w:rsidR="004B461A" w:rsidRPr="00945BD1" w:rsidRDefault="004B461A" w:rsidP="000A15AE">
            <w:pPr>
              <w:jc w:val="center"/>
            </w:pPr>
            <w:r>
              <w:t>Guillau</w:t>
            </w:r>
            <w:r w:rsidRPr="00945BD1">
              <w:t>me</w:t>
            </w:r>
          </w:p>
          <w:p w:rsidR="004B461A" w:rsidRPr="00945BD1" w:rsidRDefault="004B461A" w:rsidP="000A15AE">
            <w:pPr>
              <w:jc w:val="center"/>
            </w:pPr>
            <w:r w:rsidRPr="00945BD1">
              <w:t>Lombard</w:t>
            </w:r>
          </w:p>
        </w:tc>
        <w:tc>
          <w:tcPr>
            <w:tcW w:w="1868" w:type="dxa"/>
            <w:shd w:val="clear" w:color="auto" w:fill="DBE5F1" w:themeFill="accent1" w:themeFillTint="33"/>
          </w:tcPr>
          <w:p w:rsidR="004B461A" w:rsidRPr="00945BD1" w:rsidRDefault="004B461A" w:rsidP="000A15AE">
            <w:pPr>
              <w:jc w:val="center"/>
            </w:pPr>
            <w:r w:rsidRPr="00945BD1">
              <w:t>TOTAL</w:t>
            </w:r>
          </w:p>
        </w:tc>
      </w:tr>
      <w:tr w:rsidR="004B461A" w:rsidRPr="00945BD1" w:rsidTr="00877014">
        <w:tc>
          <w:tcPr>
            <w:tcW w:w="1384" w:type="dxa"/>
            <w:shd w:val="clear" w:color="auto" w:fill="DBE5F1" w:themeFill="accent1" w:themeFillTint="33"/>
          </w:tcPr>
          <w:p w:rsidR="004B461A" w:rsidRPr="00945BD1" w:rsidRDefault="004B461A" w:rsidP="000A15AE">
            <w:r w:rsidRPr="00945BD1">
              <w:t>Effort</w:t>
            </w:r>
          </w:p>
        </w:tc>
        <w:tc>
          <w:tcPr>
            <w:tcW w:w="1246" w:type="dxa"/>
          </w:tcPr>
          <w:p w:rsidR="004B461A" w:rsidRPr="00A17EAA" w:rsidRDefault="004B461A" w:rsidP="000A15AE">
            <w:pPr>
              <w:jc w:val="center"/>
            </w:pPr>
            <w:r w:rsidRPr="00A17EAA">
              <w:t>160</w:t>
            </w:r>
          </w:p>
        </w:tc>
        <w:tc>
          <w:tcPr>
            <w:tcW w:w="1447" w:type="dxa"/>
          </w:tcPr>
          <w:p w:rsidR="004B461A" w:rsidRPr="00945BD1" w:rsidRDefault="004B461A" w:rsidP="000A15AE">
            <w:pPr>
              <w:jc w:val="center"/>
            </w:pPr>
            <w:r w:rsidRPr="00945BD1">
              <w:t>160</w:t>
            </w:r>
          </w:p>
        </w:tc>
        <w:tc>
          <w:tcPr>
            <w:tcW w:w="1183" w:type="dxa"/>
            <w:gridSpan w:val="2"/>
          </w:tcPr>
          <w:p w:rsidR="004B461A" w:rsidRPr="00945BD1" w:rsidRDefault="004B461A" w:rsidP="000A15AE">
            <w:pPr>
              <w:jc w:val="center"/>
            </w:pPr>
            <w:r w:rsidRPr="00945BD1">
              <w:t>160</w:t>
            </w:r>
          </w:p>
        </w:tc>
        <w:tc>
          <w:tcPr>
            <w:tcW w:w="2078" w:type="dxa"/>
            <w:gridSpan w:val="2"/>
          </w:tcPr>
          <w:p w:rsidR="004B461A" w:rsidRPr="00945BD1" w:rsidRDefault="004B461A" w:rsidP="000A15AE">
            <w:pPr>
              <w:jc w:val="center"/>
            </w:pPr>
            <w:r w:rsidRPr="00945BD1">
              <w:t>160</w:t>
            </w:r>
          </w:p>
        </w:tc>
        <w:tc>
          <w:tcPr>
            <w:tcW w:w="1868" w:type="dxa"/>
            <w:shd w:val="clear" w:color="auto" w:fill="DBE5F1" w:themeFill="accent1" w:themeFillTint="33"/>
          </w:tcPr>
          <w:p w:rsidR="004B461A" w:rsidRPr="00945BD1" w:rsidRDefault="004B461A" w:rsidP="000A15AE">
            <w:pPr>
              <w:jc w:val="center"/>
            </w:pPr>
            <w:r w:rsidRPr="00945BD1">
              <w:t>640</w:t>
            </w:r>
          </w:p>
        </w:tc>
      </w:tr>
    </w:tbl>
    <w:p w:rsidR="004B461A" w:rsidRPr="00945BD1" w:rsidRDefault="004B461A" w:rsidP="004B461A"/>
    <w:tbl>
      <w:tblPr>
        <w:tblStyle w:val="Grilledutableau"/>
        <w:tblW w:w="0" w:type="auto"/>
        <w:tblLook w:val="04A0"/>
      </w:tblPr>
      <w:tblGrid>
        <w:gridCol w:w="9206"/>
      </w:tblGrid>
      <w:tr w:rsidR="004B461A" w:rsidRPr="00945BD1" w:rsidTr="000A15AE">
        <w:tc>
          <w:tcPr>
            <w:tcW w:w="9206" w:type="dxa"/>
          </w:tcPr>
          <w:p w:rsidR="004B461A" w:rsidRPr="00945BD1" w:rsidRDefault="004B461A" w:rsidP="000A15AE">
            <w:pPr>
              <w:pStyle w:val="Titre3"/>
            </w:pPr>
            <w:r w:rsidRPr="00945BD1">
              <w:t>Objectifs du lot</w:t>
            </w:r>
          </w:p>
          <w:p w:rsidR="004B461A" w:rsidRPr="00945BD1" w:rsidRDefault="004B461A" w:rsidP="000A15AE"/>
          <w:p w:rsidR="004B461A" w:rsidRPr="00945BD1" w:rsidRDefault="004B461A" w:rsidP="004B461A">
            <w:pPr>
              <w:pStyle w:val="Paragraphedeliste"/>
              <w:numPr>
                <w:ilvl w:val="0"/>
                <w:numId w:val="9"/>
              </w:numPr>
            </w:pPr>
            <w:r w:rsidRPr="00945BD1">
              <w:t>Créer des “</w:t>
            </w:r>
            <w:proofErr w:type="spellStart"/>
            <w:r w:rsidRPr="00945BD1">
              <w:t>mockups</w:t>
            </w:r>
            <w:proofErr w:type="spellEnd"/>
            <w:r w:rsidRPr="00945BD1">
              <w:t>” de l’interface graphique</w:t>
            </w:r>
          </w:p>
          <w:p w:rsidR="004B461A" w:rsidRPr="00945BD1" w:rsidRDefault="004B461A" w:rsidP="004B461A">
            <w:pPr>
              <w:pStyle w:val="Paragraphedeliste"/>
              <w:numPr>
                <w:ilvl w:val="0"/>
                <w:numId w:val="9"/>
              </w:numPr>
            </w:pPr>
            <w:r w:rsidRPr="00945BD1">
              <w:t xml:space="preserve">Réaliser des scénarios à partir de ces </w:t>
            </w:r>
            <w:proofErr w:type="spellStart"/>
            <w:r w:rsidRPr="00945BD1">
              <w:t>mockups</w:t>
            </w:r>
            <w:proofErr w:type="spellEnd"/>
            <w:r w:rsidRPr="00945BD1">
              <w:t xml:space="preserve"> et les soumettre à validation (tests utilisateurs)</w:t>
            </w:r>
          </w:p>
          <w:p w:rsidR="004B461A" w:rsidRPr="00945BD1" w:rsidRDefault="004B461A" w:rsidP="004B461A">
            <w:pPr>
              <w:pStyle w:val="Paragraphedeliste"/>
              <w:numPr>
                <w:ilvl w:val="0"/>
                <w:numId w:val="9"/>
              </w:numPr>
            </w:pPr>
            <w:r w:rsidRPr="00945BD1">
              <w:t xml:space="preserve">Définir une charte graphique et l’appliquer aux </w:t>
            </w:r>
            <w:proofErr w:type="spellStart"/>
            <w:r w:rsidRPr="00945BD1">
              <w:t>mockups</w:t>
            </w:r>
            <w:proofErr w:type="spellEnd"/>
            <w:r w:rsidR="00CE6FA3">
              <w:t>,</w:t>
            </w:r>
            <w:r w:rsidRPr="00945BD1">
              <w:t xml:space="preserve"> soumettre l’ensemble à validation </w:t>
            </w:r>
          </w:p>
          <w:p w:rsidR="004B461A" w:rsidRPr="00945BD1" w:rsidRDefault="004B461A" w:rsidP="004B461A">
            <w:pPr>
              <w:pStyle w:val="Paragraphedeliste"/>
              <w:numPr>
                <w:ilvl w:val="0"/>
                <w:numId w:val="9"/>
              </w:numPr>
            </w:pPr>
            <w:r w:rsidRPr="00945BD1">
              <w:t>Trouver des solutions au développement de l’interface graphique et de la traduction</w:t>
            </w:r>
          </w:p>
          <w:p w:rsidR="004B461A" w:rsidRPr="00945BD1" w:rsidRDefault="004B461A" w:rsidP="004B461A">
            <w:pPr>
              <w:pStyle w:val="Paragraphedeliste"/>
              <w:numPr>
                <w:ilvl w:val="0"/>
                <w:numId w:val="9"/>
              </w:numPr>
            </w:pPr>
            <w:r w:rsidRPr="00945BD1">
              <w:t>Développer l’interface graphique une fois l’analyse et la conception fini</w:t>
            </w:r>
          </w:p>
          <w:p w:rsidR="004B461A" w:rsidRPr="00945BD1" w:rsidRDefault="004B461A" w:rsidP="004B461A">
            <w:pPr>
              <w:pStyle w:val="Paragraphedeliste"/>
              <w:numPr>
                <w:ilvl w:val="0"/>
                <w:numId w:val="9"/>
              </w:numPr>
            </w:pPr>
            <w:r w:rsidRPr="00945BD1">
              <w:t>Développer la solution de traduction de l’interface graphique une fois l’interface graphique finie ou suffisamment avancée pour commencer</w:t>
            </w:r>
          </w:p>
          <w:p w:rsidR="004B461A" w:rsidRPr="00945BD1" w:rsidRDefault="004B461A" w:rsidP="000A15AE"/>
        </w:tc>
      </w:tr>
    </w:tbl>
    <w:p w:rsidR="004B461A" w:rsidRDefault="004B461A" w:rsidP="004B461A"/>
    <w:p w:rsidR="004B461A" w:rsidRPr="00945BD1" w:rsidRDefault="004B461A" w:rsidP="004B461A"/>
    <w:tbl>
      <w:tblPr>
        <w:tblStyle w:val="Grilledutableau"/>
        <w:tblW w:w="0" w:type="auto"/>
        <w:tblLook w:val="04A0"/>
      </w:tblPr>
      <w:tblGrid>
        <w:gridCol w:w="9206"/>
      </w:tblGrid>
      <w:tr w:rsidR="004B461A" w:rsidRPr="00945BD1" w:rsidTr="000A15AE">
        <w:tc>
          <w:tcPr>
            <w:tcW w:w="9206" w:type="dxa"/>
          </w:tcPr>
          <w:p w:rsidR="004B461A" w:rsidRPr="00945BD1" w:rsidRDefault="004B461A" w:rsidP="000A15AE">
            <w:pPr>
              <w:pStyle w:val="Titre3"/>
            </w:pPr>
            <w:r w:rsidRPr="00945BD1">
              <w:lastRenderedPageBreak/>
              <w:t>Description du lot</w:t>
            </w:r>
          </w:p>
          <w:p w:rsidR="004B461A" w:rsidRPr="00945BD1" w:rsidRDefault="004B461A" w:rsidP="000A15AE"/>
          <w:p w:rsidR="004B461A" w:rsidRPr="004B461A" w:rsidRDefault="004B461A" w:rsidP="000A15AE">
            <w:pPr>
              <w:rPr>
                <w:rStyle w:val="Emphaseple"/>
                <w:i w:val="0"/>
                <w:color w:val="auto"/>
              </w:rPr>
            </w:pPr>
            <w:r w:rsidRPr="004B461A">
              <w:rPr>
                <w:rStyle w:val="Emphaseple"/>
                <w:color w:val="auto"/>
              </w:rPr>
              <w:t>Le but de ce lot est de rendre l’application plus agréable pour l’utilisateur de manière à lier l’utile à l’agréable. L’utile étant l’ensemble des fonctions de notre application et l’agréable ou plutôt « l’utilisabilité » étant l’interface graphique et sa capacité à rendre l’utilisation de notre application meilleure.</w:t>
            </w:r>
          </w:p>
          <w:p w:rsidR="004B461A" w:rsidRPr="004B461A" w:rsidRDefault="004B461A" w:rsidP="000A15AE"/>
          <w:p w:rsidR="004B461A" w:rsidRPr="004B461A" w:rsidRDefault="004B461A" w:rsidP="000A15AE">
            <w:pPr>
              <w:rPr>
                <w:b/>
                <w:i/>
                <w:u w:val="single"/>
              </w:rPr>
            </w:pPr>
            <w:r w:rsidRPr="004B461A">
              <w:rPr>
                <w:b/>
                <w:i/>
                <w:u w:val="single"/>
              </w:rPr>
              <w:t xml:space="preserve">Tache </w:t>
            </w:r>
            <w:r w:rsidRPr="004B461A">
              <w:rPr>
                <w:rStyle w:val="Emphaseple"/>
                <w:b/>
                <w:color w:val="auto"/>
                <w:u w:val="single"/>
              </w:rPr>
              <w:t xml:space="preserve">[L3.1] </w:t>
            </w:r>
            <w:r w:rsidRPr="004B461A">
              <w:rPr>
                <w:b/>
                <w:i/>
                <w:u w:val="single"/>
              </w:rPr>
              <w:t xml:space="preserve">: Analyse et </w:t>
            </w:r>
            <w:proofErr w:type="spellStart"/>
            <w:r w:rsidRPr="004B461A">
              <w:rPr>
                <w:rStyle w:val="Emphaseple"/>
                <w:b/>
                <w:color w:val="auto"/>
                <w:u w:val="single"/>
              </w:rPr>
              <w:t>Mockups</w:t>
            </w:r>
            <w:proofErr w:type="spellEnd"/>
            <w:r w:rsidRPr="004B461A">
              <w:rPr>
                <w:b/>
                <w:i/>
                <w:u w:val="single"/>
              </w:rPr>
              <w:t xml:space="preserve">  (Nikita GOUREVITCH, </w:t>
            </w:r>
            <w:r w:rsidRPr="004B461A">
              <w:rPr>
                <w:rStyle w:val="Emphaseple"/>
                <w:b/>
                <w:color w:val="auto"/>
                <w:u w:val="single"/>
              </w:rPr>
              <w:t xml:space="preserve">25/03 </w:t>
            </w:r>
            <w:r w:rsidRPr="004B461A">
              <w:rPr>
                <w:b/>
                <w:i/>
                <w:u w:val="single"/>
              </w:rPr>
              <w:t>– 25/04</w:t>
            </w:r>
            <w:r w:rsidRPr="004B461A">
              <w:rPr>
                <w:rStyle w:val="Emphaseple"/>
                <w:b/>
                <w:color w:val="auto"/>
                <w:u w:val="single"/>
              </w:rPr>
              <w:t>, 100 heures</w:t>
            </w:r>
            <w:r w:rsidRPr="004B461A">
              <w:rPr>
                <w:b/>
                <w:i/>
                <w:u w:val="single"/>
              </w:rPr>
              <w:t>)</w:t>
            </w:r>
          </w:p>
          <w:p w:rsidR="004B461A" w:rsidRPr="004B461A" w:rsidRDefault="004B461A" w:rsidP="000A15AE">
            <w:pPr>
              <w:rPr>
                <w:i/>
              </w:rPr>
            </w:pPr>
          </w:p>
          <w:p w:rsidR="004B461A" w:rsidRPr="004B461A" w:rsidRDefault="004B461A" w:rsidP="000A15AE">
            <w:pPr>
              <w:rPr>
                <w:rStyle w:val="Emphaseple"/>
                <w:color w:val="auto"/>
              </w:rPr>
            </w:pPr>
            <w:r w:rsidRPr="004B461A">
              <w:rPr>
                <w:rStyle w:val="Emphaseple"/>
                <w:color w:val="auto"/>
              </w:rPr>
              <w:t>Le but d</w:t>
            </w:r>
            <w:r w:rsidR="00CE6FA3">
              <w:rPr>
                <w:rStyle w:val="Emphaseple"/>
                <w:color w:val="auto"/>
              </w:rPr>
              <w:t>e cette tâche est d’analyser l’i</w:t>
            </w:r>
            <w:r w:rsidRPr="004B461A">
              <w:rPr>
                <w:rStyle w:val="Emphaseple"/>
                <w:color w:val="auto"/>
              </w:rPr>
              <w:t>nterface graphique de notre logiciel, de telle manière à ce qu’elle réponde aux problématiques de notre projet. C’est pourquoi la phase de zoning, dans nos « </w:t>
            </w:r>
            <w:proofErr w:type="spellStart"/>
            <w:r w:rsidRPr="004B461A">
              <w:rPr>
                <w:rStyle w:val="Emphaseple"/>
                <w:color w:val="auto"/>
              </w:rPr>
              <w:t>mockups</w:t>
            </w:r>
            <w:proofErr w:type="spellEnd"/>
            <w:r w:rsidRPr="004B461A">
              <w:rPr>
                <w:rStyle w:val="Emphaseple"/>
                <w:color w:val="auto"/>
              </w:rPr>
              <w:t> » est très importante car il s’agit de l’étape de réflexion ergonomique la plus importante puisqu’elle va en quelque sorte matérialiser notre application.</w:t>
            </w:r>
          </w:p>
          <w:p w:rsidR="004B461A" w:rsidRPr="004B461A" w:rsidRDefault="004B461A" w:rsidP="000A15AE">
            <w:pPr>
              <w:rPr>
                <w:rStyle w:val="Emphaseple"/>
                <w:color w:val="auto"/>
              </w:rPr>
            </w:pPr>
            <w:r w:rsidRPr="004B461A">
              <w:rPr>
                <w:rStyle w:val="Emphaseple"/>
                <w:color w:val="auto"/>
              </w:rPr>
              <w:t>Elle consistera donc à :</w:t>
            </w:r>
          </w:p>
          <w:p w:rsidR="004B461A" w:rsidRPr="004B461A" w:rsidRDefault="004B461A" w:rsidP="004B461A">
            <w:pPr>
              <w:widowControl w:val="0"/>
              <w:numPr>
                <w:ilvl w:val="0"/>
                <w:numId w:val="25"/>
              </w:numPr>
              <w:tabs>
                <w:tab w:val="left" w:pos="220"/>
                <w:tab w:val="left" w:pos="720"/>
              </w:tabs>
              <w:autoSpaceDE w:val="0"/>
              <w:autoSpaceDN w:val="0"/>
              <w:adjustRightInd w:val="0"/>
              <w:ind w:hanging="720"/>
              <w:jc w:val="left"/>
              <w:rPr>
                <w:rFonts w:eastAsiaTheme="minorHAnsi" w:cs="Calibri"/>
                <w:lang w:eastAsia="en-US"/>
              </w:rPr>
            </w:pPr>
            <w:r w:rsidRPr="004B461A">
              <w:rPr>
                <w:rFonts w:eastAsiaTheme="minorHAnsi" w:cs="Calibri"/>
                <w:bCs/>
                <w:lang w:eastAsia="en-US"/>
              </w:rPr>
              <w:t>découper l'écran</w:t>
            </w:r>
            <w:r w:rsidRPr="004B461A">
              <w:rPr>
                <w:rFonts w:eastAsiaTheme="minorHAnsi" w:cs="Calibri"/>
                <w:lang w:eastAsia="en-US"/>
              </w:rPr>
              <w:t xml:space="preserve"> en zones regroupant les fonctionnalités ou contenus homogènes</w:t>
            </w:r>
          </w:p>
          <w:p w:rsidR="004B461A" w:rsidRPr="004B461A" w:rsidRDefault="004B461A" w:rsidP="004B461A">
            <w:pPr>
              <w:widowControl w:val="0"/>
              <w:numPr>
                <w:ilvl w:val="0"/>
                <w:numId w:val="25"/>
              </w:numPr>
              <w:tabs>
                <w:tab w:val="left" w:pos="220"/>
                <w:tab w:val="left" w:pos="720"/>
              </w:tabs>
              <w:autoSpaceDE w:val="0"/>
              <w:autoSpaceDN w:val="0"/>
              <w:adjustRightInd w:val="0"/>
              <w:ind w:hanging="720"/>
              <w:jc w:val="left"/>
              <w:rPr>
                <w:rFonts w:eastAsiaTheme="minorHAnsi" w:cs="Calibri"/>
                <w:lang w:eastAsia="en-US"/>
              </w:rPr>
            </w:pPr>
            <w:r w:rsidRPr="004B461A">
              <w:rPr>
                <w:rFonts w:eastAsiaTheme="minorHAnsi" w:cs="Calibri"/>
                <w:bCs/>
                <w:lang w:eastAsia="en-US"/>
              </w:rPr>
              <w:t>structurer les informations</w:t>
            </w:r>
            <w:r w:rsidRPr="004B461A">
              <w:rPr>
                <w:rFonts w:eastAsiaTheme="minorHAnsi" w:cs="Calibri"/>
                <w:lang w:eastAsia="en-US"/>
              </w:rPr>
              <w:t xml:space="preserve"> et les actions à l'intérieur de ces zones</w:t>
            </w:r>
          </w:p>
          <w:p w:rsidR="004B461A" w:rsidRPr="004B461A" w:rsidRDefault="004B461A" w:rsidP="004B461A">
            <w:pPr>
              <w:widowControl w:val="0"/>
              <w:numPr>
                <w:ilvl w:val="0"/>
                <w:numId w:val="25"/>
              </w:numPr>
              <w:tabs>
                <w:tab w:val="left" w:pos="220"/>
                <w:tab w:val="left" w:pos="720"/>
              </w:tabs>
              <w:autoSpaceDE w:val="0"/>
              <w:autoSpaceDN w:val="0"/>
              <w:adjustRightInd w:val="0"/>
              <w:ind w:hanging="720"/>
              <w:jc w:val="left"/>
              <w:rPr>
                <w:rFonts w:eastAsiaTheme="minorHAnsi" w:cs="Calibri"/>
                <w:lang w:eastAsia="en-US"/>
              </w:rPr>
            </w:pPr>
            <w:r w:rsidRPr="004B461A">
              <w:rPr>
                <w:rFonts w:eastAsiaTheme="minorHAnsi" w:cs="Calibri"/>
                <w:lang w:eastAsia="en-US"/>
              </w:rPr>
              <w:t>déceler</w:t>
            </w:r>
            <w:r w:rsidRPr="004B461A">
              <w:rPr>
                <w:rFonts w:eastAsiaTheme="minorHAnsi" w:cs="Calibri"/>
                <w:bCs/>
                <w:lang w:eastAsia="en-US"/>
              </w:rPr>
              <w:t xml:space="preserve"> les problèmes</w:t>
            </w:r>
            <w:r w:rsidRPr="004B461A">
              <w:rPr>
                <w:rFonts w:eastAsiaTheme="minorHAnsi" w:cs="Calibri"/>
                <w:lang w:eastAsia="en-US"/>
              </w:rPr>
              <w:t>, améliorer le prototype et recommencer les tests</w:t>
            </w:r>
          </w:p>
          <w:p w:rsidR="004B461A" w:rsidRPr="004B461A" w:rsidRDefault="004B461A" w:rsidP="004B461A">
            <w:pPr>
              <w:widowControl w:val="0"/>
              <w:numPr>
                <w:ilvl w:val="0"/>
                <w:numId w:val="25"/>
              </w:numPr>
              <w:tabs>
                <w:tab w:val="left" w:pos="220"/>
                <w:tab w:val="left" w:pos="720"/>
              </w:tabs>
              <w:autoSpaceDE w:val="0"/>
              <w:autoSpaceDN w:val="0"/>
              <w:adjustRightInd w:val="0"/>
              <w:ind w:hanging="720"/>
              <w:jc w:val="left"/>
              <w:rPr>
                <w:rStyle w:val="Emphaseple"/>
                <w:rFonts w:eastAsiaTheme="minorHAnsi" w:cs="Calibri"/>
                <w:i w:val="0"/>
                <w:iCs w:val="0"/>
                <w:color w:val="auto"/>
                <w:lang w:eastAsia="en-US"/>
              </w:rPr>
            </w:pPr>
            <w:r w:rsidRPr="004B461A">
              <w:rPr>
                <w:rFonts w:eastAsiaTheme="minorHAnsi" w:cs="Calibri"/>
                <w:bCs/>
                <w:lang w:eastAsia="en-US"/>
              </w:rPr>
              <w:t>simuler l'utilisation</w:t>
            </w:r>
            <w:r w:rsidRPr="004B461A">
              <w:rPr>
                <w:rFonts w:eastAsiaTheme="minorHAnsi" w:cs="Calibri"/>
                <w:lang w:eastAsia="en-US"/>
              </w:rPr>
              <w:t xml:space="preserve"> de l'application</w:t>
            </w:r>
            <w:r w:rsidRPr="004B461A">
              <w:rPr>
                <w:rStyle w:val="Emphaseple"/>
                <w:color w:val="auto"/>
              </w:rPr>
              <w:t xml:space="preserve"> </w:t>
            </w:r>
          </w:p>
          <w:p w:rsidR="004B461A" w:rsidRPr="004B461A" w:rsidRDefault="004B461A" w:rsidP="000A15AE">
            <w:pPr>
              <w:widowControl w:val="0"/>
              <w:tabs>
                <w:tab w:val="left" w:pos="220"/>
                <w:tab w:val="left" w:pos="720"/>
              </w:tabs>
              <w:autoSpaceDE w:val="0"/>
              <w:autoSpaceDN w:val="0"/>
              <w:adjustRightInd w:val="0"/>
              <w:jc w:val="left"/>
              <w:rPr>
                <w:rStyle w:val="Emphaseple"/>
                <w:rFonts w:eastAsiaTheme="minorHAnsi" w:cs="Calibri"/>
                <w:i w:val="0"/>
                <w:iCs w:val="0"/>
                <w:color w:val="auto"/>
                <w:lang w:eastAsia="en-US"/>
              </w:rPr>
            </w:pPr>
          </w:p>
          <w:p w:rsidR="004B461A" w:rsidRPr="004B461A" w:rsidRDefault="004B461A" w:rsidP="000A15AE">
            <w:r w:rsidRPr="004B461A">
              <w:rPr>
                <w:b/>
              </w:rPr>
              <w:t xml:space="preserve">Livrable </w:t>
            </w:r>
            <w:r w:rsidRPr="004B461A">
              <w:rPr>
                <w:rStyle w:val="Emphaseple"/>
                <w:b/>
                <w:color w:val="auto"/>
              </w:rPr>
              <w:t>[L3.1.1]</w:t>
            </w:r>
            <w:r w:rsidRPr="004B461A">
              <w:rPr>
                <w:b/>
              </w:rPr>
              <w:t> :</w:t>
            </w:r>
            <w:r w:rsidRPr="004B461A">
              <w:t xml:space="preserve"> rapport d’analyse et </w:t>
            </w:r>
            <w:proofErr w:type="spellStart"/>
            <w:r w:rsidRPr="004B461A">
              <w:t>Mockups</w:t>
            </w:r>
            <w:proofErr w:type="spellEnd"/>
            <w:r w:rsidRPr="004B461A">
              <w:t xml:space="preserve"> (Nikita GOUREVITCH, </w:t>
            </w:r>
            <w:r w:rsidRPr="004B461A">
              <w:rPr>
                <w:rStyle w:val="Emphaseple"/>
                <w:color w:val="auto"/>
              </w:rPr>
              <w:t>DOC</w:t>
            </w:r>
            <w:r w:rsidRPr="004B461A">
              <w:t xml:space="preserve">, </w:t>
            </w:r>
            <w:r w:rsidRPr="004B461A">
              <w:rPr>
                <w:rStyle w:val="Emphaseple"/>
                <w:color w:val="auto"/>
              </w:rPr>
              <w:t>25/04</w:t>
            </w:r>
            <w:r w:rsidRPr="004B461A">
              <w:t>)</w:t>
            </w:r>
          </w:p>
          <w:p w:rsidR="004B461A" w:rsidRPr="004B461A" w:rsidRDefault="004B461A" w:rsidP="000A15AE"/>
          <w:p w:rsidR="004B461A" w:rsidRPr="004B461A" w:rsidRDefault="004B461A" w:rsidP="000A15AE">
            <w:r w:rsidRPr="004B461A">
              <w:t>Plan de secours : prendre du temps sur la tâche de conception graphique pour absolument réaliser cette tâche critique.</w:t>
            </w:r>
          </w:p>
          <w:p w:rsidR="004B461A" w:rsidRPr="004B461A" w:rsidRDefault="004B461A" w:rsidP="000A15AE"/>
          <w:p w:rsidR="004B461A" w:rsidRPr="004B461A" w:rsidRDefault="004B461A" w:rsidP="000A15AE"/>
          <w:p w:rsidR="004B461A" w:rsidRDefault="004B461A" w:rsidP="000A15AE">
            <w:pPr>
              <w:rPr>
                <w:b/>
                <w:u w:val="single"/>
              </w:rPr>
            </w:pPr>
            <w:r w:rsidRPr="004B461A">
              <w:rPr>
                <w:b/>
                <w:u w:val="single"/>
              </w:rPr>
              <w:t xml:space="preserve">Tache </w:t>
            </w:r>
            <w:r w:rsidRPr="004B461A">
              <w:rPr>
                <w:rStyle w:val="Emphaseple"/>
                <w:b/>
                <w:color w:val="auto"/>
                <w:u w:val="single"/>
              </w:rPr>
              <w:t xml:space="preserve">[L3.2] </w:t>
            </w:r>
            <w:r w:rsidRPr="004B461A">
              <w:rPr>
                <w:b/>
                <w:u w:val="single"/>
              </w:rPr>
              <w:t>: Validation et conception solutions (</w:t>
            </w:r>
            <w:r w:rsidRPr="004B461A">
              <w:rPr>
                <w:rStyle w:val="Emphaseple"/>
                <w:b/>
                <w:color w:val="auto"/>
                <w:u w:val="single"/>
              </w:rPr>
              <w:t>Yanis LANDOLSI</w:t>
            </w:r>
            <w:r w:rsidRPr="004B461A">
              <w:rPr>
                <w:b/>
                <w:u w:val="single"/>
              </w:rPr>
              <w:t xml:space="preserve">, </w:t>
            </w:r>
            <w:r w:rsidRPr="004B461A">
              <w:rPr>
                <w:rStyle w:val="Emphaseple"/>
                <w:b/>
                <w:color w:val="auto"/>
                <w:u w:val="single"/>
              </w:rPr>
              <w:t xml:space="preserve">25/04 </w:t>
            </w:r>
            <w:r w:rsidRPr="004B461A">
              <w:rPr>
                <w:b/>
                <w:u w:val="single"/>
              </w:rPr>
              <w:t>– 20/06</w:t>
            </w:r>
            <w:r w:rsidRPr="004B461A">
              <w:rPr>
                <w:rStyle w:val="Emphaseple"/>
                <w:b/>
                <w:color w:val="auto"/>
                <w:u w:val="single"/>
              </w:rPr>
              <w:t>, 200 heures</w:t>
            </w:r>
            <w:r w:rsidRPr="004B461A">
              <w:rPr>
                <w:b/>
                <w:u w:val="single"/>
              </w:rPr>
              <w:t>)</w:t>
            </w:r>
          </w:p>
          <w:p w:rsidR="004B461A" w:rsidRPr="004B461A" w:rsidRDefault="004B461A" w:rsidP="000A15AE">
            <w:pPr>
              <w:rPr>
                <w:b/>
                <w:u w:val="single"/>
              </w:rPr>
            </w:pPr>
          </w:p>
          <w:p w:rsidR="004B461A" w:rsidRDefault="004B461A" w:rsidP="000A15AE">
            <w:pPr>
              <w:rPr>
                <w:rStyle w:val="Emphaseple"/>
                <w:color w:val="auto"/>
              </w:rPr>
            </w:pPr>
            <w:r w:rsidRPr="004B461A">
              <w:rPr>
                <w:rStyle w:val="Emphaseple"/>
                <w:color w:val="auto"/>
              </w:rPr>
              <w:t xml:space="preserve">Le but de cette tâche est de réaliser une étude/sondage utilisateur basé sur la production de scénarios à partir de nos </w:t>
            </w:r>
            <w:proofErr w:type="spellStart"/>
            <w:r w:rsidRPr="004B461A">
              <w:rPr>
                <w:rStyle w:val="Emphaseple"/>
                <w:color w:val="auto"/>
              </w:rPr>
              <w:t>mockups</w:t>
            </w:r>
            <w:proofErr w:type="spellEnd"/>
            <w:r w:rsidRPr="004B461A">
              <w:rPr>
                <w:rStyle w:val="Emphaseple"/>
                <w:color w:val="auto"/>
              </w:rPr>
              <w:t>, puis ensuite, de rechercher et choisir la ou les solutions les mieux adaptées à la réalisation de notre interface graphique. La finalité de cette tâche étant la production de l’interface graphique.</w:t>
            </w:r>
          </w:p>
          <w:p w:rsidR="004B461A" w:rsidRPr="004B461A" w:rsidRDefault="004B461A" w:rsidP="000A15AE">
            <w:pPr>
              <w:rPr>
                <w:rStyle w:val="Emphaseple"/>
                <w:color w:val="auto"/>
              </w:rPr>
            </w:pPr>
          </w:p>
          <w:p w:rsidR="004B461A" w:rsidRPr="004B461A" w:rsidRDefault="004B461A" w:rsidP="000A15AE">
            <w:pPr>
              <w:rPr>
                <w:rStyle w:val="Emphaseple"/>
                <w:color w:val="auto"/>
              </w:rPr>
            </w:pPr>
            <w:r w:rsidRPr="004B461A">
              <w:rPr>
                <w:rStyle w:val="Emphaseple"/>
                <w:color w:val="auto"/>
              </w:rPr>
              <w:t>Elle consistera donc à :</w:t>
            </w:r>
          </w:p>
          <w:p w:rsidR="004B461A" w:rsidRPr="004B461A" w:rsidRDefault="004B461A" w:rsidP="004B461A">
            <w:pPr>
              <w:widowControl w:val="0"/>
              <w:numPr>
                <w:ilvl w:val="0"/>
                <w:numId w:val="25"/>
              </w:numPr>
              <w:tabs>
                <w:tab w:val="left" w:pos="220"/>
                <w:tab w:val="left" w:pos="720"/>
              </w:tabs>
              <w:autoSpaceDE w:val="0"/>
              <w:autoSpaceDN w:val="0"/>
              <w:adjustRightInd w:val="0"/>
              <w:ind w:hanging="720"/>
              <w:jc w:val="left"/>
              <w:rPr>
                <w:rFonts w:eastAsiaTheme="minorHAnsi" w:cs="Calibri"/>
                <w:lang w:eastAsia="en-US"/>
              </w:rPr>
            </w:pPr>
            <w:r w:rsidRPr="004B461A">
              <w:rPr>
                <w:rFonts w:eastAsiaTheme="minorHAnsi" w:cs="Calibri"/>
                <w:bCs/>
                <w:lang w:eastAsia="en-US"/>
              </w:rPr>
              <w:t>créer des scénarios afin de pouvoir sonder les potentiels utilisateurs</w:t>
            </w:r>
          </w:p>
          <w:p w:rsidR="004B461A" w:rsidRPr="004B461A" w:rsidRDefault="004B461A" w:rsidP="004B461A">
            <w:pPr>
              <w:widowControl w:val="0"/>
              <w:numPr>
                <w:ilvl w:val="0"/>
                <w:numId w:val="25"/>
              </w:numPr>
              <w:tabs>
                <w:tab w:val="left" w:pos="220"/>
                <w:tab w:val="left" w:pos="720"/>
              </w:tabs>
              <w:autoSpaceDE w:val="0"/>
              <w:autoSpaceDN w:val="0"/>
              <w:adjustRightInd w:val="0"/>
              <w:ind w:hanging="720"/>
              <w:jc w:val="left"/>
              <w:rPr>
                <w:rFonts w:eastAsiaTheme="minorHAnsi" w:cs="Calibri"/>
                <w:lang w:eastAsia="en-US"/>
              </w:rPr>
            </w:pPr>
            <w:r w:rsidRPr="004B461A">
              <w:rPr>
                <w:rFonts w:eastAsiaTheme="minorHAnsi" w:cs="Calibri"/>
                <w:bCs/>
                <w:lang w:eastAsia="en-US"/>
              </w:rPr>
              <w:t>rechercher et choisir la ou les solutions les mieux adaptées à la conception de la GUI</w:t>
            </w:r>
          </w:p>
          <w:p w:rsidR="004B461A" w:rsidRPr="004B461A" w:rsidRDefault="004B461A" w:rsidP="004B461A">
            <w:pPr>
              <w:widowControl w:val="0"/>
              <w:numPr>
                <w:ilvl w:val="0"/>
                <w:numId w:val="25"/>
              </w:numPr>
              <w:tabs>
                <w:tab w:val="left" w:pos="220"/>
                <w:tab w:val="left" w:pos="720"/>
              </w:tabs>
              <w:autoSpaceDE w:val="0"/>
              <w:autoSpaceDN w:val="0"/>
              <w:adjustRightInd w:val="0"/>
              <w:ind w:hanging="720"/>
              <w:jc w:val="left"/>
              <w:rPr>
                <w:rFonts w:eastAsiaTheme="minorHAnsi" w:cs="Calibri"/>
                <w:lang w:eastAsia="en-US"/>
              </w:rPr>
            </w:pPr>
            <w:r w:rsidRPr="004B461A">
              <w:rPr>
                <w:rFonts w:eastAsiaTheme="minorHAnsi" w:cs="Calibri"/>
                <w:lang w:eastAsia="en-US"/>
              </w:rPr>
              <w:t>déterminer une charte graphique</w:t>
            </w:r>
          </w:p>
          <w:p w:rsidR="004B461A" w:rsidRPr="004B461A" w:rsidRDefault="004B461A" w:rsidP="004B461A">
            <w:pPr>
              <w:widowControl w:val="0"/>
              <w:numPr>
                <w:ilvl w:val="0"/>
                <w:numId w:val="25"/>
              </w:numPr>
              <w:tabs>
                <w:tab w:val="left" w:pos="220"/>
                <w:tab w:val="left" w:pos="720"/>
              </w:tabs>
              <w:autoSpaceDE w:val="0"/>
              <w:autoSpaceDN w:val="0"/>
              <w:adjustRightInd w:val="0"/>
              <w:ind w:hanging="720"/>
              <w:jc w:val="left"/>
              <w:rPr>
                <w:rStyle w:val="Emphaseple"/>
                <w:rFonts w:eastAsiaTheme="minorHAnsi" w:cs="Calibri"/>
                <w:i w:val="0"/>
                <w:iCs w:val="0"/>
                <w:color w:val="auto"/>
                <w:lang w:eastAsia="en-US"/>
              </w:rPr>
            </w:pPr>
            <w:r w:rsidRPr="004B461A">
              <w:rPr>
                <w:rFonts w:eastAsiaTheme="minorHAnsi" w:cs="Calibri"/>
                <w:bCs/>
                <w:lang w:eastAsia="en-US"/>
              </w:rPr>
              <w:t>concevoir l’interface graphique (à l’état graphique)</w:t>
            </w:r>
          </w:p>
          <w:p w:rsidR="004B461A" w:rsidRPr="004B461A" w:rsidRDefault="004B461A" w:rsidP="000A15AE">
            <w:pPr>
              <w:widowControl w:val="0"/>
              <w:tabs>
                <w:tab w:val="left" w:pos="220"/>
                <w:tab w:val="left" w:pos="720"/>
              </w:tabs>
              <w:autoSpaceDE w:val="0"/>
              <w:autoSpaceDN w:val="0"/>
              <w:adjustRightInd w:val="0"/>
              <w:jc w:val="left"/>
              <w:rPr>
                <w:rStyle w:val="Emphaseple"/>
                <w:rFonts w:eastAsiaTheme="minorHAnsi" w:cs="Calibri"/>
                <w:i w:val="0"/>
                <w:iCs w:val="0"/>
                <w:color w:val="auto"/>
                <w:lang w:eastAsia="en-US"/>
              </w:rPr>
            </w:pPr>
          </w:p>
          <w:p w:rsidR="004B461A" w:rsidRPr="004B461A" w:rsidRDefault="004B461A" w:rsidP="000A15AE">
            <w:r w:rsidRPr="004B461A">
              <w:rPr>
                <w:b/>
              </w:rPr>
              <w:t xml:space="preserve">Livrable </w:t>
            </w:r>
            <w:r w:rsidRPr="004B461A">
              <w:rPr>
                <w:rStyle w:val="Emphaseple"/>
                <w:b/>
                <w:color w:val="auto"/>
              </w:rPr>
              <w:t>[L3.2.1]</w:t>
            </w:r>
            <w:r w:rsidRPr="004B461A">
              <w:rPr>
                <w:b/>
              </w:rPr>
              <w:t> :</w:t>
            </w:r>
            <w:r w:rsidRPr="004B461A">
              <w:t xml:space="preserve"> rapport de l’étude menée sur les scénarios (</w:t>
            </w:r>
            <w:r w:rsidRPr="004B461A">
              <w:rPr>
                <w:rStyle w:val="Emphaseple"/>
                <w:color w:val="auto"/>
              </w:rPr>
              <w:t xml:space="preserve">Yanis </w:t>
            </w:r>
            <w:proofErr w:type="spellStart"/>
            <w:r w:rsidRPr="004B461A">
              <w:rPr>
                <w:rStyle w:val="Emphaseple"/>
                <w:color w:val="auto"/>
              </w:rPr>
              <w:t>Landolsi</w:t>
            </w:r>
            <w:proofErr w:type="spellEnd"/>
            <w:r w:rsidRPr="004B461A">
              <w:t xml:space="preserve">, </w:t>
            </w:r>
            <w:r w:rsidRPr="004B461A">
              <w:rPr>
                <w:rStyle w:val="Emphaseple"/>
                <w:color w:val="auto"/>
              </w:rPr>
              <w:t>DOC</w:t>
            </w:r>
            <w:r w:rsidRPr="004B461A">
              <w:t xml:space="preserve">, </w:t>
            </w:r>
            <w:r w:rsidRPr="004B461A">
              <w:rPr>
                <w:rStyle w:val="Emphaseple"/>
                <w:color w:val="auto"/>
              </w:rPr>
              <w:t>20/06</w:t>
            </w:r>
            <w:r w:rsidRPr="004B461A">
              <w:t>)</w:t>
            </w:r>
          </w:p>
          <w:p w:rsidR="004B461A" w:rsidRPr="004B461A" w:rsidRDefault="004B461A" w:rsidP="000A15AE">
            <w:r w:rsidRPr="004B461A">
              <w:rPr>
                <w:b/>
              </w:rPr>
              <w:t xml:space="preserve">Livrable </w:t>
            </w:r>
            <w:r w:rsidRPr="004B461A">
              <w:rPr>
                <w:rStyle w:val="Emphaseple"/>
                <w:b/>
                <w:color w:val="auto"/>
              </w:rPr>
              <w:t>[L3.2.2]</w:t>
            </w:r>
            <w:r w:rsidRPr="004B461A">
              <w:rPr>
                <w:b/>
              </w:rPr>
              <w:t> :</w:t>
            </w:r>
            <w:r w:rsidRPr="004B461A">
              <w:t xml:space="preserve"> rapport de l’étude menée sur les solutions (</w:t>
            </w:r>
            <w:r w:rsidRPr="004B461A">
              <w:rPr>
                <w:rStyle w:val="Emphaseple"/>
                <w:color w:val="auto"/>
              </w:rPr>
              <w:t xml:space="preserve">Yanis </w:t>
            </w:r>
            <w:proofErr w:type="spellStart"/>
            <w:r w:rsidRPr="004B461A">
              <w:rPr>
                <w:rStyle w:val="Emphaseple"/>
                <w:color w:val="auto"/>
              </w:rPr>
              <w:t>Landolsi</w:t>
            </w:r>
            <w:proofErr w:type="spellEnd"/>
            <w:r w:rsidRPr="004B461A">
              <w:t xml:space="preserve">, </w:t>
            </w:r>
            <w:r w:rsidRPr="004B461A">
              <w:rPr>
                <w:rStyle w:val="Emphaseple"/>
                <w:color w:val="auto"/>
              </w:rPr>
              <w:t>DOC</w:t>
            </w:r>
            <w:r w:rsidRPr="004B461A">
              <w:t xml:space="preserve">, </w:t>
            </w:r>
            <w:r w:rsidRPr="004B461A">
              <w:rPr>
                <w:rStyle w:val="Emphaseple"/>
                <w:color w:val="auto"/>
              </w:rPr>
              <w:t>20/06</w:t>
            </w:r>
            <w:r w:rsidRPr="004B461A">
              <w:t>)</w:t>
            </w:r>
          </w:p>
          <w:p w:rsidR="004B461A" w:rsidRPr="004B461A" w:rsidRDefault="004B461A" w:rsidP="000A15AE">
            <w:r w:rsidRPr="004B461A">
              <w:rPr>
                <w:b/>
              </w:rPr>
              <w:t xml:space="preserve">Livrable </w:t>
            </w:r>
            <w:r w:rsidRPr="004B461A">
              <w:rPr>
                <w:rStyle w:val="Emphaseple"/>
                <w:b/>
                <w:color w:val="auto"/>
              </w:rPr>
              <w:t>[L3.2.3]</w:t>
            </w:r>
            <w:r w:rsidRPr="004B461A">
              <w:rPr>
                <w:b/>
              </w:rPr>
              <w:t> :</w:t>
            </w:r>
            <w:r w:rsidRPr="004B461A">
              <w:t xml:space="preserve"> interface graphique (</w:t>
            </w:r>
            <w:r w:rsidRPr="004B461A">
              <w:rPr>
                <w:rStyle w:val="Emphaseple"/>
                <w:color w:val="auto"/>
              </w:rPr>
              <w:t xml:space="preserve">Yanis </w:t>
            </w:r>
            <w:proofErr w:type="spellStart"/>
            <w:r w:rsidRPr="004B461A">
              <w:rPr>
                <w:rStyle w:val="Emphaseple"/>
                <w:color w:val="auto"/>
              </w:rPr>
              <w:t>Landolsi</w:t>
            </w:r>
            <w:proofErr w:type="spellEnd"/>
            <w:r w:rsidRPr="004B461A">
              <w:t xml:space="preserve">, </w:t>
            </w:r>
            <w:r w:rsidRPr="004B461A">
              <w:rPr>
                <w:rStyle w:val="Emphaseple"/>
                <w:color w:val="auto"/>
              </w:rPr>
              <w:t>DOC</w:t>
            </w:r>
            <w:r w:rsidRPr="004B461A">
              <w:t xml:space="preserve">, </w:t>
            </w:r>
            <w:r w:rsidRPr="004B461A">
              <w:rPr>
                <w:rStyle w:val="Emphaseple"/>
                <w:color w:val="auto"/>
              </w:rPr>
              <w:t>20/06</w:t>
            </w:r>
            <w:r w:rsidRPr="004B461A">
              <w:t>)</w:t>
            </w:r>
          </w:p>
          <w:p w:rsidR="004B461A" w:rsidRPr="004B461A" w:rsidRDefault="004B461A" w:rsidP="000A15AE"/>
          <w:p w:rsidR="004B461A" w:rsidRPr="004B461A" w:rsidRDefault="004B461A" w:rsidP="000A15AE"/>
          <w:p w:rsidR="004B461A" w:rsidRPr="004B461A" w:rsidRDefault="004B461A" w:rsidP="000A15AE">
            <w:r w:rsidRPr="00F75759">
              <w:rPr>
                <w:b/>
              </w:rPr>
              <w:lastRenderedPageBreak/>
              <w:t>Plan de secours :</w:t>
            </w:r>
            <w:r w:rsidRPr="004B461A">
              <w:t xml:space="preserve"> ne pas faire de sondage et se lancer directement dans le choix des solutions et de la conception de l’interface graphique</w:t>
            </w:r>
          </w:p>
          <w:p w:rsidR="004B461A" w:rsidRPr="004B461A" w:rsidRDefault="004B461A" w:rsidP="000A15AE"/>
          <w:p w:rsidR="004B461A" w:rsidRPr="004B461A" w:rsidRDefault="004B461A" w:rsidP="000A15AE"/>
          <w:p w:rsidR="004B461A" w:rsidRPr="004B461A" w:rsidRDefault="004B461A" w:rsidP="000A15AE"/>
          <w:p w:rsidR="004B461A" w:rsidRPr="004B461A" w:rsidRDefault="004B461A" w:rsidP="000A15AE"/>
          <w:p w:rsidR="004B461A" w:rsidRPr="004B461A" w:rsidRDefault="004B461A" w:rsidP="000A15AE">
            <w:pPr>
              <w:rPr>
                <w:u w:val="single"/>
              </w:rPr>
            </w:pPr>
          </w:p>
          <w:p w:rsidR="004B461A" w:rsidRPr="00F75759" w:rsidRDefault="004B461A" w:rsidP="000A15AE">
            <w:pPr>
              <w:rPr>
                <w:b/>
                <w:u w:val="single"/>
              </w:rPr>
            </w:pPr>
            <w:r w:rsidRPr="00F75759">
              <w:rPr>
                <w:b/>
                <w:u w:val="single"/>
              </w:rPr>
              <w:t xml:space="preserve">Tache </w:t>
            </w:r>
            <w:r w:rsidRPr="00F75759">
              <w:rPr>
                <w:rStyle w:val="Emphaseple"/>
                <w:b/>
                <w:color w:val="auto"/>
                <w:u w:val="single"/>
              </w:rPr>
              <w:t xml:space="preserve">[L3.3] </w:t>
            </w:r>
            <w:r w:rsidRPr="00F75759">
              <w:rPr>
                <w:b/>
                <w:u w:val="single"/>
              </w:rPr>
              <w:t>: Développement GUI (</w:t>
            </w:r>
            <w:r w:rsidRPr="00F75759">
              <w:rPr>
                <w:rStyle w:val="Emphaseple"/>
                <w:b/>
                <w:color w:val="auto"/>
                <w:u w:val="single"/>
              </w:rPr>
              <w:t>Guillaume LOMBARD</w:t>
            </w:r>
            <w:r w:rsidRPr="00F75759">
              <w:rPr>
                <w:b/>
                <w:u w:val="single"/>
              </w:rPr>
              <w:t xml:space="preserve">, </w:t>
            </w:r>
            <w:r w:rsidRPr="00F75759">
              <w:rPr>
                <w:rStyle w:val="Emphaseple"/>
                <w:b/>
                <w:color w:val="auto"/>
                <w:u w:val="single"/>
              </w:rPr>
              <w:t xml:space="preserve">01/09 </w:t>
            </w:r>
            <w:r w:rsidRPr="00F75759">
              <w:rPr>
                <w:b/>
                <w:u w:val="single"/>
              </w:rPr>
              <w:t>– 01/10</w:t>
            </w:r>
            <w:r w:rsidRPr="00F75759">
              <w:rPr>
                <w:rStyle w:val="Emphaseple"/>
                <w:b/>
                <w:color w:val="auto"/>
                <w:u w:val="single"/>
              </w:rPr>
              <w:t>, 180 heures</w:t>
            </w:r>
            <w:r w:rsidRPr="00F75759">
              <w:rPr>
                <w:b/>
                <w:u w:val="single"/>
              </w:rPr>
              <w:t>)</w:t>
            </w:r>
          </w:p>
          <w:p w:rsidR="004B461A" w:rsidRPr="004B461A" w:rsidRDefault="004B461A" w:rsidP="000A15AE">
            <w:pPr>
              <w:rPr>
                <w:rStyle w:val="Emphaseple"/>
                <w:color w:val="auto"/>
              </w:rPr>
            </w:pPr>
            <w:r w:rsidRPr="004B461A">
              <w:rPr>
                <w:rStyle w:val="Emphaseple"/>
                <w:color w:val="auto"/>
              </w:rPr>
              <w:t>Le but de cette tâche est de développer l’interface graphique de l’application.</w:t>
            </w:r>
          </w:p>
          <w:p w:rsidR="004B461A" w:rsidRPr="004B461A" w:rsidRDefault="004B461A" w:rsidP="000A15AE">
            <w:pPr>
              <w:widowControl w:val="0"/>
              <w:tabs>
                <w:tab w:val="left" w:pos="220"/>
                <w:tab w:val="left" w:pos="720"/>
              </w:tabs>
              <w:autoSpaceDE w:val="0"/>
              <w:autoSpaceDN w:val="0"/>
              <w:adjustRightInd w:val="0"/>
              <w:jc w:val="left"/>
              <w:rPr>
                <w:rStyle w:val="Emphaseple"/>
                <w:rFonts w:eastAsiaTheme="minorHAnsi" w:cs="Calibri"/>
                <w:i w:val="0"/>
                <w:iCs w:val="0"/>
                <w:color w:val="auto"/>
                <w:lang w:eastAsia="en-US"/>
              </w:rPr>
            </w:pPr>
          </w:p>
          <w:p w:rsidR="004B461A" w:rsidRPr="00F75759" w:rsidRDefault="004B461A" w:rsidP="000A15AE">
            <w:r w:rsidRPr="00F75759">
              <w:rPr>
                <w:b/>
              </w:rPr>
              <w:t xml:space="preserve">Livrable </w:t>
            </w:r>
            <w:r w:rsidRPr="00F75759">
              <w:rPr>
                <w:rStyle w:val="Emphaseple"/>
                <w:b/>
                <w:color w:val="auto"/>
              </w:rPr>
              <w:t>[L3.3.1]</w:t>
            </w:r>
            <w:r w:rsidRPr="00F75759">
              <w:t> : Code source (</w:t>
            </w:r>
            <w:r w:rsidRPr="00F75759">
              <w:rPr>
                <w:rStyle w:val="Emphaseple"/>
                <w:color w:val="auto"/>
              </w:rPr>
              <w:t>Guillaume LOMBARD</w:t>
            </w:r>
            <w:r w:rsidRPr="00F75759">
              <w:t xml:space="preserve">, </w:t>
            </w:r>
            <w:r w:rsidRPr="00F75759">
              <w:rPr>
                <w:rStyle w:val="Emphaseple"/>
                <w:color w:val="auto"/>
              </w:rPr>
              <w:t>LOG</w:t>
            </w:r>
            <w:r w:rsidRPr="00F75759">
              <w:t xml:space="preserve">, </w:t>
            </w:r>
            <w:r w:rsidRPr="00F75759">
              <w:rPr>
                <w:rStyle w:val="Emphaseple"/>
                <w:color w:val="auto"/>
              </w:rPr>
              <w:t>01/10</w:t>
            </w:r>
            <w:r w:rsidRPr="00F75759">
              <w:t>)</w:t>
            </w:r>
          </w:p>
          <w:p w:rsidR="004B461A" w:rsidRPr="004B461A" w:rsidRDefault="004B461A" w:rsidP="000A15AE"/>
          <w:p w:rsidR="004B461A" w:rsidRPr="004B461A" w:rsidRDefault="004B461A" w:rsidP="000A15AE"/>
          <w:p w:rsidR="004B461A" w:rsidRPr="004B461A" w:rsidRDefault="004B461A" w:rsidP="000A15AE">
            <w:r w:rsidRPr="00877014">
              <w:rPr>
                <w:b/>
              </w:rPr>
              <w:t>Plan de secours :</w:t>
            </w:r>
            <w:r w:rsidRPr="004B461A">
              <w:t xml:space="preserve"> ne pas réaliser entièrement la GUI en sautant les parties considérées comme superficielles</w:t>
            </w:r>
          </w:p>
          <w:p w:rsidR="004B461A" w:rsidRPr="004B461A" w:rsidRDefault="004B461A" w:rsidP="000A15AE"/>
          <w:p w:rsidR="004B461A" w:rsidRPr="00F75759" w:rsidRDefault="004B461A" w:rsidP="000A15AE">
            <w:pPr>
              <w:rPr>
                <w:b/>
                <w:u w:val="single"/>
              </w:rPr>
            </w:pPr>
            <w:r w:rsidRPr="00F75759">
              <w:rPr>
                <w:b/>
                <w:u w:val="single"/>
              </w:rPr>
              <w:t xml:space="preserve">Tache </w:t>
            </w:r>
            <w:r w:rsidRPr="00F75759">
              <w:rPr>
                <w:rStyle w:val="Emphaseple"/>
                <w:b/>
                <w:color w:val="auto"/>
                <w:u w:val="single"/>
              </w:rPr>
              <w:t xml:space="preserve">[L3.4] </w:t>
            </w:r>
            <w:r w:rsidRPr="00F75759">
              <w:rPr>
                <w:b/>
                <w:u w:val="single"/>
              </w:rPr>
              <w:t xml:space="preserve">: Développement de la solution de traduction (Jessica ROSSO, </w:t>
            </w:r>
            <w:r w:rsidRPr="00F75759">
              <w:rPr>
                <w:rStyle w:val="Emphaseple"/>
                <w:b/>
                <w:color w:val="auto"/>
                <w:u w:val="single"/>
              </w:rPr>
              <w:t xml:space="preserve">01/10 </w:t>
            </w:r>
            <w:r w:rsidRPr="00F75759">
              <w:rPr>
                <w:b/>
                <w:u w:val="single"/>
              </w:rPr>
              <w:t>– 31/10</w:t>
            </w:r>
            <w:r w:rsidRPr="00F75759">
              <w:rPr>
                <w:rStyle w:val="Emphaseple"/>
                <w:b/>
                <w:color w:val="auto"/>
                <w:u w:val="single"/>
              </w:rPr>
              <w:t>, 160 heures</w:t>
            </w:r>
            <w:r w:rsidRPr="00F75759">
              <w:rPr>
                <w:b/>
                <w:u w:val="single"/>
              </w:rPr>
              <w:t>)</w:t>
            </w:r>
          </w:p>
          <w:p w:rsidR="004B461A" w:rsidRPr="004B461A" w:rsidRDefault="004B461A" w:rsidP="000A15AE">
            <w:pPr>
              <w:rPr>
                <w:rStyle w:val="Emphaseple"/>
                <w:color w:val="auto"/>
              </w:rPr>
            </w:pPr>
            <w:r w:rsidRPr="004B461A">
              <w:rPr>
                <w:rStyle w:val="Emphaseple"/>
                <w:color w:val="auto"/>
              </w:rPr>
              <w:t>Le but de cette tâche est de développer la solution de traduction de l’interface graphique de l’application.</w:t>
            </w:r>
          </w:p>
          <w:p w:rsidR="004B461A" w:rsidRPr="004B461A" w:rsidRDefault="004B461A" w:rsidP="000A15AE">
            <w:pPr>
              <w:widowControl w:val="0"/>
              <w:tabs>
                <w:tab w:val="left" w:pos="220"/>
                <w:tab w:val="left" w:pos="720"/>
              </w:tabs>
              <w:autoSpaceDE w:val="0"/>
              <w:autoSpaceDN w:val="0"/>
              <w:adjustRightInd w:val="0"/>
              <w:jc w:val="left"/>
              <w:rPr>
                <w:rStyle w:val="Emphaseple"/>
                <w:rFonts w:eastAsiaTheme="minorHAnsi" w:cs="Calibri"/>
                <w:i w:val="0"/>
                <w:iCs w:val="0"/>
                <w:color w:val="auto"/>
                <w:lang w:eastAsia="en-US"/>
              </w:rPr>
            </w:pPr>
          </w:p>
          <w:p w:rsidR="004B461A" w:rsidRPr="00F75759" w:rsidRDefault="004B461A" w:rsidP="000A15AE">
            <w:r w:rsidRPr="00F75759">
              <w:rPr>
                <w:b/>
              </w:rPr>
              <w:t xml:space="preserve">Livrable </w:t>
            </w:r>
            <w:r w:rsidRPr="00F75759">
              <w:rPr>
                <w:rStyle w:val="Emphaseple"/>
                <w:b/>
                <w:color w:val="auto"/>
              </w:rPr>
              <w:t>[L3.4.1]</w:t>
            </w:r>
            <w:r w:rsidRPr="00F75759">
              <w:rPr>
                <w:b/>
              </w:rPr>
              <w:t> :</w:t>
            </w:r>
            <w:r w:rsidRPr="00F75759">
              <w:t xml:space="preserve"> Code source (Jessica ROSSO, </w:t>
            </w:r>
            <w:r w:rsidRPr="00F75759">
              <w:rPr>
                <w:rStyle w:val="Emphaseple"/>
                <w:color w:val="auto"/>
              </w:rPr>
              <w:t>LOG</w:t>
            </w:r>
            <w:r w:rsidRPr="00F75759">
              <w:t xml:space="preserve">, </w:t>
            </w:r>
            <w:r w:rsidRPr="00F75759">
              <w:rPr>
                <w:rStyle w:val="Emphaseple"/>
                <w:color w:val="auto"/>
              </w:rPr>
              <w:t>01/11</w:t>
            </w:r>
            <w:r w:rsidRPr="00F75759">
              <w:t>)</w:t>
            </w:r>
          </w:p>
          <w:p w:rsidR="004B461A" w:rsidRPr="004B461A" w:rsidRDefault="004B461A" w:rsidP="000A15AE"/>
          <w:p w:rsidR="004B461A" w:rsidRPr="004B461A" w:rsidRDefault="004B461A" w:rsidP="000A15AE"/>
          <w:p w:rsidR="004B461A" w:rsidRPr="004B461A" w:rsidRDefault="004B461A" w:rsidP="000A15AE">
            <w:r w:rsidRPr="00877014">
              <w:rPr>
                <w:b/>
              </w:rPr>
              <w:t>Plan de secours :</w:t>
            </w:r>
            <w:r w:rsidRPr="004B461A">
              <w:t xml:space="preserve"> ne pas réaliser trop de traductions et se concentrer sur le développement de la solution de traduction au maximum</w:t>
            </w:r>
            <w:r w:rsidR="007635C4">
              <w:t>.</w:t>
            </w:r>
          </w:p>
          <w:p w:rsidR="004B461A" w:rsidRDefault="004B461A" w:rsidP="000A15AE"/>
          <w:p w:rsidR="004B461A" w:rsidRDefault="004B461A" w:rsidP="000A15AE"/>
          <w:p w:rsidR="004B461A" w:rsidRPr="00956173" w:rsidRDefault="004B461A" w:rsidP="000A15AE"/>
          <w:p w:rsidR="004B461A" w:rsidRPr="00945BD1" w:rsidRDefault="004B461A" w:rsidP="000A15AE"/>
        </w:tc>
      </w:tr>
    </w:tbl>
    <w:p w:rsidR="004B461A" w:rsidRPr="00945BD1" w:rsidRDefault="004B461A" w:rsidP="004B461A">
      <w:pPr>
        <w:pStyle w:val="Titre2"/>
      </w:pPr>
    </w:p>
    <w:p w:rsidR="004B461A" w:rsidRDefault="004B461A" w:rsidP="00F65FA7"/>
    <w:p w:rsidR="00F65FA7" w:rsidRDefault="00F65FA7" w:rsidP="00F65FA7"/>
    <w:p w:rsidR="00F65FA7" w:rsidRDefault="00F65FA7" w:rsidP="00F65FA7"/>
    <w:p w:rsidR="00F65FA7" w:rsidRDefault="00F65FA7" w:rsidP="00F65FA7"/>
    <w:p w:rsidR="00F65FA7" w:rsidRDefault="00F65FA7" w:rsidP="00F65FA7"/>
    <w:p w:rsidR="00F65FA7" w:rsidRDefault="00F65FA7" w:rsidP="00F65FA7"/>
    <w:p w:rsidR="00F65FA7" w:rsidRDefault="00F65FA7" w:rsidP="00F65FA7"/>
    <w:p w:rsidR="00F65FA7" w:rsidRDefault="00F65FA7" w:rsidP="00F65FA7"/>
    <w:p w:rsidR="00F65FA7" w:rsidRDefault="00F65FA7" w:rsidP="00F65FA7"/>
    <w:p w:rsidR="00F65FA7" w:rsidRDefault="00F65FA7" w:rsidP="00F65FA7"/>
    <w:p w:rsidR="00F65FA7" w:rsidRDefault="00F65FA7" w:rsidP="00F65FA7"/>
    <w:p w:rsidR="00745EAD" w:rsidRDefault="00745EAD" w:rsidP="00745EAD">
      <w:pPr>
        <w:pStyle w:val="Titre2"/>
        <w:rPr>
          <w:rFonts w:asciiTheme="minorHAnsi" w:eastAsiaTheme="minorEastAsia" w:hAnsiTheme="minorHAnsi" w:cstheme="minorBidi"/>
          <w:b w:val="0"/>
          <w:bCs w:val="0"/>
          <w:color w:val="auto"/>
          <w:sz w:val="24"/>
          <w:szCs w:val="24"/>
        </w:rPr>
      </w:pPr>
    </w:p>
    <w:p w:rsidR="008B6569" w:rsidRPr="008B6569" w:rsidRDefault="008B6569" w:rsidP="008B6569"/>
    <w:p w:rsidR="0038722A" w:rsidRDefault="0038722A" w:rsidP="0038722A"/>
    <w:p w:rsidR="0038722A" w:rsidRPr="0038722A" w:rsidRDefault="0038722A" w:rsidP="0038722A"/>
    <w:p w:rsidR="00745EAD" w:rsidRPr="00E03BFA" w:rsidRDefault="00745EAD" w:rsidP="00745EAD"/>
    <w:tbl>
      <w:tblPr>
        <w:tblStyle w:val="Grilledutableau"/>
        <w:tblW w:w="0" w:type="auto"/>
        <w:tblLayout w:type="fixed"/>
        <w:tblLook w:val="04A0"/>
      </w:tblPr>
      <w:tblGrid>
        <w:gridCol w:w="1384"/>
        <w:gridCol w:w="1559"/>
        <w:gridCol w:w="1134"/>
        <w:gridCol w:w="525"/>
        <w:gridCol w:w="658"/>
        <w:gridCol w:w="1315"/>
        <w:gridCol w:w="329"/>
        <w:gridCol w:w="986"/>
        <w:gridCol w:w="1316"/>
      </w:tblGrid>
      <w:tr w:rsidR="00745EAD" w:rsidRPr="001B028A" w:rsidTr="001D5D79">
        <w:tc>
          <w:tcPr>
            <w:tcW w:w="1384" w:type="dxa"/>
            <w:shd w:val="clear" w:color="auto" w:fill="DBE5F1" w:themeFill="accent1" w:themeFillTint="33"/>
          </w:tcPr>
          <w:p w:rsidR="00745EAD" w:rsidRPr="001B028A" w:rsidRDefault="00745EAD" w:rsidP="001D5D79">
            <w:r w:rsidRPr="001B028A">
              <w:lastRenderedPageBreak/>
              <w:t>Identifiant</w:t>
            </w:r>
          </w:p>
        </w:tc>
        <w:tc>
          <w:tcPr>
            <w:tcW w:w="3218" w:type="dxa"/>
            <w:gridSpan w:val="3"/>
          </w:tcPr>
          <w:p w:rsidR="00745EAD" w:rsidRPr="00745EAD" w:rsidRDefault="00745EAD" w:rsidP="001D5D79">
            <w:pPr>
              <w:rPr>
                <w:rStyle w:val="Emphaseple"/>
                <w:i w:val="0"/>
                <w:color w:val="auto"/>
              </w:rPr>
            </w:pPr>
            <w:r w:rsidRPr="00745EAD">
              <w:rPr>
                <w:rStyle w:val="Emphaseple"/>
                <w:color w:val="auto"/>
              </w:rPr>
              <w:t>L4</w:t>
            </w:r>
          </w:p>
        </w:tc>
        <w:tc>
          <w:tcPr>
            <w:tcW w:w="2302" w:type="dxa"/>
            <w:gridSpan w:val="3"/>
            <w:shd w:val="clear" w:color="auto" w:fill="DBE5F1" w:themeFill="accent1" w:themeFillTint="33"/>
          </w:tcPr>
          <w:p w:rsidR="00745EAD" w:rsidRPr="00745EAD" w:rsidRDefault="00745EAD" w:rsidP="001D5D79">
            <w:r w:rsidRPr="00745EAD">
              <w:t>Date de démarrage</w:t>
            </w:r>
          </w:p>
        </w:tc>
        <w:tc>
          <w:tcPr>
            <w:tcW w:w="2302" w:type="dxa"/>
            <w:gridSpan w:val="2"/>
          </w:tcPr>
          <w:p w:rsidR="00745EAD" w:rsidRPr="00745EAD" w:rsidRDefault="00745EAD" w:rsidP="001D5D79">
            <w:pPr>
              <w:rPr>
                <w:rStyle w:val="Emphaseple"/>
                <w:i w:val="0"/>
                <w:color w:val="auto"/>
              </w:rPr>
            </w:pPr>
            <w:r w:rsidRPr="00745EAD">
              <w:rPr>
                <w:rStyle w:val="Emphaseple"/>
                <w:color w:val="auto"/>
              </w:rPr>
              <w:t>25/03/15</w:t>
            </w:r>
          </w:p>
        </w:tc>
      </w:tr>
      <w:tr w:rsidR="00745EAD" w:rsidRPr="001B028A" w:rsidTr="001D5D79">
        <w:tc>
          <w:tcPr>
            <w:tcW w:w="1384" w:type="dxa"/>
            <w:shd w:val="clear" w:color="auto" w:fill="DBE5F1" w:themeFill="accent1" w:themeFillTint="33"/>
          </w:tcPr>
          <w:p w:rsidR="00745EAD" w:rsidRPr="001B028A" w:rsidRDefault="00745EAD" w:rsidP="001D5D79">
            <w:r w:rsidRPr="001B028A">
              <w:t>Titre</w:t>
            </w:r>
          </w:p>
        </w:tc>
        <w:tc>
          <w:tcPr>
            <w:tcW w:w="3218" w:type="dxa"/>
            <w:gridSpan w:val="3"/>
          </w:tcPr>
          <w:p w:rsidR="00745EAD" w:rsidRPr="00745EAD" w:rsidRDefault="00745EAD" w:rsidP="001D5D79">
            <w:pPr>
              <w:rPr>
                <w:rStyle w:val="Emphaseple"/>
                <w:i w:val="0"/>
                <w:color w:val="auto"/>
              </w:rPr>
            </w:pPr>
            <w:r w:rsidRPr="00745EAD">
              <w:rPr>
                <w:rStyle w:val="Emphaseple"/>
                <w:color w:val="auto"/>
              </w:rPr>
              <w:t>Projection</w:t>
            </w:r>
          </w:p>
        </w:tc>
        <w:tc>
          <w:tcPr>
            <w:tcW w:w="2302" w:type="dxa"/>
            <w:gridSpan w:val="3"/>
            <w:shd w:val="clear" w:color="auto" w:fill="DBE5F1" w:themeFill="accent1" w:themeFillTint="33"/>
          </w:tcPr>
          <w:p w:rsidR="00745EAD" w:rsidRPr="00745EAD" w:rsidRDefault="00745EAD" w:rsidP="001D5D79">
            <w:r w:rsidRPr="00745EAD">
              <w:t>Date de fin</w:t>
            </w:r>
          </w:p>
        </w:tc>
        <w:tc>
          <w:tcPr>
            <w:tcW w:w="2302" w:type="dxa"/>
            <w:gridSpan w:val="2"/>
          </w:tcPr>
          <w:p w:rsidR="00745EAD" w:rsidRPr="00745EAD" w:rsidRDefault="00745EAD" w:rsidP="001D5D79">
            <w:pPr>
              <w:rPr>
                <w:rStyle w:val="Emphaseple"/>
                <w:i w:val="0"/>
                <w:color w:val="auto"/>
              </w:rPr>
            </w:pPr>
            <w:r w:rsidRPr="00745EAD">
              <w:rPr>
                <w:rStyle w:val="Emphaseple"/>
                <w:color w:val="auto"/>
              </w:rPr>
              <w:t>31/10/15</w:t>
            </w:r>
          </w:p>
        </w:tc>
      </w:tr>
      <w:tr w:rsidR="00745EAD" w:rsidRPr="001B028A" w:rsidTr="003B5653">
        <w:tc>
          <w:tcPr>
            <w:tcW w:w="1384" w:type="dxa"/>
            <w:shd w:val="clear" w:color="auto" w:fill="DBE5F1" w:themeFill="accent1" w:themeFillTint="33"/>
          </w:tcPr>
          <w:p w:rsidR="00745EAD" w:rsidRPr="001B028A" w:rsidRDefault="00745EAD" w:rsidP="001D5D79">
            <w:r w:rsidRPr="001B028A">
              <w:t>Participant</w:t>
            </w:r>
          </w:p>
        </w:tc>
        <w:tc>
          <w:tcPr>
            <w:tcW w:w="1559" w:type="dxa"/>
            <w:shd w:val="clear" w:color="auto" w:fill="DBE5F1" w:themeFill="accent1" w:themeFillTint="33"/>
          </w:tcPr>
          <w:p w:rsidR="00745EAD" w:rsidRPr="003B5653" w:rsidRDefault="00280A7F" w:rsidP="001D5D79">
            <w:pPr>
              <w:rPr>
                <w:b/>
              </w:rPr>
            </w:pPr>
            <w:r w:rsidRPr="003B5653">
              <w:rPr>
                <w:b/>
              </w:rPr>
              <w:t>MONROLIN Guillaume</w:t>
            </w:r>
          </w:p>
        </w:tc>
        <w:tc>
          <w:tcPr>
            <w:tcW w:w="1134" w:type="dxa"/>
            <w:shd w:val="clear" w:color="auto" w:fill="DBE5F1" w:themeFill="accent1" w:themeFillTint="33"/>
          </w:tcPr>
          <w:p w:rsidR="00745EAD" w:rsidRPr="001B028A" w:rsidRDefault="00280A7F" w:rsidP="001D5D79">
            <w:r>
              <w:t>ATTARD Julien</w:t>
            </w:r>
          </w:p>
        </w:tc>
        <w:tc>
          <w:tcPr>
            <w:tcW w:w="1183" w:type="dxa"/>
            <w:gridSpan w:val="2"/>
            <w:shd w:val="clear" w:color="auto" w:fill="DBE5F1" w:themeFill="accent1" w:themeFillTint="33"/>
          </w:tcPr>
          <w:p w:rsidR="00745EAD" w:rsidRPr="001B028A" w:rsidRDefault="00280A7F" w:rsidP="001D5D79">
            <w:r>
              <w:t xml:space="preserve">CABIOCH </w:t>
            </w:r>
            <w:proofErr w:type="spellStart"/>
            <w:r>
              <w:t>Evan</w:t>
            </w:r>
            <w:proofErr w:type="spellEnd"/>
          </w:p>
        </w:tc>
        <w:tc>
          <w:tcPr>
            <w:tcW w:w="1315" w:type="dxa"/>
            <w:shd w:val="clear" w:color="auto" w:fill="DBE5F1" w:themeFill="accent1" w:themeFillTint="33"/>
          </w:tcPr>
          <w:p w:rsidR="00745EAD" w:rsidRPr="001F0E36" w:rsidRDefault="00280A7F" w:rsidP="001D5D79">
            <w:r>
              <w:t>KUCHTA Daniel</w:t>
            </w:r>
          </w:p>
        </w:tc>
        <w:tc>
          <w:tcPr>
            <w:tcW w:w="1315" w:type="dxa"/>
            <w:gridSpan w:val="2"/>
            <w:shd w:val="clear" w:color="auto" w:fill="DBE5F1" w:themeFill="accent1" w:themeFillTint="33"/>
          </w:tcPr>
          <w:p w:rsidR="00745EAD" w:rsidRPr="001B028A" w:rsidRDefault="00280A7F" w:rsidP="001D5D79">
            <w:r>
              <w:t xml:space="preserve">ADAM </w:t>
            </w:r>
            <w:proofErr w:type="spellStart"/>
            <w:r>
              <w:t>Issoufi</w:t>
            </w:r>
            <w:proofErr w:type="spellEnd"/>
          </w:p>
        </w:tc>
        <w:tc>
          <w:tcPr>
            <w:tcW w:w="1316" w:type="dxa"/>
            <w:shd w:val="clear" w:color="auto" w:fill="DBE5F1" w:themeFill="accent1" w:themeFillTint="33"/>
          </w:tcPr>
          <w:p w:rsidR="00745EAD" w:rsidRPr="001B028A" w:rsidRDefault="00745EAD" w:rsidP="001D5D79">
            <w:r w:rsidRPr="001B028A">
              <w:t>TOTAL</w:t>
            </w:r>
          </w:p>
        </w:tc>
      </w:tr>
      <w:tr w:rsidR="00745EAD" w:rsidRPr="001B028A" w:rsidTr="003B5653">
        <w:tc>
          <w:tcPr>
            <w:tcW w:w="1384" w:type="dxa"/>
            <w:shd w:val="clear" w:color="auto" w:fill="DBE5F1" w:themeFill="accent1" w:themeFillTint="33"/>
          </w:tcPr>
          <w:p w:rsidR="00745EAD" w:rsidRPr="001B028A" w:rsidRDefault="00745EAD" w:rsidP="001D5D79">
            <w:r w:rsidRPr="001B028A">
              <w:t>Effort</w:t>
            </w:r>
          </w:p>
        </w:tc>
        <w:tc>
          <w:tcPr>
            <w:tcW w:w="1559" w:type="dxa"/>
          </w:tcPr>
          <w:p w:rsidR="00745EAD" w:rsidRPr="001B028A" w:rsidRDefault="00745EAD" w:rsidP="001D5D79">
            <w:r>
              <w:t>128</w:t>
            </w:r>
          </w:p>
        </w:tc>
        <w:tc>
          <w:tcPr>
            <w:tcW w:w="1134" w:type="dxa"/>
          </w:tcPr>
          <w:p w:rsidR="00745EAD" w:rsidRPr="001B028A" w:rsidRDefault="00745EAD" w:rsidP="001D5D79">
            <w:r>
              <w:t>128</w:t>
            </w:r>
          </w:p>
        </w:tc>
        <w:tc>
          <w:tcPr>
            <w:tcW w:w="1183" w:type="dxa"/>
            <w:gridSpan w:val="2"/>
          </w:tcPr>
          <w:p w:rsidR="00745EAD" w:rsidRPr="001B028A" w:rsidRDefault="00745EAD" w:rsidP="001D5D79">
            <w:r>
              <w:t>128</w:t>
            </w:r>
          </w:p>
        </w:tc>
        <w:tc>
          <w:tcPr>
            <w:tcW w:w="1315" w:type="dxa"/>
          </w:tcPr>
          <w:p w:rsidR="00745EAD" w:rsidRPr="001B028A" w:rsidRDefault="00745EAD" w:rsidP="001D5D79">
            <w:r>
              <w:t>128</w:t>
            </w:r>
          </w:p>
        </w:tc>
        <w:tc>
          <w:tcPr>
            <w:tcW w:w="1315" w:type="dxa"/>
            <w:gridSpan w:val="2"/>
            <w:shd w:val="clear" w:color="auto" w:fill="FFFFFF" w:themeFill="background1"/>
          </w:tcPr>
          <w:p w:rsidR="00745EAD" w:rsidRPr="001B028A" w:rsidRDefault="00745EAD" w:rsidP="001D5D79">
            <w:r>
              <w:t>128</w:t>
            </w:r>
          </w:p>
        </w:tc>
        <w:tc>
          <w:tcPr>
            <w:tcW w:w="1316" w:type="dxa"/>
            <w:shd w:val="clear" w:color="auto" w:fill="DBE5F1" w:themeFill="accent1" w:themeFillTint="33"/>
          </w:tcPr>
          <w:p w:rsidR="00745EAD" w:rsidRPr="001B028A" w:rsidRDefault="00745EAD" w:rsidP="001D5D79">
            <w:r>
              <w:t>640</w:t>
            </w:r>
          </w:p>
        </w:tc>
      </w:tr>
    </w:tbl>
    <w:p w:rsidR="00745EAD" w:rsidRDefault="00745EAD" w:rsidP="00745EAD"/>
    <w:tbl>
      <w:tblPr>
        <w:tblStyle w:val="Grilledutableau"/>
        <w:tblW w:w="0" w:type="auto"/>
        <w:tblLook w:val="04A0"/>
      </w:tblPr>
      <w:tblGrid>
        <w:gridCol w:w="9206"/>
      </w:tblGrid>
      <w:tr w:rsidR="00745EAD" w:rsidTr="001D5D79">
        <w:tc>
          <w:tcPr>
            <w:tcW w:w="9206" w:type="dxa"/>
          </w:tcPr>
          <w:p w:rsidR="00745EAD" w:rsidRDefault="00745EAD" w:rsidP="001D5D79">
            <w:pPr>
              <w:pStyle w:val="Titre3"/>
            </w:pPr>
            <w:r w:rsidRPr="001E6526">
              <w:t>Objectifs du lot</w:t>
            </w:r>
          </w:p>
          <w:p w:rsidR="00745EAD" w:rsidRPr="00F0006E" w:rsidRDefault="00745EAD" w:rsidP="001D5D79"/>
          <w:p w:rsidR="00745EAD" w:rsidRDefault="007B12AA" w:rsidP="00745EAD">
            <w:pPr>
              <w:pStyle w:val="Paragraphedeliste"/>
              <w:numPr>
                <w:ilvl w:val="0"/>
                <w:numId w:val="9"/>
              </w:numPr>
            </w:pPr>
            <w:r>
              <w:t>Calibrer le système à</w:t>
            </w:r>
            <w:r w:rsidR="00745EAD">
              <w:t xml:space="preserve"> l'env</w:t>
            </w:r>
            <w:r w:rsidR="00401A01">
              <w:t>ironnement automatiquement grâce</w:t>
            </w:r>
            <w:r w:rsidR="00745EAD">
              <w:t xml:space="preserve"> à un système de calibrage.</w:t>
            </w:r>
          </w:p>
          <w:p w:rsidR="00745EAD" w:rsidRDefault="00745EAD" w:rsidP="001D5D79">
            <w:pPr>
              <w:pStyle w:val="Paragraphedeliste"/>
            </w:pPr>
          </w:p>
          <w:p w:rsidR="00745EAD" w:rsidRDefault="008A5ECC" w:rsidP="00745EAD">
            <w:pPr>
              <w:pStyle w:val="Paragraphedeliste"/>
              <w:numPr>
                <w:ilvl w:val="0"/>
                <w:numId w:val="9"/>
              </w:numPr>
            </w:pPr>
            <w:r>
              <w:t>Réussir à projeté</w:t>
            </w:r>
            <w:r w:rsidR="00745EAD">
              <w:t xml:space="preserve"> correctement sur le sol des cercles et des </w:t>
            </w:r>
            <w:r w:rsidR="00A12041">
              <w:t>lignes</w:t>
            </w:r>
            <w:r w:rsidR="00745EAD">
              <w:t xml:space="preserve"> en s'adaptant au</w:t>
            </w:r>
            <w:r w:rsidR="007635C4">
              <w:t>tomatiquement au support grâce à</w:t>
            </w:r>
            <w:r w:rsidR="00745EAD">
              <w:t xml:space="preserve"> la phase de calibrage.</w:t>
            </w:r>
          </w:p>
          <w:p w:rsidR="00745EAD" w:rsidRDefault="00745EAD" w:rsidP="001D5D79"/>
        </w:tc>
      </w:tr>
    </w:tbl>
    <w:p w:rsidR="00745EAD" w:rsidRPr="001E6526" w:rsidRDefault="00745EAD" w:rsidP="00745EAD"/>
    <w:tbl>
      <w:tblPr>
        <w:tblStyle w:val="Grilledutableau"/>
        <w:tblW w:w="0" w:type="auto"/>
        <w:tblLook w:val="04A0"/>
      </w:tblPr>
      <w:tblGrid>
        <w:gridCol w:w="9206"/>
      </w:tblGrid>
      <w:tr w:rsidR="00745EAD" w:rsidRPr="001E6526" w:rsidTr="001D5D79">
        <w:tc>
          <w:tcPr>
            <w:tcW w:w="9206" w:type="dxa"/>
          </w:tcPr>
          <w:p w:rsidR="00745EAD" w:rsidRDefault="00745EAD" w:rsidP="001D5D79">
            <w:pPr>
              <w:pStyle w:val="Titre3"/>
            </w:pPr>
            <w:r>
              <w:lastRenderedPageBreak/>
              <w:t>Description du lot</w:t>
            </w:r>
          </w:p>
          <w:p w:rsidR="00745EAD" w:rsidRPr="00BD1AFC" w:rsidRDefault="00745EAD" w:rsidP="001D5D79"/>
          <w:p w:rsidR="00745EAD" w:rsidRPr="00745EAD" w:rsidRDefault="00745EAD" w:rsidP="001D5D79">
            <w:r w:rsidRPr="00745EAD">
              <w:t>Le lot Projection est le lot qui s'occupe de la projection des formes géométriques au sol de façon à établir un repère pour les combattants, tout en prenant en compte une phase de calibrage pour s'adapter a l'environnement et la distance de projection.</w:t>
            </w:r>
          </w:p>
          <w:p w:rsidR="00745EAD" w:rsidRPr="00745EAD" w:rsidRDefault="00745EAD" w:rsidP="001D5D79"/>
          <w:p w:rsidR="00745EAD" w:rsidRPr="00745EAD" w:rsidRDefault="00745EAD" w:rsidP="001D5D79">
            <w:pPr>
              <w:rPr>
                <w:b/>
                <w:u w:val="single"/>
              </w:rPr>
            </w:pPr>
            <w:r w:rsidRPr="00745EAD">
              <w:rPr>
                <w:b/>
                <w:u w:val="single"/>
              </w:rPr>
              <w:t xml:space="preserve">Tâche [T1] : Analyse et conception : Calibrage: </w:t>
            </w:r>
            <w:proofErr w:type="spellStart"/>
            <w:r w:rsidRPr="00745EAD">
              <w:rPr>
                <w:b/>
                <w:u w:val="single"/>
              </w:rPr>
              <w:t>Monrolin</w:t>
            </w:r>
            <w:proofErr w:type="spellEnd"/>
            <w:r w:rsidRPr="00745EAD">
              <w:rPr>
                <w:b/>
                <w:u w:val="single"/>
              </w:rPr>
              <w:t xml:space="preserve"> Guillaume, 25/03/15 - 07/05/15</w:t>
            </w:r>
            <w:r w:rsidR="00D47FF9">
              <w:rPr>
                <w:b/>
                <w:u w:val="single"/>
              </w:rPr>
              <w:t xml:space="preserve"> - 150h</w:t>
            </w:r>
          </w:p>
          <w:p w:rsidR="00745EAD" w:rsidRPr="00745EAD" w:rsidRDefault="00745EAD" w:rsidP="001D5D79">
            <w:pPr>
              <w:rPr>
                <w:b/>
              </w:rPr>
            </w:pPr>
          </w:p>
          <w:p w:rsidR="00745EAD" w:rsidRPr="00745EAD" w:rsidRDefault="00745EAD" w:rsidP="001D5D79">
            <w:r w:rsidRPr="00745EAD">
              <w:t>La tâche "Calibration" du lot Projection servira à trouver une solution au problème de changement d'environnement, afin que notre système puisse s'adap</w:t>
            </w:r>
            <w:r w:rsidR="002E1B94">
              <w:t>ter tout seul, notamment grâce à</w:t>
            </w:r>
            <w:r w:rsidRPr="00745EAD">
              <w:t xml:space="preserve"> une caméra, un vidéo projecteur et un logiciel.</w:t>
            </w:r>
          </w:p>
          <w:p w:rsidR="00745EAD" w:rsidRPr="00745EAD" w:rsidRDefault="00745EAD" w:rsidP="001D5D79"/>
          <w:p w:rsidR="00745EAD" w:rsidRPr="00745EAD" w:rsidRDefault="00745EAD" w:rsidP="001D5D79">
            <w:r w:rsidRPr="0093322D">
              <w:rPr>
                <w:b/>
              </w:rPr>
              <w:t xml:space="preserve">Livrable </w:t>
            </w:r>
            <w:r w:rsidRPr="0093322D">
              <w:rPr>
                <w:rStyle w:val="Emphaseple"/>
                <w:b/>
                <w:color w:val="auto"/>
              </w:rPr>
              <w:t>[Li1]</w:t>
            </w:r>
            <w:r w:rsidRPr="0093322D">
              <w:rPr>
                <w:b/>
              </w:rPr>
              <w:t> :</w:t>
            </w:r>
            <w:r w:rsidRPr="00745EAD">
              <w:t xml:space="preserve"> Solution finale pour le Calibrage (MONROLIN, fichier texte, </w:t>
            </w:r>
            <w:r w:rsidRPr="00745EAD">
              <w:rPr>
                <w:rStyle w:val="Emphaseple"/>
                <w:color w:val="auto"/>
              </w:rPr>
              <w:t>07/05/15</w:t>
            </w:r>
            <w:r w:rsidRPr="00745EAD">
              <w:t>)</w:t>
            </w:r>
          </w:p>
          <w:p w:rsidR="00745EAD" w:rsidRPr="00745EAD" w:rsidRDefault="00745EAD" w:rsidP="001D5D79"/>
          <w:p w:rsidR="00745EAD" w:rsidRPr="00745EAD" w:rsidRDefault="00745EAD" w:rsidP="001D5D79"/>
          <w:p w:rsidR="00745EAD" w:rsidRPr="00745EAD" w:rsidRDefault="00745EAD" w:rsidP="001D5D79">
            <w:pPr>
              <w:rPr>
                <w:b/>
                <w:u w:val="single"/>
              </w:rPr>
            </w:pPr>
            <w:r w:rsidRPr="00745EAD">
              <w:rPr>
                <w:b/>
                <w:u w:val="single"/>
              </w:rPr>
              <w:t xml:space="preserve">Tache [T2] : Analyse et conception : Algorithme de projection : </w:t>
            </w:r>
            <w:proofErr w:type="spellStart"/>
            <w:r w:rsidRPr="00745EAD">
              <w:rPr>
                <w:b/>
                <w:u w:val="single"/>
              </w:rPr>
              <w:t>Monrolin</w:t>
            </w:r>
            <w:proofErr w:type="spellEnd"/>
            <w:r w:rsidRPr="00745EAD">
              <w:rPr>
                <w:b/>
                <w:u w:val="single"/>
              </w:rPr>
              <w:t xml:space="preserve"> Guillaume, 08/05/15 - 20/06/15</w:t>
            </w:r>
            <w:r w:rsidR="00D47FF9">
              <w:rPr>
                <w:b/>
                <w:u w:val="single"/>
              </w:rPr>
              <w:t xml:space="preserve"> - 150h</w:t>
            </w:r>
          </w:p>
          <w:p w:rsidR="00745EAD" w:rsidRPr="00745EAD" w:rsidRDefault="00745EAD" w:rsidP="001D5D79">
            <w:pPr>
              <w:rPr>
                <w:b/>
              </w:rPr>
            </w:pPr>
          </w:p>
          <w:p w:rsidR="00745EAD" w:rsidRPr="00745EAD" w:rsidRDefault="00745EAD" w:rsidP="001D5D79">
            <w:r w:rsidRPr="00745EAD">
              <w:t xml:space="preserve">La tâche "Algorithme de projection" sert à définir les </w:t>
            </w:r>
            <w:r w:rsidR="00B54047" w:rsidRPr="00745EAD">
              <w:t>règles</w:t>
            </w:r>
            <w:r w:rsidRPr="00745EAD">
              <w:t xml:space="preserve"> et les algorithmes que l'on pourra utiliser pour projeter des formes telles qu'un cercle, un trait ou deux cercles sur le sol avec une forme relative et non déformée. Il faudra également définir la manière de dessiner ces formes.</w:t>
            </w:r>
          </w:p>
          <w:p w:rsidR="00745EAD" w:rsidRPr="00745EAD" w:rsidRDefault="00745EAD" w:rsidP="001D5D79">
            <w:pPr>
              <w:jc w:val="left"/>
            </w:pPr>
          </w:p>
          <w:p w:rsidR="00745EAD" w:rsidRPr="00745EAD" w:rsidRDefault="00745EAD" w:rsidP="001D5D79">
            <w:pPr>
              <w:ind w:left="4248" w:hanging="4248"/>
              <w:rPr>
                <w:u w:val="single"/>
              </w:rPr>
            </w:pPr>
            <w:r w:rsidRPr="0093322D">
              <w:rPr>
                <w:b/>
              </w:rPr>
              <w:t xml:space="preserve">Livrable </w:t>
            </w:r>
            <w:r w:rsidRPr="0093322D">
              <w:rPr>
                <w:rStyle w:val="Emphaseple"/>
                <w:b/>
                <w:color w:val="auto"/>
              </w:rPr>
              <w:t>[Li2]</w:t>
            </w:r>
            <w:r w:rsidRPr="00745EAD">
              <w:rPr>
                <w:b/>
                <w:u w:val="single"/>
              </w:rPr>
              <w:t> :</w:t>
            </w:r>
            <w:r w:rsidRPr="00745EAD">
              <w:t xml:space="preserve"> Solution finale pour l'algorithme (MONROLIN, fichier texte, </w:t>
            </w:r>
            <w:r w:rsidRPr="00745EAD">
              <w:rPr>
                <w:rStyle w:val="Emphaseple"/>
                <w:color w:val="auto"/>
              </w:rPr>
              <w:t>20/06/15</w:t>
            </w:r>
            <w:r w:rsidRPr="00745EAD">
              <w:t>)</w:t>
            </w:r>
          </w:p>
          <w:p w:rsidR="00745EAD" w:rsidRPr="00745EAD" w:rsidRDefault="00745EAD" w:rsidP="001D5D79"/>
          <w:p w:rsidR="00745EAD" w:rsidRPr="00745EAD" w:rsidRDefault="00745EAD" w:rsidP="001D5D79"/>
          <w:p w:rsidR="00745EAD" w:rsidRPr="00D47FF9" w:rsidRDefault="00745EAD" w:rsidP="001D5D79">
            <w:pPr>
              <w:rPr>
                <w:b/>
                <w:iCs/>
                <w:u w:val="single"/>
              </w:rPr>
            </w:pPr>
            <w:r w:rsidRPr="00745EAD">
              <w:rPr>
                <w:b/>
                <w:u w:val="single"/>
              </w:rPr>
              <w:t xml:space="preserve">Tache </w:t>
            </w:r>
            <w:r w:rsidRPr="00745EAD">
              <w:rPr>
                <w:rStyle w:val="Emphaseple"/>
                <w:b/>
                <w:color w:val="auto"/>
                <w:u w:val="single"/>
              </w:rPr>
              <w:t>[T3]</w:t>
            </w:r>
            <w:r w:rsidRPr="00745EAD">
              <w:rPr>
                <w:b/>
                <w:u w:val="single"/>
              </w:rPr>
              <w:t xml:space="preserve"> : Développement </w:t>
            </w:r>
            <w:r w:rsidRPr="00745EAD">
              <w:rPr>
                <w:rStyle w:val="Emphaseple"/>
                <w:b/>
                <w:color w:val="auto"/>
                <w:u w:val="single"/>
              </w:rPr>
              <w:t>Calibrage</w:t>
            </w:r>
            <w:r w:rsidRPr="00745EAD">
              <w:rPr>
                <w:b/>
                <w:u w:val="single"/>
              </w:rPr>
              <w:t xml:space="preserve"> : Responsable : </w:t>
            </w:r>
            <w:proofErr w:type="spellStart"/>
            <w:r w:rsidRPr="00745EAD">
              <w:rPr>
                <w:rStyle w:val="Emphaseple"/>
                <w:b/>
                <w:color w:val="auto"/>
                <w:u w:val="single"/>
              </w:rPr>
              <w:t>Cabioch</w:t>
            </w:r>
            <w:proofErr w:type="spellEnd"/>
            <w:r w:rsidRPr="00745EAD">
              <w:rPr>
                <w:rStyle w:val="Emphaseple"/>
                <w:b/>
                <w:color w:val="auto"/>
                <w:u w:val="single"/>
              </w:rPr>
              <w:t xml:space="preserve"> </w:t>
            </w:r>
            <w:proofErr w:type="spellStart"/>
            <w:r w:rsidRPr="00745EAD">
              <w:rPr>
                <w:rStyle w:val="Emphaseple"/>
                <w:b/>
                <w:color w:val="auto"/>
                <w:u w:val="single"/>
              </w:rPr>
              <w:t>Evan</w:t>
            </w:r>
            <w:proofErr w:type="spellEnd"/>
            <w:r w:rsidRPr="00745EAD">
              <w:rPr>
                <w:b/>
                <w:u w:val="single"/>
              </w:rPr>
              <w:t xml:space="preserve">, </w:t>
            </w:r>
            <w:r w:rsidRPr="00745EAD">
              <w:rPr>
                <w:rStyle w:val="Emphaseple"/>
                <w:b/>
                <w:color w:val="auto"/>
                <w:u w:val="single"/>
              </w:rPr>
              <w:t xml:space="preserve">01/09/15 </w:t>
            </w:r>
            <w:r w:rsidRPr="00745EAD">
              <w:rPr>
                <w:b/>
                <w:u w:val="single"/>
              </w:rPr>
              <w:t xml:space="preserve">- </w:t>
            </w:r>
            <w:r w:rsidRPr="00745EAD">
              <w:rPr>
                <w:rStyle w:val="Emphaseple"/>
                <w:b/>
                <w:color w:val="auto"/>
                <w:u w:val="single"/>
              </w:rPr>
              <w:t>30/09/15.</w:t>
            </w:r>
            <w:r w:rsidR="00D47FF9">
              <w:rPr>
                <w:rStyle w:val="Emphaseple"/>
                <w:b/>
                <w:i w:val="0"/>
                <w:color w:val="auto"/>
                <w:u w:val="single"/>
              </w:rPr>
              <w:t xml:space="preserve"> - </w:t>
            </w:r>
            <w:r w:rsidR="00D47FF9">
              <w:rPr>
                <w:rStyle w:val="Emphaseple"/>
                <w:b/>
                <w:color w:val="auto"/>
                <w:u w:val="single"/>
              </w:rPr>
              <w:t>17</w:t>
            </w:r>
            <w:r w:rsidRPr="00745EAD">
              <w:rPr>
                <w:rStyle w:val="Emphaseple"/>
                <w:b/>
                <w:color w:val="auto"/>
                <w:u w:val="single"/>
              </w:rPr>
              <w:t>0h</w:t>
            </w:r>
            <w:r w:rsidRPr="00745EAD">
              <w:rPr>
                <w:b/>
                <w:u w:val="single"/>
              </w:rPr>
              <w:t xml:space="preserve"> de travail.</w:t>
            </w:r>
          </w:p>
          <w:p w:rsidR="00745EAD" w:rsidRPr="00745EAD" w:rsidRDefault="00745EAD" w:rsidP="001D5D79">
            <w:pPr>
              <w:rPr>
                <w:b/>
                <w:u w:val="single"/>
              </w:rPr>
            </w:pPr>
          </w:p>
          <w:p w:rsidR="00745EAD" w:rsidRPr="00745EAD" w:rsidRDefault="00745EAD" w:rsidP="001D5D79">
            <w:r w:rsidRPr="00745EAD">
              <w:t xml:space="preserve">Développement des classes </w:t>
            </w:r>
            <w:r w:rsidR="004F66B2" w:rsidRPr="00745EAD">
              <w:t>nécessaires</w:t>
            </w:r>
            <w:r w:rsidRPr="00745EAD">
              <w:t xml:space="preserve"> au calibrage, tout en prenant en compte la conception et l'analyse effectuée au préalable.</w:t>
            </w:r>
          </w:p>
          <w:p w:rsidR="00745EAD" w:rsidRPr="00745EAD" w:rsidRDefault="00745EAD" w:rsidP="001D5D79"/>
          <w:p w:rsidR="00745EAD" w:rsidRPr="00745EAD" w:rsidRDefault="00745EAD" w:rsidP="001D5D79"/>
          <w:p w:rsidR="00745EAD" w:rsidRPr="00745EAD" w:rsidRDefault="00745EAD" w:rsidP="001D5D79">
            <w:pPr>
              <w:rPr>
                <w:u w:val="single"/>
              </w:rPr>
            </w:pPr>
            <w:r w:rsidRPr="00745EAD">
              <w:rPr>
                <w:b/>
                <w:u w:val="single"/>
              </w:rPr>
              <w:t xml:space="preserve">Livrable </w:t>
            </w:r>
            <w:r w:rsidRPr="00745EAD">
              <w:rPr>
                <w:rStyle w:val="Emphaseple"/>
                <w:b/>
                <w:color w:val="auto"/>
                <w:u w:val="single"/>
              </w:rPr>
              <w:t>[Li3]</w:t>
            </w:r>
            <w:r w:rsidRPr="00745EAD">
              <w:rPr>
                <w:b/>
                <w:u w:val="single"/>
              </w:rPr>
              <w:t> :</w:t>
            </w:r>
            <w:r w:rsidRPr="00745EAD">
              <w:t xml:space="preserve"> Logiciel partie calibration (MONROLIN, logiciel, </w:t>
            </w:r>
            <w:r w:rsidRPr="00745EAD">
              <w:rPr>
                <w:rStyle w:val="Emphaseple"/>
                <w:color w:val="auto"/>
              </w:rPr>
              <w:t>30/09/15</w:t>
            </w:r>
            <w:r w:rsidRPr="00745EAD">
              <w:t>)</w:t>
            </w:r>
          </w:p>
          <w:p w:rsidR="00745EAD" w:rsidRPr="00745EAD" w:rsidRDefault="00745EAD" w:rsidP="001D5D79">
            <w:pPr>
              <w:rPr>
                <w:rStyle w:val="Emphaseple"/>
                <w:color w:val="auto"/>
              </w:rPr>
            </w:pPr>
          </w:p>
          <w:p w:rsidR="00745EAD" w:rsidRPr="00745EAD" w:rsidRDefault="00745EAD" w:rsidP="001D5D79">
            <w:pPr>
              <w:rPr>
                <w:u w:val="single"/>
              </w:rPr>
            </w:pPr>
          </w:p>
          <w:p w:rsidR="00745EAD" w:rsidRPr="00745EAD" w:rsidRDefault="00745EAD" w:rsidP="001D5D79">
            <w:pPr>
              <w:rPr>
                <w:rStyle w:val="Emphaseple"/>
                <w:b/>
                <w:i w:val="0"/>
                <w:color w:val="auto"/>
                <w:u w:val="single"/>
              </w:rPr>
            </w:pPr>
            <w:r w:rsidRPr="00745EAD">
              <w:rPr>
                <w:b/>
                <w:u w:val="single"/>
              </w:rPr>
              <w:t xml:space="preserve">Tache </w:t>
            </w:r>
            <w:r w:rsidRPr="00745EAD">
              <w:rPr>
                <w:rStyle w:val="Emphaseple"/>
                <w:b/>
                <w:color w:val="auto"/>
                <w:u w:val="single"/>
              </w:rPr>
              <w:t>[T4]</w:t>
            </w:r>
            <w:r w:rsidRPr="00745EAD">
              <w:rPr>
                <w:b/>
                <w:i/>
                <w:u w:val="single"/>
              </w:rPr>
              <w:t xml:space="preserve"> : </w:t>
            </w:r>
            <w:r w:rsidRPr="00745EAD">
              <w:rPr>
                <w:b/>
                <w:u w:val="single"/>
              </w:rPr>
              <w:t xml:space="preserve">développement </w:t>
            </w:r>
            <w:r w:rsidRPr="00745EAD">
              <w:rPr>
                <w:rStyle w:val="Emphaseple"/>
                <w:b/>
                <w:color w:val="auto"/>
                <w:u w:val="single"/>
              </w:rPr>
              <w:t>Algorithme de projection :</w:t>
            </w:r>
            <w:r w:rsidRPr="00745EAD">
              <w:rPr>
                <w:b/>
                <w:i/>
                <w:u w:val="single"/>
              </w:rPr>
              <w:t xml:space="preserve"> </w:t>
            </w:r>
            <w:r w:rsidRPr="00745EAD">
              <w:rPr>
                <w:b/>
                <w:u w:val="single"/>
              </w:rPr>
              <w:t>Responsable :</w:t>
            </w:r>
            <w:r w:rsidRPr="00745EAD">
              <w:rPr>
                <w:rStyle w:val="Emphaseple"/>
                <w:b/>
                <w:color w:val="auto"/>
                <w:u w:val="single"/>
              </w:rPr>
              <w:t xml:space="preserve"> </w:t>
            </w:r>
            <w:proofErr w:type="spellStart"/>
            <w:r w:rsidRPr="00745EAD">
              <w:rPr>
                <w:rStyle w:val="Emphaseple"/>
                <w:b/>
                <w:color w:val="auto"/>
                <w:u w:val="single"/>
              </w:rPr>
              <w:t>Attard</w:t>
            </w:r>
            <w:proofErr w:type="spellEnd"/>
            <w:r w:rsidRPr="00745EAD">
              <w:rPr>
                <w:rStyle w:val="Emphaseple"/>
                <w:b/>
                <w:color w:val="auto"/>
                <w:u w:val="single"/>
              </w:rPr>
              <w:t xml:space="preserve"> Julien</w:t>
            </w:r>
            <w:r w:rsidRPr="00745EAD">
              <w:rPr>
                <w:b/>
                <w:i/>
                <w:u w:val="single"/>
              </w:rPr>
              <w:t>,</w:t>
            </w:r>
            <w:r w:rsidRPr="00745EAD">
              <w:rPr>
                <w:b/>
                <w:u w:val="single"/>
              </w:rPr>
              <w:t xml:space="preserve"> 01/10/15 - </w:t>
            </w:r>
            <w:r w:rsidRPr="00745EAD">
              <w:rPr>
                <w:rStyle w:val="Emphaseple"/>
                <w:b/>
                <w:color w:val="auto"/>
                <w:u w:val="single"/>
              </w:rPr>
              <w:t>31/10/15,</w:t>
            </w:r>
            <w:r w:rsidR="00D47FF9">
              <w:rPr>
                <w:rStyle w:val="Emphaseple"/>
                <w:b/>
                <w:color w:val="auto"/>
                <w:u w:val="single"/>
              </w:rPr>
              <w:t xml:space="preserve"> </w:t>
            </w:r>
            <w:r w:rsidRPr="00745EAD">
              <w:rPr>
                <w:rStyle w:val="Emphaseple"/>
                <w:b/>
                <w:color w:val="auto"/>
                <w:u w:val="single"/>
              </w:rPr>
              <w:t xml:space="preserve"> </w:t>
            </w:r>
            <w:r w:rsidR="00D47FF9">
              <w:rPr>
                <w:rStyle w:val="Emphaseple"/>
                <w:b/>
                <w:color w:val="auto"/>
                <w:u w:val="single"/>
              </w:rPr>
              <w:t>17</w:t>
            </w:r>
            <w:r w:rsidRPr="00745EAD">
              <w:rPr>
                <w:rStyle w:val="Emphaseple"/>
                <w:b/>
                <w:color w:val="auto"/>
                <w:u w:val="single"/>
              </w:rPr>
              <w:t>0h de travail.</w:t>
            </w:r>
          </w:p>
          <w:p w:rsidR="00745EAD" w:rsidRPr="00745EAD" w:rsidRDefault="00745EAD" w:rsidP="001D5D79">
            <w:pPr>
              <w:rPr>
                <w:b/>
                <w:iCs/>
                <w:u w:val="single"/>
              </w:rPr>
            </w:pPr>
          </w:p>
          <w:p w:rsidR="00745EAD" w:rsidRPr="00745EAD" w:rsidRDefault="00745EAD" w:rsidP="001D5D79">
            <w:pPr>
              <w:rPr>
                <w:u w:val="single"/>
              </w:rPr>
            </w:pPr>
            <w:r w:rsidRPr="00745EAD">
              <w:t>Développement des classes nécessaires aux algorithme</w:t>
            </w:r>
            <w:r w:rsidR="00B54047">
              <w:t>s</w:t>
            </w:r>
            <w:r w:rsidRPr="00745EAD">
              <w:t xml:space="preserve"> de projection, tout en prenant compte de la con</w:t>
            </w:r>
            <w:r w:rsidR="002F2B6E">
              <w:t>c</w:t>
            </w:r>
            <w:r w:rsidRPr="00745EAD">
              <w:t>eption et l'analyse effectuée au préalable.</w:t>
            </w:r>
          </w:p>
          <w:p w:rsidR="00745EAD" w:rsidRPr="00745EAD" w:rsidRDefault="00745EAD" w:rsidP="001D5D79"/>
          <w:p w:rsidR="00745EAD" w:rsidRPr="00745EAD" w:rsidRDefault="00745EAD" w:rsidP="001D5D79">
            <w:r w:rsidRPr="0093322D">
              <w:rPr>
                <w:b/>
              </w:rPr>
              <w:t xml:space="preserve">Livrable </w:t>
            </w:r>
            <w:r w:rsidRPr="0093322D">
              <w:rPr>
                <w:rStyle w:val="Emphaseple"/>
                <w:b/>
                <w:color w:val="auto"/>
              </w:rPr>
              <w:t>[Li4]</w:t>
            </w:r>
            <w:r w:rsidRPr="0093322D">
              <w:rPr>
                <w:b/>
              </w:rPr>
              <w:t> :</w:t>
            </w:r>
            <w:r w:rsidR="005B17CF">
              <w:t xml:space="preserve"> Logiciel partie a</w:t>
            </w:r>
            <w:r w:rsidRPr="00745EAD">
              <w:t>lgorithmi</w:t>
            </w:r>
            <w:r w:rsidR="002F2B6E">
              <w:t>qu</w:t>
            </w:r>
            <w:r w:rsidRPr="00745EAD">
              <w:t xml:space="preserve">e (ATTARD, logiciel, </w:t>
            </w:r>
            <w:r w:rsidRPr="00745EAD">
              <w:rPr>
                <w:rStyle w:val="Emphaseple"/>
                <w:color w:val="auto"/>
              </w:rPr>
              <w:t>31/10/15</w:t>
            </w:r>
            <w:r w:rsidRPr="00745EAD">
              <w:t>)</w:t>
            </w:r>
          </w:p>
          <w:p w:rsidR="00745EAD" w:rsidRPr="00745EAD" w:rsidRDefault="00745EAD" w:rsidP="001D5D79">
            <w:pPr>
              <w:rPr>
                <w:u w:val="single"/>
              </w:rPr>
            </w:pPr>
          </w:p>
          <w:p w:rsidR="00745EAD" w:rsidRDefault="00745EAD" w:rsidP="001D5D79"/>
          <w:p w:rsidR="00745EAD" w:rsidRPr="001E6526" w:rsidRDefault="00745EAD" w:rsidP="001D5D79"/>
        </w:tc>
      </w:tr>
    </w:tbl>
    <w:p w:rsidR="00F65FA7" w:rsidRDefault="00F65FA7" w:rsidP="00F65FA7"/>
    <w:tbl>
      <w:tblPr>
        <w:tblStyle w:val="Grilledutableau"/>
        <w:tblW w:w="0" w:type="auto"/>
        <w:tblLayout w:type="fixed"/>
        <w:tblLook w:val="04A0"/>
      </w:tblPr>
      <w:tblGrid>
        <w:gridCol w:w="1384"/>
        <w:gridCol w:w="1559"/>
        <w:gridCol w:w="1560"/>
        <w:gridCol w:w="99"/>
        <w:gridCol w:w="1460"/>
        <w:gridCol w:w="842"/>
        <w:gridCol w:w="1001"/>
        <w:gridCol w:w="1275"/>
        <w:gridCol w:w="26"/>
      </w:tblGrid>
      <w:tr w:rsidR="0089161F" w:rsidRPr="008F5B6C" w:rsidTr="001D5D79">
        <w:tc>
          <w:tcPr>
            <w:tcW w:w="1384" w:type="dxa"/>
            <w:shd w:val="clear" w:color="auto" w:fill="DBE5F1" w:themeFill="accent1" w:themeFillTint="33"/>
          </w:tcPr>
          <w:p w:rsidR="0089161F" w:rsidRPr="008F5B6C" w:rsidRDefault="0089161F" w:rsidP="001D5D79">
            <w:r w:rsidRPr="008F5B6C">
              <w:lastRenderedPageBreak/>
              <w:t>Identifiant</w:t>
            </w:r>
          </w:p>
        </w:tc>
        <w:tc>
          <w:tcPr>
            <w:tcW w:w="3218" w:type="dxa"/>
            <w:gridSpan w:val="3"/>
          </w:tcPr>
          <w:p w:rsidR="0089161F" w:rsidRPr="0089161F" w:rsidRDefault="0089161F" w:rsidP="001D5D79">
            <w:pPr>
              <w:rPr>
                <w:rStyle w:val="Emphaseple"/>
                <w:color w:val="auto"/>
              </w:rPr>
            </w:pPr>
            <w:r w:rsidRPr="0089161F">
              <w:rPr>
                <w:rStyle w:val="Emphaseple"/>
                <w:color w:val="auto"/>
              </w:rPr>
              <w:t>L5</w:t>
            </w:r>
          </w:p>
        </w:tc>
        <w:tc>
          <w:tcPr>
            <w:tcW w:w="2302" w:type="dxa"/>
            <w:gridSpan w:val="2"/>
            <w:shd w:val="clear" w:color="auto" w:fill="DBE5F1" w:themeFill="accent1" w:themeFillTint="33"/>
          </w:tcPr>
          <w:p w:rsidR="0089161F" w:rsidRPr="0089161F" w:rsidRDefault="0089161F" w:rsidP="001D5D79">
            <w:r w:rsidRPr="0089161F">
              <w:t>Date de démarrage</w:t>
            </w:r>
          </w:p>
        </w:tc>
        <w:tc>
          <w:tcPr>
            <w:tcW w:w="2302" w:type="dxa"/>
            <w:gridSpan w:val="3"/>
          </w:tcPr>
          <w:p w:rsidR="0089161F" w:rsidRPr="0089161F" w:rsidRDefault="0089161F" w:rsidP="001D5D79">
            <w:pPr>
              <w:rPr>
                <w:rStyle w:val="Emphaseple"/>
                <w:color w:val="auto"/>
              </w:rPr>
            </w:pPr>
            <w:r w:rsidRPr="0089161F">
              <w:rPr>
                <w:rStyle w:val="Emphaseple"/>
                <w:color w:val="auto"/>
              </w:rPr>
              <w:t>25/03</w:t>
            </w:r>
          </w:p>
        </w:tc>
      </w:tr>
      <w:tr w:rsidR="0089161F" w:rsidRPr="008F5B6C" w:rsidTr="001D5D79">
        <w:tc>
          <w:tcPr>
            <w:tcW w:w="1384" w:type="dxa"/>
            <w:shd w:val="clear" w:color="auto" w:fill="DBE5F1" w:themeFill="accent1" w:themeFillTint="33"/>
          </w:tcPr>
          <w:p w:rsidR="0089161F" w:rsidRPr="008F5B6C" w:rsidRDefault="0089161F" w:rsidP="001D5D79">
            <w:r w:rsidRPr="008F5B6C">
              <w:t>Titre</w:t>
            </w:r>
          </w:p>
        </w:tc>
        <w:tc>
          <w:tcPr>
            <w:tcW w:w="3218" w:type="dxa"/>
            <w:gridSpan w:val="3"/>
          </w:tcPr>
          <w:p w:rsidR="0089161F" w:rsidRPr="0089161F" w:rsidRDefault="0089161F" w:rsidP="001D5D79">
            <w:pPr>
              <w:rPr>
                <w:rStyle w:val="Emphaseple"/>
                <w:color w:val="auto"/>
              </w:rPr>
            </w:pPr>
            <w:r w:rsidRPr="0089161F">
              <w:rPr>
                <w:rStyle w:val="Emphaseple"/>
                <w:color w:val="auto"/>
              </w:rPr>
              <w:t>Vocalisation – Enonciation</w:t>
            </w:r>
          </w:p>
        </w:tc>
        <w:tc>
          <w:tcPr>
            <w:tcW w:w="2302" w:type="dxa"/>
            <w:gridSpan w:val="2"/>
            <w:shd w:val="clear" w:color="auto" w:fill="DBE5F1" w:themeFill="accent1" w:themeFillTint="33"/>
          </w:tcPr>
          <w:p w:rsidR="0089161F" w:rsidRPr="0089161F" w:rsidRDefault="0089161F" w:rsidP="001D5D79">
            <w:r w:rsidRPr="0089161F">
              <w:t>Date de fin</w:t>
            </w:r>
          </w:p>
        </w:tc>
        <w:tc>
          <w:tcPr>
            <w:tcW w:w="2302" w:type="dxa"/>
            <w:gridSpan w:val="3"/>
          </w:tcPr>
          <w:p w:rsidR="0089161F" w:rsidRPr="0089161F" w:rsidRDefault="0089161F" w:rsidP="001D5D79">
            <w:pPr>
              <w:rPr>
                <w:rStyle w:val="Emphaseple"/>
                <w:color w:val="auto"/>
              </w:rPr>
            </w:pPr>
            <w:r w:rsidRPr="0089161F">
              <w:rPr>
                <w:rStyle w:val="Emphaseple"/>
                <w:color w:val="auto"/>
              </w:rPr>
              <w:t>31/10</w:t>
            </w:r>
          </w:p>
        </w:tc>
      </w:tr>
      <w:tr w:rsidR="0089161F" w:rsidRPr="008F5B6C" w:rsidTr="005B17CF">
        <w:trPr>
          <w:gridAfter w:val="1"/>
          <w:wAfter w:w="26" w:type="dxa"/>
        </w:trPr>
        <w:tc>
          <w:tcPr>
            <w:tcW w:w="1384" w:type="dxa"/>
            <w:shd w:val="clear" w:color="auto" w:fill="DBE5F1" w:themeFill="accent1" w:themeFillTint="33"/>
          </w:tcPr>
          <w:p w:rsidR="0089161F" w:rsidRPr="008F5B6C" w:rsidRDefault="0089161F" w:rsidP="001D5D79">
            <w:r w:rsidRPr="008F5B6C">
              <w:t>Participant</w:t>
            </w:r>
          </w:p>
        </w:tc>
        <w:tc>
          <w:tcPr>
            <w:tcW w:w="1559" w:type="dxa"/>
            <w:shd w:val="clear" w:color="auto" w:fill="DBE5F1" w:themeFill="accent1" w:themeFillTint="33"/>
          </w:tcPr>
          <w:p w:rsidR="0089161F" w:rsidRPr="008F5B6C" w:rsidRDefault="0089161F" w:rsidP="001D5D79">
            <w:r w:rsidRPr="008F5B6C">
              <w:t>VIALE Brendan</w:t>
            </w:r>
          </w:p>
        </w:tc>
        <w:tc>
          <w:tcPr>
            <w:tcW w:w="1560" w:type="dxa"/>
            <w:shd w:val="clear" w:color="auto" w:fill="DBE5F1" w:themeFill="accent1" w:themeFillTint="33"/>
          </w:tcPr>
          <w:p w:rsidR="0089161F" w:rsidRPr="008F5B6C" w:rsidRDefault="0089161F" w:rsidP="001D5D79">
            <w:r w:rsidRPr="008F5B6C">
              <w:t>CHARENTUS Remi</w:t>
            </w:r>
          </w:p>
        </w:tc>
        <w:tc>
          <w:tcPr>
            <w:tcW w:w="1559" w:type="dxa"/>
            <w:gridSpan w:val="2"/>
            <w:shd w:val="clear" w:color="auto" w:fill="DBE5F1" w:themeFill="accent1" w:themeFillTint="33"/>
          </w:tcPr>
          <w:p w:rsidR="0089161F" w:rsidRPr="008F5B6C" w:rsidRDefault="0089161F" w:rsidP="001D5D79">
            <w:r w:rsidRPr="008F5B6C">
              <w:t>CACCAVELLI Arno</w:t>
            </w:r>
          </w:p>
        </w:tc>
        <w:tc>
          <w:tcPr>
            <w:tcW w:w="1843" w:type="dxa"/>
            <w:gridSpan w:val="2"/>
            <w:shd w:val="clear" w:color="auto" w:fill="DBE5F1" w:themeFill="accent1" w:themeFillTint="33"/>
          </w:tcPr>
          <w:p w:rsidR="0089161F" w:rsidRPr="00280A7F" w:rsidRDefault="0089161F" w:rsidP="001D5D79">
            <w:pPr>
              <w:rPr>
                <w:b/>
              </w:rPr>
            </w:pPr>
            <w:r w:rsidRPr="00280A7F">
              <w:rPr>
                <w:b/>
              </w:rPr>
              <w:t>BENARROCHE Marion</w:t>
            </w:r>
          </w:p>
        </w:tc>
        <w:tc>
          <w:tcPr>
            <w:tcW w:w="1275" w:type="dxa"/>
            <w:shd w:val="clear" w:color="auto" w:fill="DBE5F1" w:themeFill="accent1" w:themeFillTint="33"/>
          </w:tcPr>
          <w:p w:rsidR="0089161F" w:rsidRPr="008F5B6C" w:rsidRDefault="0089161F" w:rsidP="001D5D79">
            <w:r w:rsidRPr="008F5B6C">
              <w:t>TOTAL</w:t>
            </w:r>
          </w:p>
        </w:tc>
      </w:tr>
      <w:tr w:rsidR="0089161F" w:rsidRPr="008F5B6C" w:rsidTr="005B17CF">
        <w:trPr>
          <w:gridAfter w:val="1"/>
          <w:wAfter w:w="26" w:type="dxa"/>
        </w:trPr>
        <w:tc>
          <w:tcPr>
            <w:tcW w:w="1384" w:type="dxa"/>
            <w:shd w:val="clear" w:color="auto" w:fill="DBE5F1" w:themeFill="accent1" w:themeFillTint="33"/>
          </w:tcPr>
          <w:p w:rsidR="0089161F" w:rsidRPr="008F5B6C" w:rsidRDefault="0089161F" w:rsidP="001D5D79">
            <w:r w:rsidRPr="008F5B6C">
              <w:t>Effort</w:t>
            </w:r>
          </w:p>
        </w:tc>
        <w:tc>
          <w:tcPr>
            <w:tcW w:w="1559" w:type="dxa"/>
          </w:tcPr>
          <w:p w:rsidR="0089161F" w:rsidRPr="008F5B6C" w:rsidRDefault="0089161F" w:rsidP="001D5D79">
            <w:r>
              <w:t>160</w:t>
            </w:r>
          </w:p>
        </w:tc>
        <w:tc>
          <w:tcPr>
            <w:tcW w:w="1560" w:type="dxa"/>
          </w:tcPr>
          <w:p w:rsidR="0089161F" w:rsidRPr="008F5B6C" w:rsidRDefault="0089161F" w:rsidP="001D5D79">
            <w:r>
              <w:t>160</w:t>
            </w:r>
          </w:p>
        </w:tc>
        <w:tc>
          <w:tcPr>
            <w:tcW w:w="1559" w:type="dxa"/>
            <w:gridSpan w:val="2"/>
          </w:tcPr>
          <w:p w:rsidR="0089161F" w:rsidRPr="008F5B6C" w:rsidRDefault="0089161F" w:rsidP="001D5D79">
            <w:r>
              <w:t>160</w:t>
            </w:r>
          </w:p>
        </w:tc>
        <w:tc>
          <w:tcPr>
            <w:tcW w:w="1843" w:type="dxa"/>
            <w:gridSpan w:val="2"/>
          </w:tcPr>
          <w:p w:rsidR="0089161F" w:rsidRPr="008F5B6C" w:rsidRDefault="0089161F" w:rsidP="001D5D79">
            <w:r>
              <w:t>160</w:t>
            </w:r>
          </w:p>
        </w:tc>
        <w:tc>
          <w:tcPr>
            <w:tcW w:w="1275" w:type="dxa"/>
            <w:shd w:val="clear" w:color="auto" w:fill="FFFFFF" w:themeFill="background1"/>
          </w:tcPr>
          <w:p w:rsidR="0089161F" w:rsidRPr="008F5B6C" w:rsidRDefault="0089161F" w:rsidP="001D5D79">
            <w:r>
              <w:t>640</w:t>
            </w:r>
          </w:p>
        </w:tc>
      </w:tr>
    </w:tbl>
    <w:p w:rsidR="0089161F" w:rsidRPr="008F5B6C" w:rsidRDefault="0089161F" w:rsidP="0089161F"/>
    <w:tbl>
      <w:tblPr>
        <w:tblStyle w:val="Grilledutableau"/>
        <w:tblW w:w="0" w:type="auto"/>
        <w:tblLook w:val="04A0"/>
      </w:tblPr>
      <w:tblGrid>
        <w:gridCol w:w="9206"/>
      </w:tblGrid>
      <w:tr w:rsidR="0089161F" w:rsidRPr="008F5B6C" w:rsidTr="001D5D79">
        <w:tc>
          <w:tcPr>
            <w:tcW w:w="9206" w:type="dxa"/>
          </w:tcPr>
          <w:p w:rsidR="0089161F" w:rsidRPr="008F5B6C" w:rsidRDefault="0089161F" w:rsidP="001D5D79">
            <w:pPr>
              <w:pStyle w:val="Titre3"/>
              <w:ind w:left="720"/>
              <w:rPr>
                <w:rStyle w:val="Emphaseple"/>
              </w:rPr>
            </w:pPr>
            <w:r w:rsidRPr="008F5B6C">
              <w:t>Objectifs du lot</w:t>
            </w:r>
          </w:p>
          <w:p w:rsidR="0089161F" w:rsidRPr="008F5B6C" w:rsidRDefault="0089161F" w:rsidP="001D5D79"/>
          <w:p w:rsidR="0089161F" w:rsidRPr="008F5B6C" w:rsidRDefault="0089161F" w:rsidP="0089161F">
            <w:pPr>
              <w:pStyle w:val="Paragraphedeliste"/>
              <w:numPr>
                <w:ilvl w:val="0"/>
                <w:numId w:val="9"/>
              </w:numPr>
            </w:pPr>
            <w:r w:rsidRPr="008F5B6C">
              <w:t>Avoir une vocalisation fonctionnelle</w:t>
            </w:r>
          </w:p>
          <w:p w:rsidR="0089161F" w:rsidRPr="008F5B6C" w:rsidRDefault="005B17CF" w:rsidP="0089161F">
            <w:pPr>
              <w:pStyle w:val="Paragraphedeliste"/>
              <w:numPr>
                <w:ilvl w:val="0"/>
                <w:numId w:val="9"/>
              </w:numPr>
            </w:pPr>
            <w:r>
              <w:t xml:space="preserve">Avoir une application </w:t>
            </w:r>
            <w:proofErr w:type="spellStart"/>
            <w:r>
              <w:t>i</w:t>
            </w:r>
            <w:r w:rsidR="0089161F" w:rsidRPr="008F5B6C">
              <w:t>mplémentable</w:t>
            </w:r>
            <w:proofErr w:type="spellEnd"/>
            <w:r w:rsidR="0089161F" w:rsidRPr="008F5B6C">
              <w:t xml:space="preserve"> facilement</w:t>
            </w:r>
          </w:p>
          <w:p w:rsidR="0089161F" w:rsidRPr="008F5B6C" w:rsidRDefault="0089161F" w:rsidP="0089161F">
            <w:pPr>
              <w:pStyle w:val="Paragraphedeliste"/>
              <w:numPr>
                <w:ilvl w:val="0"/>
                <w:numId w:val="9"/>
              </w:numPr>
            </w:pPr>
            <w:r w:rsidRPr="008F5B6C">
              <w:t xml:space="preserve">Avoir des scénarios et des </w:t>
            </w:r>
            <w:proofErr w:type="spellStart"/>
            <w:r w:rsidRPr="008F5B6C">
              <w:t>personas</w:t>
            </w:r>
            <w:proofErr w:type="spellEnd"/>
            <w:r w:rsidRPr="008F5B6C">
              <w:t xml:space="preserve"> concrets et fonctionnelles</w:t>
            </w:r>
          </w:p>
          <w:p w:rsidR="0089161F" w:rsidRPr="008F5B6C" w:rsidRDefault="0089161F" w:rsidP="0089161F">
            <w:pPr>
              <w:pStyle w:val="Paragraphedeliste"/>
              <w:numPr>
                <w:ilvl w:val="0"/>
                <w:numId w:val="9"/>
              </w:numPr>
            </w:pPr>
            <w:r w:rsidRPr="008F5B6C">
              <w:t>Avoir des diagrammes complet</w:t>
            </w:r>
          </w:p>
          <w:p w:rsidR="0089161F" w:rsidRPr="008F5B6C" w:rsidRDefault="0089161F" w:rsidP="001D5D79"/>
        </w:tc>
      </w:tr>
    </w:tbl>
    <w:p w:rsidR="0089161F" w:rsidRPr="008F5B6C" w:rsidRDefault="0089161F" w:rsidP="0089161F"/>
    <w:tbl>
      <w:tblPr>
        <w:tblStyle w:val="Grilledutableau"/>
        <w:tblW w:w="0" w:type="auto"/>
        <w:tblLook w:val="04A0"/>
      </w:tblPr>
      <w:tblGrid>
        <w:gridCol w:w="9206"/>
      </w:tblGrid>
      <w:tr w:rsidR="0089161F" w:rsidRPr="008F5B6C" w:rsidTr="001D5D79">
        <w:tc>
          <w:tcPr>
            <w:tcW w:w="9206" w:type="dxa"/>
          </w:tcPr>
          <w:p w:rsidR="0089161F" w:rsidRPr="008F5B6C" w:rsidRDefault="0089161F" w:rsidP="001D5D79">
            <w:pPr>
              <w:pStyle w:val="Titre3"/>
            </w:pPr>
            <w:r w:rsidRPr="008F5B6C">
              <w:lastRenderedPageBreak/>
              <w:t>Description du lot</w:t>
            </w:r>
          </w:p>
          <w:p w:rsidR="0089161F" w:rsidRPr="00327658" w:rsidRDefault="0089161F" w:rsidP="001D5D79">
            <w:pPr>
              <w:rPr>
                <w:u w:val="single"/>
              </w:rPr>
            </w:pPr>
          </w:p>
          <w:p w:rsidR="0089161F" w:rsidRPr="00327658" w:rsidRDefault="0089161F" w:rsidP="001D5D79">
            <w:pPr>
              <w:rPr>
                <w:b/>
                <w:u w:val="single"/>
              </w:rPr>
            </w:pPr>
            <w:r w:rsidRPr="00327658">
              <w:rPr>
                <w:b/>
                <w:u w:val="single"/>
              </w:rPr>
              <w:t xml:space="preserve">Tache 1 : Analyse </w:t>
            </w:r>
            <w:r>
              <w:rPr>
                <w:b/>
                <w:u w:val="single"/>
              </w:rPr>
              <w:t>(Brendan VIALE, 25/03</w:t>
            </w:r>
            <w:r w:rsidRPr="00327658">
              <w:rPr>
                <w:b/>
                <w:u w:val="single"/>
              </w:rPr>
              <w:t xml:space="preserve"> – </w:t>
            </w:r>
            <w:r w:rsidR="00C648C4">
              <w:rPr>
                <w:b/>
                <w:u w:val="single"/>
              </w:rPr>
              <w:t>30</w:t>
            </w:r>
            <w:r>
              <w:rPr>
                <w:b/>
                <w:u w:val="single"/>
              </w:rPr>
              <w:t>/04</w:t>
            </w:r>
            <w:r w:rsidRPr="00327658">
              <w:rPr>
                <w:b/>
                <w:u w:val="single"/>
              </w:rPr>
              <w:t>, 180)</w:t>
            </w:r>
          </w:p>
          <w:p w:rsidR="0089161F" w:rsidRPr="008F5B6C" w:rsidRDefault="0089161F" w:rsidP="001D5D79"/>
          <w:p w:rsidR="0089161F" w:rsidRPr="008F5B6C" w:rsidRDefault="0089161F" w:rsidP="001D5D79">
            <w:r w:rsidRPr="008F5B6C">
              <w:t xml:space="preserve">Tâches à réaliser en premier. </w:t>
            </w:r>
          </w:p>
          <w:p w:rsidR="0089161F" w:rsidRDefault="0089161F" w:rsidP="001D5D79">
            <w:r w:rsidRPr="008F5B6C">
              <w:t>Recherche général</w:t>
            </w:r>
            <w:r w:rsidR="00072A85">
              <w:t>e</w:t>
            </w:r>
            <w:r w:rsidRPr="008F5B6C">
              <w:t xml:space="preserve"> sur le sujet : toutes les applications/logiciels disponibles. Aucun détail ne sera indiqué durant cette tâche, juste des recherches superficielles. Créatio</w:t>
            </w:r>
            <w:r>
              <w:t xml:space="preserve">n des scénarios et des </w:t>
            </w:r>
            <w:proofErr w:type="spellStart"/>
            <w:r>
              <w:t>personas</w:t>
            </w:r>
            <w:proofErr w:type="spellEnd"/>
            <w:r>
              <w:t xml:space="preserve">. </w:t>
            </w:r>
          </w:p>
          <w:p w:rsidR="0089161F" w:rsidRPr="008F5B6C" w:rsidRDefault="0089161F" w:rsidP="001D5D79"/>
          <w:p w:rsidR="0089161F" w:rsidRPr="009E77DD" w:rsidRDefault="0089161F" w:rsidP="001D5D79">
            <w:pPr>
              <w:rPr>
                <w:u w:val="single"/>
              </w:rPr>
            </w:pPr>
            <w:r w:rsidRPr="0038722A">
              <w:rPr>
                <w:b/>
              </w:rPr>
              <w:t>Livrable 1 :</w:t>
            </w:r>
            <w:r w:rsidRPr="0038722A">
              <w:t xml:space="preserve"> Liste</w:t>
            </w:r>
            <w:r w:rsidRPr="00327658">
              <w:t xml:space="preserve"> d’applications (</w:t>
            </w:r>
            <w:r w:rsidR="002F09DE">
              <w:t>Brendan VIALE, fichier texte, 24/04</w:t>
            </w:r>
            <w:r w:rsidRPr="00327658">
              <w:t>)</w:t>
            </w:r>
          </w:p>
          <w:p w:rsidR="0089161F" w:rsidRDefault="0089161F" w:rsidP="001D5D79">
            <w:pPr>
              <w:rPr>
                <w:u w:val="single"/>
              </w:rPr>
            </w:pPr>
          </w:p>
          <w:p w:rsidR="0089161F" w:rsidRPr="00327658" w:rsidRDefault="0089161F" w:rsidP="001D5D79">
            <w:r w:rsidRPr="0038722A">
              <w:rPr>
                <w:b/>
              </w:rPr>
              <w:t>Livrable 2:</w:t>
            </w:r>
            <w:r w:rsidRPr="00327658">
              <w:t xml:space="preserve"> Scénarios (</w:t>
            </w:r>
            <w:r w:rsidR="00C648C4">
              <w:t>Brendan VIALE, fichier texte, 30</w:t>
            </w:r>
            <w:r w:rsidR="002F09DE">
              <w:t>/04</w:t>
            </w:r>
            <w:r w:rsidRPr="00327658">
              <w:t>)</w:t>
            </w:r>
          </w:p>
          <w:p w:rsidR="0089161F" w:rsidRPr="009E77DD" w:rsidRDefault="0089161F" w:rsidP="001D5D79">
            <w:r w:rsidRPr="009E77DD">
              <w:rPr>
                <w:b/>
              </w:rPr>
              <w:t>Plan de secours :</w:t>
            </w:r>
            <w:r w:rsidRPr="009E77DD">
              <w:t xml:space="preserve"> Si le temps manque, un seul scénario peut être rendu</w:t>
            </w:r>
          </w:p>
          <w:p w:rsidR="0089161F" w:rsidRDefault="0089161F" w:rsidP="001D5D79">
            <w:pPr>
              <w:rPr>
                <w:u w:val="single"/>
              </w:rPr>
            </w:pPr>
          </w:p>
          <w:p w:rsidR="0089161F" w:rsidRPr="009E77DD" w:rsidRDefault="0089161F" w:rsidP="001D5D79">
            <w:r w:rsidRPr="0038722A">
              <w:rPr>
                <w:b/>
              </w:rPr>
              <w:t>Livrable 3 :</w:t>
            </w:r>
            <w:r w:rsidRPr="00327658">
              <w:t xml:space="preserve"> Persona (R</w:t>
            </w:r>
            <w:r w:rsidR="00C648C4">
              <w:t>emi CHARENTUS, fichier texte, 30</w:t>
            </w:r>
            <w:r w:rsidR="002F09DE">
              <w:t>/04</w:t>
            </w:r>
            <w:r w:rsidRPr="00327658">
              <w:t>)</w:t>
            </w:r>
          </w:p>
          <w:p w:rsidR="0089161F" w:rsidRPr="009E77DD" w:rsidRDefault="0089161F" w:rsidP="001D5D79">
            <w:r w:rsidRPr="009E77DD">
              <w:rPr>
                <w:b/>
              </w:rPr>
              <w:t>Plan de secours :</w:t>
            </w:r>
            <w:r w:rsidRPr="009E77DD">
              <w:t xml:space="preserve"> Si le temps manque, un seul persona au lieu de plusieurs</w:t>
            </w:r>
          </w:p>
          <w:p w:rsidR="0089161F" w:rsidRPr="009E77DD" w:rsidRDefault="0089161F" w:rsidP="001D5D79">
            <w:pPr>
              <w:rPr>
                <w:u w:val="single"/>
              </w:rPr>
            </w:pPr>
          </w:p>
          <w:p w:rsidR="0089161F" w:rsidRPr="009E77DD" w:rsidRDefault="0089161F" w:rsidP="001D5D79">
            <w:pPr>
              <w:rPr>
                <w:u w:val="single"/>
              </w:rPr>
            </w:pPr>
            <w:r w:rsidRPr="0038722A">
              <w:rPr>
                <w:b/>
              </w:rPr>
              <w:t>Livrable 4 :</w:t>
            </w:r>
            <w:r w:rsidRPr="00327658">
              <w:t xml:space="preserve"> Diagrammes</w:t>
            </w:r>
            <w:r w:rsidR="00C648C4">
              <w:t xml:space="preserve"> (analyse) (Remi CHARENTUS, 30</w:t>
            </w:r>
            <w:r w:rsidR="002F09DE">
              <w:t>/04</w:t>
            </w:r>
            <w:r w:rsidRPr="00327658">
              <w:t>)</w:t>
            </w:r>
          </w:p>
          <w:p w:rsidR="0089161F" w:rsidRDefault="0089161F" w:rsidP="001D5D79">
            <w:pPr>
              <w:rPr>
                <w:b/>
              </w:rPr>
            </w:pPr>
          </w:p>
          <w:p w:rsidR="0089161F" w:rsidRPr="00327658" w:rsidRDefault="0089161F" w:rsidP="001D5D79">
            <w:pPr>
              <w:rPr>
                <w:b/>
                <w:u w:val="single"/>
              </w:rPr>
            </w:pPr>
          </w:p>
          <w:p w:rsidR="0089161F" w:rsidRPr="00327658" w:rsidRDefault="0089161F" w:rsidP="001D5D79">
            <w:pPr>
              <w:rPr>
                <w:b/>
                <w:u w:val="single"/>
              </w:rPr>
            </w:pPr>
            <w:r w:rsidRPr="00327658">
              <w:rPr>
                <w:b/>
                <w:u w:val="single"/>
              </w:rPr>
              <w:t>Tache 2 : C</w:t>
            </w:r>
            <w:r w:rsidR="00C648C4">
              <w:rPr>
                <w:b/>
                <w:u w:val="single"/>
              </w:rPr>
              <w:t>onception (Marion BENARROCHE, 30</w:t>
            </w:r>
            <w:r>
              <w:rPr>
                <w:b/>
                <w:u w:val="single"/>
              </w:rPr>
              <w:t>/04</w:t>
            </w:r>
            <w:r w:rsidRPr="00327658">
              <w:rPr>
                <w:b/>
                <w:u w:val="single"/>
              </w:rPr>
              <w:t xml:space="preserve"> – 20/06, 120)</w:t>
            </w:r>
          </w:p>
          <w:p w:rsidR="0089161F" w:rsidRPr="00CE5865" w:rsidRDefault="0089161F" w:rsidP="001D5D79">
            <w:pPr>
              <w:rPr>
                <w:b/>
              </w:rPr>
            </w:pPr>
          </w:p>
          <w:p w:rsidR="0089161F" w:rsidRDefault="0089161F" w:rsidP="001D5D79">
            <w:r w:rsidRPr="008F5B6C">
              <w:t>Recherche plus approfondie de la tache 1. Tri des applications, logiciels et autres trouvés afin de garder seulement ce</w:t>
            </w:r>
            <w:r>
              <w:t>ux réalisables et adéquats</w:t>
            </w:r>
            <w:r w:rsidRPr="008F5B6C">
              <w:t xml:space="preserve"> au projet. Recherche d’API. Un contrôle des scénarios et des </w:t>
            </w:r>
            <w:proofErr w:type="spellStart"/>
            <w:r w:rsidRPr="008F5B6C">
              <w:t>personas</w:t>
            </w:r>
            <w:proofErr w:type="spellEnd"/>
            <w:r w:rsidRPr="008F5B6C">
              <w:t xml:space="preserve"> sera fait en fonction des applicatio</w:t>
            </w:r>
            <w:r>
              <w:t>ns et logiciels choisis</w:t>
            </w:r>
            <w:r w:rsidRPr="008F5B6C">
              <w:t>.</w:t>
            </w:r>
          </w:p>
          <w:p w:rsidR="0089161F" w:rsidRPr="008F5B6C" w:rsidRDefault="0089161F" w:rsidP="001D5D79"/>
          <w:p w:rsidR="0089161F" w:rsidRPr="00CE5865" w:rsidRDefault="0089161F" w:rsidP="001D5D79">
            <w:pPr>
              <w:rPr>
                <w:u w:val="single"/>
              </w:rPr>
            </w:pPr>
            <w:r w:rsidRPr="0038722A">
              <w:rPr>
                <w:b/>
              </w:rPr>
              <w:t>Livrable 1</w:t>
            </w:r>
            <w:r w:rsidRPr="00CE5865">
              <w:rPr>
                <w:b/>
                <w:u w:val="single"/>
              </w:rPr>
              <w:t> </w:t>
            </w:r>
            <w:r w:rsidRPr="00761140">
              <w:rPr>
                <w:b/>
              </w:rPr>
              <w:t>:</w:t>
            </w:r>
            <w:r w:rsidRPr="00761140">
              <w:t xml:space="preserve"> Diagrammes UML de séquences et de classes (conception) (Marion BENARROCHE, 20/06)</w:t>
            </w:r>
          </w:p>
          <w:p w:rsidR="0089161F" w:rsidRDefault="0089161F" w:rsidP="001D5D79"/>
          <w:p w:rsidR="0089161F" w:rsidRPr="00761140" w:rsidRDefault="0089161F" w:rsidP="001D5D79">
            <w:pPr>
              <w:rPr>
                <w:b/>
              </w:rPr>
            </w:pPr>
          </w:p>
          <w:p w:rsidR="0089161F" w:rsidRPr="00761140" w:rsidRDefault="0089161F" w:rsidP="001D5D79">
            <w:pPr>
              <w:rPr>
                <w:b/>
                <w:u w:val="single"/>
              </w:rPr>
            </w:pPr>
            <w:r w:rsidRPr="00761140">
              <w:rPr>
                <w:b/>
                <w:u w:val="single"/>
              </w:rPr>
              <w:t>Tache 3 : Développem</w:t>
            </w:r>
            <w:r>
              <w:rPr>
                <w:b/>
                <w:u w:val="single"/>
              </w:rPr>
              <w:t xml:space="preserve">ent (Arno CACCAVELLI, 01/09 - 31/10 </w:t>
            </w:r>
            <w:r w:rsidRPr="00761140">
              <w:rPr>
                <w:b/>
                <w:u w:val="single"/>
              </w:rPr>
              <w:t>, 340)</w:t>
            </w:r>
          </w:p>
          <w:p w:rsidR="0089161F" w:rsidRPr="008F5B6C" w:rsidRDefault="0089161F" w:rsidP="001D5D79"/>
          <w:p w:rsidR="0089161F" w:rsidRDefault="0089161F" w:rsidP="001D5D79">
            <w:r w:rsidRPr="008F5B6C">
              <w:t>Intégration et utilisation de l’API choisie. Effectuer et exécuter les tests unitaires des modules développés.</w:t>
            </w:r>
          </w:p>
          <w:p w:rsidR="0089161F" w:rsidRPr="00761140" w:rsidRDefault="0089161F" w:rsidP="001D5D79"/>
          <w:p w:rsidR="0089161F" w:rsidRPr="00761140" w:rsidRDefault="0089161F" w:rsidP="001D5D79">
            <w:r w:rsidRPr="0038722A">
              <w:rPr>
                <w:b/>
              </w:rPr>
              <w:t>Livrable 1 :</w:t>
            </w:r>
            <w:r w:rsidRPr="00761140">
              <w:t xml:space="preserve"> Codes sources et tests unitaires (Arno CACCAVELLI, logiciel, </w:t>
            </w:r>
            <w:r w:rsidR="004C6005">
              <w:t>31/10</w:t>
            </w:r>
            <w:r w:rsidRPr="00761140">
              <w:t>)</w:t>
            </w:r>
          </w:p>
          <w:p w:rsidR="0089161F" w:rsidRPr="00761140" w:rsidRDefault="0089161F" w:rsidP="001D5D79"/>
          <w:p w:rsidR="0089161F" w:rsidRPr="00CE5865" w:rsidRDefault="0089161F" w:rsidP="001D5D79">
            <w:pPr>
              <w:rPr>
                <w:u w:val="single"/>
              </w:rPr>
            </w:pPr>
            <w:r w:rsidRPr="0038722A">
              <w:rPr>
                <w:b/>
              </w:rPr>
              <w:t>Livrable 2 :</w:t>
            </w:r>
            <w:r w:rsidRPr="00761140">
              <w:t xml:space="preserve"> Package fonctionnel de l’application (Remi</w:t>
            </w:r>
            <w:r w:rsidR="004C6005">
              <w:t xml:space="preserve"> CHARENTUS, logiciel, 31/10</w:t>
            </w:r>
            <w:r w:rsidRPr="00761140">
              <w:t>)</w:t>
            </w:r>
          </w:p>
          <w:p w:rsidR="0089161F" w:rsidRPr="008F5B6C" w:rsidRDefault="0089161F" w:rsidP="001D5D79"/>
          <w:p w:rsidR="0089161F" w:rsidRPr="008F5B6C" w:rsidRDefault="0089161F" w:rsidP="001D5D79"/>
        </w:tc>
      </w:tr>
    </w:tbl>
    <w:p w:rsidR="0089161F" w:rsidRPr="008F5B6C" w:rsidRDefault="0089161F" w:rsidP="0089161F"/>
    <w:p w:rsidR="0089161F" w:rsidRPr="008F5B6C" w:rsidRDefault="0089161F" w:rsidP="0089161F"/>
    <w:p w:rsidR="0089161F" w:rsidRDefault="0089161F" w:rsidP="0089161F"/>
    <w:p w:rsidR="0089161F" w:rsidRDefault="0089161F" w:rsidP="0089161F"/>
    <w:p w:rsidR="0089161F" w:rsidRPr="008F5B6C" w:rsidRDefault="0089161F" w:rsidP="0089161F"/>
    <w:p w:rsidR="00057A58" w:rsidRDefault="00057A58" w:rsidP="00CB6471"/>
    <w:p w:rsidR="00057A58" w:rsidRDefault="00057A58" w:rsidP="00CB6471"/>
    <w:tbl>
      <w:tblPr>
        <w:tblStyle w:val="Grilledutableau"/>
        <w:tblW w:w="0" w:type="auto"/>
        <w:tblLayout w:type="fixed"/>
        <w:tblLook w:val="04A0"/>
      </w:tblPr>
      <w:tblGrid>
        <w:gridCol w:w="1384"/>
        <w:gridCol w:w="3218"/>
        <w:gridCol w:w="2302"/>
        <w:gridCol w:w="859"/>
        <w:gridCol w:w="1417"/>
        <w:gridCol w:w="26"/>
      </w:tblGrid>
      <w:tr w:rsidR="00CB6471" w:rsidRPr="007F6F0A" w:rsidTr="00E03A70">
        <w:tc>
          <w:tcPr>
            <w:tcW w:w="1384" w:type="dxa"/>
            <w:shd w:val="clear" w:color="auto" w:fill="DBE5F1" w:themeFill="accent1" w:themeFillTint="33"/>
          </w:tcPr>
          <w:p w:rsidR="00CB6471" w:rsidRPr="007F6F0A" w:rsidRDefault="00CB6471" w:rsidP="00E03A70">
            <w:r w:rsidRPr="007F6F0A">
              <w:lastRenderedPageBreak/>
              <w:t>Identifiant</w:t>
            </w:r>
          </w:p>
        </w:tc>
        <w:tc>
          <w:tcPr>
            <w:tcW w:w="3218" w:type="dxa"/>
          </w:tcPr>
          <w:p w:rsidR="00CB6471" w:rsidRPr="000B455E" w:rsidRDefault="00CB6471" w:rsidP="00E03A70">
            <w:pPr>
              <w:rPr>
                <w:rStyle w:val="Emphaseple"/>
                <w:color w:val="auto"/>
              </w:rPr>
            </w:pPr>
            <w:r>
              <w:rPr>
                <w:rStyle w:val="Emphaseple"/>
                <w:color w:val="auto"/>
              </w:rPr>
              <w:t>L6</w:t>
            </w:r>
          </w:p>
        </w:tc>
        <w:tc>
          <w:tcPr>
            <w:tcW w:w="2302" w:type="dxa"/>
            <w:shd w:val="clear" w:color="auto" w:fill="DBE5F1" w:themeFill="accent1" w:themeFillTint="33"/>
          </w:tcPr>
          <w:p w:rsidR="00CB6471" w:rsidRPr="000B455E" w:rsidRDefault="00CB6471" w:rsidP="00E03A70">
            <w:r w:rsidRPr="000B455E">
              <w:t>Date de démarrage</w:t>
            </w:r>
          </w:p>
        </w:tc>
        <w:tc>
          <w:tcPr>
            <w:tcW w:w="2302" w:type="dxa"/>
            <w:gridSpan w:val="3"/>
          </w:tcPr>
          <w:p w:rsidR="00CB6471" w:rsidRPr="000B455E" w:rsidRDefault="00CB6471" w:rsidP="00E03A70">
            <w:pPr>
              <w:rPr>
                <w:rStyle w:val="Emphaseple"/>
                <w:color w:val="auto"/>
              </w:rPr>
            </w:pPr>
            <w:r>
              <w:rPr>
                <w:rStyle w:val="Emphaseple"/>
                <w:color w:val="auto"/>
              </w:rPr>
              <w:t>01/</w:t>
            </w:r>
            <w:r w:rsidR="00057A58">
              <w:rPr>
                <w:rStyle w:val="Emphaseple"/>
                <w:color w:val="auto"/>
              </w:rPr>
              <w:t>11</w:t>
            </w:r>
          </w:p>
        </w:tc>
      </w:tr>
      <w:tr w:rsidR="00CB6471" w:rsidRPr="007F6F0A" w:rsidTr="00E03A70">
        <w:tc>
          <w:tcPr>
            <w:tcW w:w="1384" w:type="dxa"/>
            <w:shd w:val="clear" w:color="auto" w:fill="DBE5F1" w:themeFill="accent1" w:themeFillTint="33"/>
          </w:tcPr>
          <w:p w:rsidR="00CB6471" w:rsidRPr="007F6F0A" w:rsidRDefault="00CB6471" w:rsidP="00E03A70">
            <w:r w:rsidRPr="007F6F0A">
              <w:t>Titre</w:t>
            </w:r>
          </w:p>
        </w:tc>
        <w:tc>
          <w:tcPr>
            <w:tcW w:w="3218" w:type="dxa"/>
          </w:tcPr>
          <w:p w:rsidR="00CB6471" w:rsidRPr="000B455E" w:rsidRDefault="00CB6471" w:rsidP="00CB6471">
            <w:pPr>
              <w:rPr>
                <w:rStyle w:val="Emphaseple"/>
                <w:color w:val="auto"/>
              </w:rPr>
            </w:pPr>
            <w:r>
              <w:rPr>
                <w:rStyle w:val="Emphaseple"/>
                <w:color w:val="auto"/>
              </w:rPr>
              <w:t>Intégration</w:t>
            </w:r>
          </w:p>
        </w:tc>
        <w:tc>
          <w:tcPr>
            <w:tcW w:w="2302" w:type="dxa"/>
            <w:shd w:val="clear" w:color="auto" w:fill="DBE5F1" w:themeFill="accent1" w:themeFillTint="33"/>
          </w:tcPr>
          <w:p w:rsidR="00CB6471" w:rsidRPr="000B455E" w:rsidRDefault="00CB6471" w:rsidP="00E03A70">
            <w:r w:rsidRPr="000B455E">
              <w:t>Date de fin</w:t>
            </w:r>
          </w:p>
        </w:tc>
        <w:tc>
          <w:tcPr>
            <w:tcW w:w="2302" w:type="dxa"/>
            <w:gridSpan w:val="3"/>
          </w:tcPr>
          <w:p w:rsidR="00CB6471" w:rsidRPr="000B455E" w:rsidRDefault="00057A58" w:rsidP="00E03A70">
            <w:pPr>
              <w:rPr>
                <w:rStyle w:val="Emphaseple"/>
                <w:color w:val="auto"/>
              </w:rPr>
            </w:pPr>
            <w:r>
              <w:rPr>
                <w:rStyle w:val="Emphaseple"/>
                <w:color w:val="auto"/>
              </w:rPr>
              <w:t>04</w:t>
            </w:r>
            <w:r w:rsidR="00CB6471">
              <w:rPr>
                <w:rStyle w:val="Emphaseple"/>
                <w:color w:val="auto"/>
              </w:rPr>
              <w:t>/</w:t>
            </w:r>
            <w:r>
              <w:rPr>
                <w:rStyle w:val="Emphaseple"/>
                <w:color w:val="auto"/>
              </w:rPr>
              <w:t>12</w:t>
            </w:r>
          </w:p>
        </w:tc>
      </w:tr>
      <w:tr w:rsidR="00CB6471" w:rsidRPr="007F6F0A" w:rsidTr="00E03A70">
        <w:trPr>
          <w:gridAfter w:val="1"/>
          <w:wAfter w:w="26" w:type="dxa"/>
        </w:trPr>
        <w:tc>
          <w:tcPr>
            <w:tcW w:w="1384" w:type="dxa"/>
            <w:shd w:val="clear" w:color="auto" w:fill="DBE5F1" w:themeFill="accent1" w:themeFillTint="33"/>
          </w:tcPr>
          <w:p w:rsidR="00CB6471" w:rsidRPr="007F6F0A" w:rsidRDefault="00CB6471" w:rsidP="00E03A70">
            <w:r w:rsidRPr="007F6F0A">
              <w:t>Participant</w:t>
            </w:r>
          </w:p>
        </w:tc>
        <w:tc>
          <w:tcPr>
            <w:tcW w:w="6379" w:type="dxa"/>
            <w:gridSpan w:val="3"/>
            <w:shd w:val="clear" w:color="auto" w:fill="DBE5F1" w:themeFill="accent1" w:themeFillTint="33"/>
          </w:tcPr>
          <w:p w:rsidR="00CB6471" w:rsidRPr="00F5426F" w:rsidRDefault="00266A24" w:rsidP="00266A24">
            <w:pPr>
              <w:jc w:val="center"/>
            </w:pPr>
            <w:r>
              <w:t>Tous les participants</w:t>
            </w:r>
          </w:p>
        </w:tc>
        <w:tc>
          <w:tcPr>
            <w:tcW w:w="1417" w:type="dxa"/>
            <w:shd w:val="clear" w:color="auto" w:fill="DBE5F1" w:themeFill="accent1" w:themeFillTint="33"/>
          </w:tcPr>
          <w:p w:rsidR="00CB6471" w:rsidRPr="007F6F0A" w:rsidRDefault="00CB6471" w:rsidP="00E03A70">
            <w:r>
              <w:t>TOTAL</w:t>
            </w:r>
          </w:p>
        </w:tc>
      </w:tr>
      <w:tr w:rsidR="00CB6471" w:rsidRPr="007F6F0A" w:rsidTr="00E03A70">
        <w:trPr>
          <w:gridAfter w:val="1"/>
          <w:wAfter w:w="26" w:type="dxa"/>
        </w:trPr>
        <w:tc>
          <w:tcPr>
            <w:tcW w:w="1384" w:type="dxa"/>
            <w:shd w:val="clear" w:color="auto" w:fill="DBE5F1" w:themeFill="accent1" w:themeFillTint="33"/>
          </w:tcPr>
          <w:p w:rsidR="00CB6471" w:rsidRPr="007F6F0A" w:rsidRDefault="00CB6471" w:rsidP="00E03A70">
            <w:r w:rsidRPr="007F6F0A">
              <w:t>Effort</w:t>
            </w:r>
          </w:p>
        </w:tc>
        <w:tc>
          <w:tcPr>
            <w:tcW w:w="6379" w:type="dxa"/>
            <w:gridSpan w:val="3"/>
          </w:tcPr>
          <w:p w:rsidR="00CB6471" w:rsidRPr="007F6F0A" w:rsidRDefault="00E903A9" w:rsidP="00E03A70">
            <w:pPr>
              <w:jc w:val="center"/>
            </w:pPr>
            <w:r>
              <w:t>2</w:t>
            </w:r>
            <w:r w:rsidR="004B1A97">
              <w:t>00</w:t>
            </w:r>
          </w:p>
        </w:tc>
        <w:tc>
          <w:tcPr>
            <w:tcW w:w="1417" w:type="dxa"/>
            <w:shd w:val="clear" w:color="auto" w:fill="FFFFFF" w:themeFill="background1"/>
          </w:tcPr>
          <w:p w:rsidR="00CB6471" w:rsidRPr="007F6F0A" w:rsidRDefault="00E44231" w:rsidP="00E03A70">
            <w:r>
              <w:t>2</w:t>
            </w:r>
            <w:r w:rsidR="004B1A97">
              <w:t>00</w:t>
            </w:r>
          </w:p>
        </w:tc>
      </w:tr>
    </w:tbl>
    <w:p w:rsidR="00CB6471" w:rsidRPr="007F6F0A" w:rsidRDefault="00CB6471" w:rsidP="00CB6471"/>
    <w:tbl>
      <w:tblPr>
        <w:tblStyle w:val="Grilledutableau"/>
        <w:tblW w:w="0" w:type="auto"/>
        <w:tblLook w:val="04A0"/>
      </w:tblPr>
      <w:tblGrid>
        <w:gridCol w:w="9206"/>
      </w:tblGrid>
      <w:tr w:rsidR="00CB6471" w:rsidRPr="007F6F0A" w:rsidTr="00E03A70">
        <w:tc>
          <w:tcPr>
            <w:tcW w:w="9206" w:type="dxa"/>
          </w:tcPr>
          <w:p w:rsidR="00CB6471" w:rsidRPr="0003546F" w:rsidRDefault="00CB6471" w:rsidP="00E03A70">
            <w:pPr>
              <w:pStyle w:val="Titre3"/>
              <w:ind w:left="720"/>
              <w:rPr>
                <w:rStyle w:val="Emphaseple"/>
              </w:rPr>
            </w:pPr>
            <w:r w:rsidRPr="007F6F0A">
              <w:t>Objectifs du lot</w:t>
            </w:r>
          </w:p>
          <w:p w:rsidR="00CB6471" w:rsidRPr="007F6F0A" w:rsidRDefault="00CB6471" w:rsidP="00E03A70"/>
          <w:p w:rsidR="00CB6471" w:rsidRDefault="004F66B2" w:rsidP="00E03A70">
            <w:pPr>
              <w:pStyle w:val="Paragraphedeliste"/>
              <w:numPr>
                <w:ilvl w:val="0"/>
                <w:numId w:val="9"/>
              </w:numPr>
            </w:pPr>
            <w:r>
              <w:t>Réussir à</w:t>
            </w:r>
            <w:r w:rsidR="007778E4">
              <w:t xml:space="preserve"> intégrer tous</w:t>
            </w:r>
            <w:r w:rsidR="004017D3">
              <w:t xml:space="preserve"> les lots dans un seul programme fonctionnel.</w:t>
            </w:r>
          </w:p>
          <w:p w:rsidR="00CB6471" w:rsidRDefault="004F66B2" w:rsidP="00E03A70">
            <w:pPr>
              <w:pStyle w:val="Paragraphedeliste"/>
              <w:numPr>
                <w:ilvl w:val="0"/>
                <w:numId w:val="9"/>
              </w:numPr>
            </w:pPr>
            <w:r>
              <w:t>Faire attention à</w:t>
            </w:r>
            <w:r w:rsidR="004017D3">
              <w:t xml:space="preserve"> </w:t>
            </w:r>
            <w:r w:rsidR="003C09CE">
              <w:t>ce que tous</w:t>
            </w:r>
            <w:r w:rsidR="007778E4">
              <w:t xml:space="preserve"> les lots soit bien synchronisés avec tous les détails </w:t>
            </w:r>
            <w:r w:rsidR="004017D3">
              <w:t xml:space="preserve"> ajuster.</w:t>
            </w:r>
          </w:p>
          <w:p w:rsidR="00CB6471" w:rsidRPr="007F6F0A" w:rsidRDefault="00CB6471" w:rsidP="00E03A70">
            <w:pPr>
              <w:pStyle w:val="Paragraphedeliste"/>
            </w:pPr>
          </w:p>
        </w:tc>
      </w:tr>
    </w:tbl>
    <w:p w:rsidR="00CB6471" w:rsidRPr="007F6F0A" w:rsidRDefault="00CB6471" w:rsidP="00CB6471"/>
    <w:tbl>
      <w:tblPr>
        <w:tblStyle w:val="Grilledutableau"/>
        <w:tblW w:w="0" w:type="auto"/>
        <w:tblLook w:val="04A0"/>
      </w:tblPr>
      <w:tblGrid>
        <w:gridCol w:w="9206"/>
      </w:tblGrid>
      <w:tr w:rsidR="00CB6471" w:rsidRPr="007F6F0A" w:rsidTr="00E03A70">
        <w:tc>
          <w:tcPr>
            <w:tcW w:w="9206" w:type="dxa"/>
          </w:tcPr>
          <w:p w:rsidR="00CB6471" w:rsidRDefault="00CB6471" w:rsidP="00E03A70">
            <w:pPr>
              <w:pStyle w:val="Titre3"/>
            </w:pPr>
            <w:r w:rsidRPr="007F6F0A">
              <w:t>Description du lot</w:t>
            </w:r>
          </w:p>
          <w:p w:rsidR="00CB6471" w:rsidRPr="00A22965" w:rsidRDefault="00CB6471" w:rsidP="00E03A70">
            <w:pPr>
              <w:rPr>
                <w:b/>
                <w:u w:val="single"/>
              </w:rPr>
            </w:pPr>
          </w:p>
          <w:p w:rsidR="00CB6471" w:rsidRPr="00A22965" w:rsidRDefault="00CB6471" w:rsidP="00E03A70">
            <w:pPr>
              <w:rPr>
                <w:b/>
                <w:u w:val="single"/>
              </w:rPr>
            </w:pPr>
            <w:r w:rsidRPr="00A22965">
              <w:rPr>
                <w:b/>
                <w:u w:val="single"/>
              </w:rPr>
              <w:t xml:space="preserve">Tache 1 : </w:t>
            </w:r>
            <w:r w:rsidR="00143405" w:rsidRPr="00A22965">
              <w:rPr>
                <w:b/>
                <w:u w:val="single"/>
              </w:rPr>
              <w:t>Intégration globale</w:t>
            </w:r>
            <w:r w:rsidRPr="00A22965">
              <w:rPr>
                <w:b/>
                <w:u w:val="single"/>
              </w:rPr>
              <w:t xml:space="preserve"> (Julien ATTARD, </w:t>
            </w:r>
            <w:r w:rsidR="000E45EC" w:rsidRPr="00A22965">
              <w:rPr>
                <w:b/>
                <w:u w:val="single"/>
              </w:rPr>
              <w:t>01/11 – </w:t>
            </w:r>
            <w:r w:rsidR="008B3336" w:rsidRPr="00A22965">
              <w:rPr>
                <w:b/>
                <w:u w:val="single"/>
              </w:rPr>
              <w:t>18</w:t>
            </w:r>
            <w:r w:rsidR="00143405" w:rsidRPr="00A22965">
              <w:rPr>
                <w:b/>
                <w:u w:val="single"/>
              </w:rPr>
              <w:t>/1</w:t>
            </w:r>
            <w:r w:rsidR="000E45EC" w:rsidRPr="00A22965">
              <w:rPr>
                <w:b/>
                <w:u w:val="single"/>
              </w:rPr>
              <w:t>1</w:t>
            </w:r>
            <w:r w:rsidR="00894E2F" w:rsidRPr="00A22965">
              <w:rPr>
                <w:b/>
                <w:u w:val="single"/>
              </w:rPr>
              <w:t>, 1</w:t>
            </w:r>
            <w:r w:rsidR="00143405" w:rsidRPr="00A22965">
              <w:rPr>
                <w:b/>
                <w:u w:val="single"/>
              </w:rPr>
              <w:t>0</w:t>
            </w:r>
            <w:r w:rsidRPr="00A22965">
              <w:rPr>
                <w:b/>
                <w:u w:val="single"/>
              </w:rPr>
              <w:t>0)</w:t>
            </w:r>
          </w:p>
          <w:p w:rsidR="00ED5D29" w:rsidRPr="00ED5D29" w:rsidRDefault="00ED5D29" w:rsidP="00E03A70">
            <w:pPr>
              <w:rPr>
                <w:b/>
              </w:rPr>
            </w:pPr>
          </w:p>
          <w:p w:rsidR="00CB6471" w:rsidRDefault="00143405" w:rsidP="00E03A70">
            <w:r>
              <w:t xml:space="preserve">Intégration de chaque sous-programme pour créer un projet </w:t>
            </w:r>
            <w:r w:rsidR="00A76015">
              <w:t>global.</w:t>
            </w:r>
          </w:p>
          <w:p w:rsidR="00ED5D29" w:rsidRPr="00A22965" w:rsidRDefault="00ED5D29" w:rsidP="00E03A70"/>
          <w:p w:rsidR="00143405" w:rsidRPr="00A22965" w:rsidRDefault="00143405" w:rsidP="00143405">
            <w:r w:rsidRPr="00A22965">
              <w:rPr>
                <w:b/>
              </w:rPr>
              <w:t>Livrable 1 :</w:t>
            </w:r>
            <w:r w:rsidRPr="00A22965">
              <w:t xml:space="preserve"> </w:t>
            </w:r>
            <w:r w:rsidR="00FD2106" w:rsidRPr="00A22965">
              <w:t>Logiciel final</w:t>
            </w:r>
            <w:r w:rsidRPr="00A22965">
              <w:t xml:space="preserve"> (</w:t>
            </w:r>
            <w:r w:rsidR="00FD2106" w:rsidRPr="00A22965">
              <w:t>Julien ATTARD, logiciel</w:t>
            </w:r>
            <w:r w:rsidRPr="00A22965">
              <w:t>, </w:t>
            </w:r>
            <w:r w:rsidR="00802A3F">
              <w:t>18/11</w:t>
            </w:r>
            <w:r w:rsidR="00FD2106" w:rsidRPr="00A22965">
              <w:t xml:space="preserve"> </w:t>
            </w:r>
            <w:r w:rsidRPr="00A22965">
              <w:t>au plus tard)</w:t>
            </w:r>
          </w:p>
          <w:p w:rsidR="00143405" w:rsidRPr="00A22965" w:rsidRDefault="00143405" w:rsidP="00E03A70">
            <w:pPr>
              <w:rPr>
                <w:u w:val="single"/>
              </w:rPr>
            </w:pPr>
          </w:p>
          <w:p w:rsidR="00CB6471" w:rsidRPr="00A22965" w:rsidRDefault="00CB6471" w:rsidP="00E03A70">
            <w:pPr>
              <w:rPr>
                <w:b/>
                <w:u w:val="single"/>
              </w:rPr>
            </w:pPr>
          </w:p>
          <w:p w:rsidR="00CB6471" w:rsidRPr="00A22965" w:rsidRDefault="00CB6471" w:rsidP="00E03A70">
            <w:pPr>
              <w:rPr>
                <w:b/>
                <w:u w:val="single"/>
              </w:rPr>
            </w:pPr>
            <w:r w:rsidRPr="00A22965">
              <w:rPr>
                <w:b/>
                <w:u w:val="single"/>
              </w:rPr>
              <w:t xml:space="preserve">Tache 2 : </w:t>
            </w:r>
            <w:r w:rsidR="00143405" w:rsidRPr="00A22965">
              <w:rPr>
                <w:b/>
                <w:u w:val="single"/>
              </w:rPr>
              <w:t xml:space="preserve">Correction des détails </w:t>
            </w:r>
            <w:r w:rsidRPr="00A22965">
              <w:rPr>
                <w:b/>
                <w:u w:val="single"/>
              </w:rPr>
              <w:t xml:space="preserve">(Julien </w:t>
            </w:r>
            <w:r w:rsidR="008B3336" w:rsidRPr="00A22965">
              <w:rPr>
                <w:b/>
                <w:u w:val="single"/>
              </w:rPr>
              <w:t>ATTARD, 18</w:t>
            </w:r>
            <w:r w:rsidR="00143405" w:rsidRPr="00A22965">
              <w:rPr>
                <w:b/>
                <w:u w:val="single"/>
              </w:rPr>
              <w:t>/1</w:t>
            </w:r>
            <w:r w:rsidR="000E45EC" w:rsidRPr="00A22965">
              <w:rPr>
                <w:b/>
                <w:u w:val="single"/>
              </w:rPr>
              <w:t xml:space="preserve">1 – </w:t>
            </w:r>
            <w:r w:rsidR="00EF4CDF" w:rsidRPr="00A22965">
              <w:rPr>
                <w:b/>
                <w:u w:val="single"/>
              </w:rPr>
              <w:t>04</w:t>
            </w:r>
            <w:r w:rsidR="008B3336" w:rsidRPr="00A22965">
              <w:rPr>
                <w:b/>
                <w:u w:val="single"/>
              </w:rPr>
              <w:t>/12</w:t>
            </w:r>
            <w:r w:rsidR="00894E2F" w:rsidRPr="00A22965">
              <w:rPr>
                <w:b/>
                <w:u w:val="single"/>
              </w:rPr>
              <w:t>,</w:t>
            </w:r>
            <w:r w:rsidR="008B3336" w:rsidRPr="00A22965">
              <w:rPr>
                <w:b/>
                <w:u w:val="single"/>
              </w:rPr>
              <w:t xml:space="preserve"> </w:t>
            </w:r>
            <w:r w:rsidR="00894E2F" w:rsidRPr="00A22965">
              <w:rPr>
                <w:b/>
                <w:u w:val="single"/>
              </w:rPr>
              <w:t>1</w:t>
            </w:r>
            <w:r w:rsidR="00143405" w:rsidRPr="00A22965">
              <w:rPr>
                <w:b/>
                <w:u w:val="single"/>
              </w:rPr>
              <w:t>0</w:t>
            </w:r>
            <w:r w:rsidRPr="00A22965">
              <w:rPr>
                <w:b/>
                <w:u w:val="single"/>
              </w:rPr>
              <w:t>0)</w:t>
            </w:r>
          </w:p>
          <w:p w:rsidR="00ED5D29" w:rsidRPr="00ED5D29" w:rsidRDefault="00ED5D29" w:rsidP="00E03A70">
            <w:pPr>
              <w:rPr>
                <w:b/>
              </w:rPr>
            </w:pPr>
          </w:p>
          <w:p w:rsidR="00CB6471" w:rsidRPr="00A22965" w:rsidRDefault="004B2C2D" w:rsidP="00E03A70">
            <w:r>
              <w:t xml:space="preserve">Correction du précédent programme en ajustant tous les détails </w:t>
            </w:r>
            <w:r w:rsidR="00FE68C8">
              <w:t xml:space="preserve">(mal anticipés par exemple) </w:t>
            </w:r>
            <w:r w:rsidR="00A76015">
              <w:t>pour qu'il soit prêt à</w:t>
            </w:r>
            <w:r>
              <w:t xml:space="preserve"> être testé !</w:t>
            </w:r>
          </w:p>
          <w:p w:rsidR="00ED5D29" w:rsidRPr="00A22965" w:rsidRDefault="00ED5D29" w:rsidP="00E03A70">
            <w:pPr>
              <w:rPr>
                <w:b/>
              </w:rPr>
            </w:pPr>
          </w:p>
          <w:p w:rsidR="004B2C2D" w:rsidRPr="00A22965" w:rsidRDefault="004B2C2D" w:rsidP="00E03A70">
            <w:r w:rsidRPr="00A22965">
              <w:rPr>
                <w:b/>
              </w:rPr>
              <w:t>Livrable 1 :</w:t>
            </w:r>
            <w:r w:rsidRPr="00A22965">
              <w:t xml:space="preserve"> Logiciel final avec correction des détails</w:t>
            </w:r>
            <w:r w:rsidR="00802A3F">
              <w:t xml:space="preserve"> (Julien ATTARD, logiciel, 04/12</w:t>
            </w:r>
            <w:r w:rsidRPr="00A22965">
              <w:t xml:space="preserve"> au plus tard)</w:t>
            </w:r>
          </w:p>
          <w:p w:rsidR="00CB6471" w:rsidRPr="007F6F0A" w:rsidRDefault="00CB6471" w:rsidP="00E03A70">
            <w:r w:rsidRPr="007F6F0A">
              <w:t xml:space="preserve"> </w:t>
            </w:r>
          </w:p>
        </w:tc>
      </w:tr>
    </w:tbl>
    <w:p w:rsidR="00CB6471" w:rsidRDefault="00CB6471" w:rsidP="00CB6471"/>
    <w:p w:rsidR="00CB6471" w:rsidRDefault="00CB6471" w:rsidP="00CB6471"/>
    <w:p w:rsidR="00CB6471" w:rsidRDefault="00CB6471" w:rsidP="00CB6471"/>
    <w:p w:rsidR="00CB6471" w:rsidRDefault="00CB6471" w:rsidP="00CB6471"/>
    <w:p w:rsidR="00CB6471" w:rsidRDefault="00CB6471" w:rsidP="00CB6471"/>
    <w:p w:rsidR="00CB6471" w:rsidRDefault="00CB6471" w:rsidP="00CB6471"/>
    <w:p w:rsidR="00CB6471" w:rsidRDefault="00CB6471" w:rsidP="00CB6471"/>
    <w:p w:rsidR="00CB6471" w:rsidRDefault="00CB6471" w:rsidP="00CB6471"/>
    <w:p w:rsidR="00CB6471" w:rsidRDefault="00CB6471" w:rsidP="00CB6471"/>
    <w:p w:rsidR="00CB6471" w:rsidRDefault="00CB6471" w:rsidP="00CB6471"/>
    <w:p w:rsidR="00CB6471" w:rsidRDefault="00CB6471" w:rsidP="00CB6471"/>
    <w:p w:rsidR="00CB6471" w:rsidRDefault="00CB6471" w:rsidP="00CB6471"/>
    <w:p w:rsidR="00CB6471" w:rsidRDefault="00CB6471" w:rsidP="00CB6471"/>
    <w:p w:rsidR="00CB6471" w:rsidRDefault="00CB6471" w:rsidP="00CB6471"/>
    <w:p w:rsidR="00CB6471" w:rsidRDefault="00CB6471" w:rsidP="00CB6471"/>
    <w:p w:rsidR="00AB1714" w:rsidRDefault="00AB1714" w:rsidP="00CB6471"/>
    <w:p w:rsidR="000B0889" w:rsidRDefault="000B0889" w:rsidP="00CB6471"/>
    <w:p w:rsidR="00CB6471" w:rsidRDefault="00CB6471" w:rsidP="00CB6471"/>
    <w:p w:rsidR="00CB6471" w:rsidRDefault="00CB6471" w:rsidP="00CB6471"/>
    <w:tbl>
      <w:tblPr>
        <w:tblStyle w:val="Grilledutableau"/>
        <w:tblW w:w="0" w:type="auto"/>
        <w:tblLayout w:type="fixed"/>
        <w:tblLook w:val="04A0"/>
      </w:tblPr>
      <w:tblGrid>
        <w:gridCol w:w="1384"/>
        <w:gridCol w:w="3218"/>
        <w:gridCol w:w="2302"/>
        <w:gridCol w:w="859"/>
        <w:gridCol w:w="1417"/>
        <w:gridCol w:w="26"/>
      </w:tblGrid>
      <w:tr w:rsidR="00CB6471" w:rsidRPr="007F6F0A" w:rsidTr="00E03A70">
        <w:tc>
          <w:tcPr>
            <w:tcW w:w="1384" w:type="dxa"/>
            <w:shd w:val="clear" w:color="auto" w:fill="DBE5F1" w:themeFill="accent1" w:themeFillTint="33"/>
          </w:tcPr>
          <w:p w:rsidR="00CB6471" w:rsidRPr="007F6F0A" w:rsidRDefault="00CB6471" w:rsidP="00E03A70">
            <w:r w:rsidRPr="007F6F0A">
              <w:t>Identifiant</w:t>
            </w:r>
          </w:p>
        </w:tc>
        <w:tc>
          <w:tcPr>
            <w:tcW w:w="3218" w:type="dxa"/>
          </w:tcPr>
          <w:p w:rsidR="00CB6471" w:rsidRPr="000B455E" w:rsidRDefault="00CB6471" w:rsidP="00E03A70">
            <w:pPr>
              <w:rPr>
                <w:rStyle w:val="Emphaseple"/>
                <w:color w:val="auto"/>
              </w:rPr>
            </w:pPr>
            <w:r>
              <w:rPr>
                <w:rStyle w:val="Emphaseple"/>
                <w:color w:val="auto"/>
              </w:rPr>
              <w:t>L</w:t>
            </w:r>
            <w:r w:rsidR="00AB1714">
              <w:rPr>
                <w:rStyle w:val="Emphaseple"/>
                <w:color w:val="auto"/>
              </w:rPr>
              <w:t>7</w:t>
            </w:r>
          </w:p>
        </w:tc>
        <w:tc>
          <w:tcPr>
            <w:tcW w:w="2302" w:type="dxa"/>
            <w:shd w:val="clear" w:color="auto" w:fill="DBE5F1" w:themeFill="accent1" w:themeFillTint="33"/>
          </w:tcPr>
          <w:p w:rsidR="00CB6471" w:rsidRPr="000B455E" w:rsidRDefault="00CB6471" w:rsidP="00E03A70">
            <w:r w:rsidRPr="000B455E">
              <w:t>Date de démarrage</w:t>
            </w:r>
          </w:p>
        </w:tc>
        <w:tc>
          <w:tcPr>
            <w:tcW w:w="2302" w:type="dxa"/>
            <w:gridSpan w:val="3"/>
          </w:tcPr>
          <w:p w:rsidR="00CB6471" w:rsidRPr="000B455E" w:rsidRDefault="00057A58" w:rsidP="00E03A70">
            <w:pPr>
              <w:rPr>
                <w:rStyle w:val="Emphaseple"/>
                <w:color w:val="auto"/>
              </w:rPr>
            </w:pPr>
            <w:r>
              <w:rPr>
                <w:rStyle w:val="Emphaseple"/>
                <w:color w:val="auto"/>
              </w:rPr>
              <w:t>04</w:t>
            </w:r>
            <w:r w:rsidR="00AB1714">
              <w:rPr>
                <w:rStyle w:val="Emphaseple"/>
                <w:color w:val="auto"/>
              </w:rPr>
              <w:t>/1</w:t>
            </w:r>
            <w:r>
              <w:rPr>
                <w:rStyle w:val="Emphaseple"/>
                <w:color w:val="auto"/>
              </w:rPr>
              <w:t>2</w:t>
            </w:r>
          </w:p>
        </w:tc>
      </w:tr>
      <w:tr w:rsidR="00CB6471" w:rsidRPr="007F6F0A" w:rsidTr="00E03A70">
        <w:tc>
          <w:tcPr>
            <w:tcW w:w="1384" w:type="dxa"/>
            <w:shd w:val="clear" w:color="auto" w:fill="DBE5F1" w:themeFill="accent1" w:themeFillTint="33"/>
          </w:tcPr>
          <w:p w:rsidR="00CB6471" w:rsidRPr="007F6F0A" w:rsidRDefault="00CB6471" w:rsidP="00E03A70">
            <w:r w:rsidRPr="007F6F0A">
              <w:t>Titre</w:t>
            </w:r>
          </w:p>
        </w:tc>
        <w:tc>
          <w:tcPr>
            <w:tcW w:w="3218" w:type="dxa"/>
          </w:tcPr>
          <w:p w:rsidR="00CB6471" w:rsidRPr="000B455E" w:rsidRDefault="00C13134" w:rsidP="00E03A70">
            <w:pPr>
              <w:rPr>
                <w:rStyle w:val="Emphaseple"/>
                <w:color w:val="auto"/>
              </w:rPr>
            </w:pPr>
            <w:r>
              <w:rPr>
                <w:rStyle w:val="Emphaseple"/>
                <w:color w:val="auto"/>
              </w:rPr>
              <w:t>Expérimentation</w:t>
            </w:r>
          </w:p>
        </w:tc>
        <w:tc>
          <w:tcPr>
            <w:tcW w:w="2302" w:type="dxa"/>
            <w:shd w:val="clear" w:color="auto" w:fill="DBE5F1" w:themeFill="accent1" w:themeFillTint="33"/>
          </w:tcPr>
          <w:p w:rsidR="00CB6471" w:rsidRPr="000B455E" w:rsidRDefault="00CB6471" w:rsidP="00E03A70">
            <w:r w:rsidRPr="000B455E">
              <w:t>Date de fin</w:t>
            </w:r>
          </w:p>
        </w:tc>
        <w:tc>
          <w:tcPr>
            <w:tcW w:w="2302" w:type="dxa"/>
            <w:gridSpan w:val="3"/>
          </w:tcPr>
          <w:p w:rsidR="00CB6471" w:rsidRPr="000B455E" w:rsidRDefault="00AB1714" w:rsidP="00E03A70">
            <w:pPr>
              <w:rPr>
                <w:rStyle w:val="Emphaseple"/>
                <w:color w:val="auto"/>
              </w:rPr>
            </w:pPr>
            <w:r>
              <w:rPr>
                <w:rStyle w:val="Emphaseple"/>
                <w:color w:val="auto"/>
              </w:rPr>
              <w:t>18/12</w:t>
            </w:r>
          </w:p>
        </w:tc>
      </w:tr>
      <w:tr w:rsidR="00CB6471" w:rsidRPr="007F6F0A" w:rsidTr="00E03A70">
        <w:trPr>
          <w:gridAfter w:val="1"/>
          <w:wAfter w:w="26" w:type="dxa"/>
        </w:trPr>
        <w:tc>
          <w:tcPr>
            <w:tcW w:w="1384" w:type="dxa"/>
            <w:shd w:val="clear" w:color="auto" w:fill="DBE5F1" w:themeFill="accent1" w:themeFillTint="33"/>
          </w:tcPr>
          <w:p w:rsidR="00CB6471" w:rsidRPr="007F6F0A" w:rsidRDefault="00CB6471" w:rsidP="00E03A70">
            <w:r w:rsidRPr="007F6F0A">
              <w:t>Participant</w:t>
            </w:r>
          </w:p>
        </w:tc>
        <w:tc>
          <w:tcPr>
            <w:tcW w:w="6379" w:type="dxa"/>
            <w:gridSpan w:val="3"/>
            <w:shd w:val="clear" w:color="auto" w:fill="DBE5F1" w:themeFill="accent1" w:themeFillTint="33"/>
          </w:tcPr>
          <w:p w:rsidR="00CB6471" w:rsidRPr="00F5426F" w:rsidRDefault="00CB6471" w:rsidP="00E03A70">
            <w:pPr>
              <w:jc w:val="center"/>
            </w:pPr>
            <w:r>
              <w:t>Tout les participants</w:t>
            </w:r>
          </w:p>
        </w:tc>
        <w:tc>
          <w:tcPr>
            <w:tcW w:w="1417" w:type="dxa"/>
            <w:shd w:val="clear" w:color="auto" w:fill="DBE5F1" w:themeFill="accent1" w:themeFillTint="33"/>
          </w:tcPr>
          <w:p w:rsidR="00CB6471" w:rsidRPr="007F6F0A" w:rsidRDefault="00CB6471" w:rsidP="00E03A70">
            <w:r>
              <w:t>TOTAL</w:t>
            </w:r>
          </w:p>
        </w:tc>
      </w:tr>
      <w:tr w:rsidR="00CB6471" w:rsidRPr="007F6F0A" w:rsidTr="00E03A70">
        <w:trPr>
          <w:gridAfter w:val="1"/>
          <w:wAfter w:w="26" w:type="dxa"/>
        </w:trPr>
        <w:tc>
          <w:tcPr>
            <w:tcW w:w="1384" w:type="dxa"/>
            <w:shd w:val="clear" w:color="auto" w:fill="DBE5F1" w:themeFill="accent1" w:themeFillTint="33"/>
          </w:tcPr>
          <w:p w:rsidR="00CB6471" w:rsidRPr="007F6F0A" w:rsidRDefault="00CB6471" w:rsidP="00E03A70">
            <w:r w:rsidRPr="007F6F0A">
              <w:t>Effort</w:t>
            </w:r>
          </w:p>
        </w:tc>
        <w:tc>
          <w:tcPr>
            <w:tcW w:w="6379" w:type="dxa"/>
            <w:gridSpan w:val="3"/>
          </w:tcPr>
          <w:p w:rsidR="00CB6471" w:rsidRPr="007F6F0A" w:rsidRDefault="009F225B" w:rsidP="00E03A70">
            <w:pPr>
              <w:jc w:val="center"/>
            </w:pPr>
            <w:r>
              <w:t>100</w:t>
            </w:r>
          </w:p>
        </w:tc>
        <w:tc>
          <w:tcPr>
            <w:tcW w:w="1417" w:type="dxa"/>
            <w:shd w:val="clear" w:color="auto" w:fill="FFFFFF" w:themeFill="background1"/>
          </w:tcPr>
          <w:p w:rsidR="00CB6471" w:rsidRPr="007F6F0A" w:rsidRDefault="00E44231" w:rsidP="00E03A70">
            <w:r>
              <w:t>1</w:t>
            </w:r>
            <w:r w:rsidR="00CB6471">
              <w:t>00</w:t>
            </w:r>
          </w:p>
        </w:tc>
      </w:tr>
    </w:tbl>
    <w:p w:rsidR="00CB6471" w:rsidRPr="007F6F0A" w:rsidRDefault="00CB6471" w:rsidP="00CB6471"/>
    <w:tbl>
      <w:tblPr>
        <w:tblStyle w:val="Grilledutableau"/>
        <w:tblW w:w="0" w:type="auto"/>
        <w:tblLook w:val="04A0"/>
      </w:tblPr>
      <w:tblGrid>
        <w:gridCol w:w="9206"/>
      </w:tblGrid>
      <w:tr w:rsidR="00CB6471" w:rsidRPr="007F6F0A" w:rsidTr="00E03A70">
        <w:tc>
          <w:tcPr>
            <w:tcW w:w="9206" w:type="dxa"/>
          </w:tcPr>
          <w:p w:rsidR="00CB6471" w:rsidRPr="0003546F" w:rsidRDefault="00CB6471" w:rsidP="00E03A70">
            <w:pPr>
              <w:pStyle w:val="Titre3"/>
              <w:ind w:left="720"/>
              <w:rPr>
                <w:rStyle w:val="Emphaseple"/>
              </w:rPr>
            </w:pPr>
            <w:r w:rsidRPr="007F6F0A">
              <w:t>Objectifs du lot</w:t>
            </w:r>
          </w:p>
          <w:p w:rsidR="00CB6471" w:rsidRPr="007F6F0A" w:rsidRDefault="00CB6471" w:rsidP="00E03A70"/>
          <w:p w:rsidR="00CB6471" w:rsidRDefault="00C13134" w:rsidP="00E03A70">
            <w:pPr>
              <w:pStyle w:val="Paragraphedeliste"/>
              <w:numPr>
                <w:ilvl w:val="0"/>
                <w:numId w:val="9"/>
              </w:numPr>
            </w:pPr>
            <w:r>
              <w:t>Faire tester le programme par des utilisateurs.</w:t>
            </w:r>
          </w:p>
          <w:p w:rsidR="00CB6471" w:rsidRDefault="00C13134" w:rsidP="00E03A70">
            <w:pPr>
              <w:pStyle w:val="Paragraphedeliste"/>
              <w:numPr>
                <w:ilvl w:val="0"/>
                <w:numId w:val="9"/>
              </w:numPr>
            </w:pPr>
            <w:r>
              <w:t>Modification du programme final selon les retours.</w:t>
            </w:r>
          </w:p>
          <w:p w:rsidR="00C13134" w:rsidRDefault="00C13134" w:rsidP="00E03A70">
            <w:pPr>
              <w:pStyle w:val="Paragraphedeliste"/>
              <w:numPr>
                <w:ilvl w:val="0"/>
                <w:numId w:val="9"/>
              </w:numPr>
            </w:pPr>
            <w:r>
              <w:t>Rédiger un compte rendu de l'</w:t>
            </w:r>
            <w:r w:rsidR="00A76015">
              <w:t>expérimentation</w:t>
            </w:r>
            <w:r>
              <w:t xml:space="preserve"> de l'application.</w:t>
            </w:r>
          </w:p>
          <w:p w:rsidR="00CB6471" w:rsidRPr="007F6F0A" w:rsidRDefault="00CB6471" w:rsidP="00E03A70">
            <w:pPr>
              <w:pStyle w:val="Paragraphedeliste"/>
            </w:pPr>
          </w:p>
        </w:tc>
      </w:tr>
    </w:tbl>
    <w:p w:rsidR="00CB6471" w:rsidRPr="007F6F0A" w:rsidRDefault="00CB6471" w:rsidP="00CB6471"/>
    <w:tbl>
      <w:tblPr>
        <w:tblStyle w:val="Grilledutableau"/>
        <w:tblW w:w="0" w:type="auto"/>
        <w:tblLook w:val="04A0"/>
      </w:tblPr>
      <w:tblGrid>
        <w:gridCol w:w="9206"/>
      </w:tblGrid>
      <w:tr w:rsidR="00CB6471" w:rsidRPr="007F6F0A" w:rsidTr="00E03A70">
        <w:tc>
          <w:tcPr>
            <w:tcW w:w="9206" w:type="dxa"/>
          </w:tcPr>
          <w:p w:rsidR="00CB6471" w:rsidRDefault="00CB6471" w:rsidP="00E03A70">
            <w:pPr>
              <w:pStyle w:val="Titre3"/>
            </w:pPr>
            <w:r w:rsidRPr="007F6F0A">
              <w:t>Description du lot</w:t>
            </w:r>
          </w:p>
          <w:p w:rsidR="00CB6471" w:rsidRPr="00A22965" w:rsidRDefault="00CB6471" w:rsidP="00E03A70">
            <w:pPr>
              <w:rPr>
                <w:b/>
                <w:u w:val="single"/>
              </w:rPr>
            </w:pPr>
          </w:p>
          <w:p w:rsidR="00CB6471" w:rsidRPr="00A22965" w:rsidRDefault="00CB6471" w:rsidP="00E03A70">
            <w:pPr>
              <w:rPr>
                <w:b/>
                <w:u w:val="single"/>
              </w:rPr>
            </w:pPr>
            <w:r w:rsidRPr="00A22965">
              <w:rPr>
                <w:b/>
                <w:u w:val="single"/>
              </w:rPr>
              <w:t xml:space="preserve">Tache 1 : </w:t>
            </w:r>
            <w:r w:rsidR="00595D92" w:rsidRPr="00A22965">
              <w:rPr>
                <w:b/>
                <w:u w:val="single"/>
              </w:rPr>
              <w:t xml:space="preserve">Tests et résultats. </w:t>
            </w:r>
            <w:r w:rsidRPr="00A22965">
              <w:rPr>
                <w:b/>
                <w:u w:val="single"/>
              </w:rPr>
              <w:t>(Julien ATTA</w:t>
            </w:r>
            <w:r w:rsidR="00F45A57" w:rsidRPr="00A22965">
              <w:rPr>
                <w:b/>
                <w:u w:val="single"/>
              </w:rPr>
              <w:t xml:space="preserve">RD, </w:t>
            </w:r>
            <w:r w:rsidR="00EF4CDF" w:rsidRPr="00A22965">
              <w:rPr>
                <w:b/>
                <w:u w:val="single"/>
              </w:rPr>
              <w:t>04</w:t>
            </w:r>
            <w:r w:rsidR="00595D92" w:rsidRPr="00A22965">
              <w:rPr>
                <w:b/>
                <w:u w:val="single"/>
              </w:rPr>
              <w:t>/1</w:t>
            </w:r>
            <w:r w:rsidR="00F45A57" w:rsidRPr="00A22965">
              <w:rPr>
                <w:b/>
                <w:u w:val="single"/>
              </w:rPr>
              <w:t>2</w:t>
            </w:r>
            <w:r w:rsidRPr="00A22965">
              <w:rPr>
                <w:b/>
                <w:u w:val="single"/>
              </w:rPr>
              <w:t xml:space="preserve"> – </w:t>
            </w:r>
            <w:r w:rsidR="00EF4CDF" w:rsidRPr="00A22965">
              <w:rPr>
                <w:b/>
                <w:u w:val="single"/>
              </w:rPr>
              <w:t>11</w:t>
            </w:r>
            <w:r w:rsidR="00F45A57" w:rsidRPr="00A22965">
              <w:rPr>
                <w:b/>
                <w:u w:val="single"/>
              </w:rPr>
              <w:t>/12</w:t>
            </w:r>
            <w:r w:rsidRPr="00A22965">
              <w:rPr>
                <w:b/>
                <w:u w:val="single"/>
              </w:rPr>
              <w:t xml:space="preserve">, </w:t>
            </w:r>
            <w:r w:rsidR="00DF74D3" w:rsidRPr="00A22965">
              <w:rPr>
                <w:b/>
                <w:u w:val="single"/>
              </w:rPr>
              <w:t>5</w:t>
            </w:r>
            <w:r w:rsidRPr="00A22965">
              <w:rPr>
                <w:b/>
                <w:u w:val="single"/>
              </w:rPr>
              <w:t>0)</w:t>
            </w:r>
          </w:p>
          <w:p w:rsidR="00CA387F" w:rsidRDefault="00CA387F" w:rsidP="00E03A70"/>
          <w:p w:rsidR="00DF74D3" w:rsidRDefault="00DF74D3" w:rsidP="00DF74D3">
            <w:r>
              <w:t xml:space="preserve">Cette </w:t>
            </w:r>
            <w:r w:rsidR="00336B7E">
              <w:t>première</w:t>
            </w:r>
            <w:r>
              <w:t xml:space="preserve"> tache vise à faire tester le </w:t>
            </w:r>
            <w:r w:rsidR="00A76015">
              <w:t>programme à</w:t>
            </w:r>
            <w:r>
              <w:t xml:space="preserve"> des utilisateurs et avoir un retour pour pouvoir corriger les éventuelles erreurs et problèmes rencontrés. </w:t>
            </w:r>
          </w:p>
          <w:p w:rsidR="00A344B6" w:rsidRDefault="00A344B6" w:rsidP="00E03A70">
            <w:r>
              <w:t xml:space="preserve"> </w:t>
            </w:r>
          </w:p>
          <w:p w:rsidR="00CB6471" w:rsidRPr="00A22965" w:rsidRDefault="00DF74D3" w:rsidP="00E03A70">
            <w:r w:rsidRPr="00A22965">
              <w:rPr>
                <w:b/>
              </w:rPr>
              <w:t>Livrable 1 :</w:t>
            </w:r>
            <w:r w:rsidRPr="00A22965">
              <w:t xml:space="preserve"> Bilan - résultats </w:t>
            </w:r>
            <w:r w:rsidR="00CC6488" w:rsidRPr="00A22965">
              <w:t xml:space="preserve">bruts </w:t>
            </w:r>
            <w:r w:rsidRPr="00A22965">
              <w:t xml:space="preserve">des tests (Julien ATTARD, </w:t>
            </w:r>
            <w:r w:rsidR="00CC6488" w:rsidRPr="00A22965">
              <w:t>fichier texte</w:t>
            </w:r>
            <w:r w:rsidR="00DA4952">
              <w:t>, 11/12</w:t>
            </w:r>
            <w:r w:rsidRPr="00A22965">
              <w:t xml:space="preserve"> au plus tard)</w:t>
            </w:r>
          </w:p>
          <w:p w:rsidR="00336B7E" w:rsidRPr="00A22965" w:rsidRDefault="00336B7E" w:rsidP="00DF74D3">
            <w:pPr>
              <w:rPr>
                <w:u w:val="single"/>
              </w:rPr>
            </w:pPr>
          </w:p>
          <w:p w:rsidR="00336B7E" w:rsidRPr="00A22965" w:rsidRDefault="00336B7E" w:rsidP="00336B7E">
            <w:pPr>
              <w:rPr>
                <w:b/>
                <w:u w:val="single"/>
              </w:rPr>
            </w:pPr>
            <w:r w:rsidRPr="00A22965">
              <w:rPr>
                <w:b/>
                <w:u w:val="single"/>
              </w:rPr>
              <w:t>Tache 3 : Compte rendu de l'expérimentation (J</w:t>
            </w:r>
            <w:r w:rsidR="00EF4CDF" w:rsidRPr="00A22965">
              <w:rPr>
                <w:b/>
                <w:u w:val="single"/>
              </w:rPr>
              <w:t>ulien ATTARD, 11</w:t>
            </w:r>
            <w:r w:rsidR="00CA387F" w:rsidRPr="00A22965">
              <w:rPr>
                <w:b/>
                <w:u w:val="single"/>
              </w:rPr>
              <w:t>/12 – 18/12, 50</w:t>
            </w:r>
            <w:r w:rsidRPr="00A22965">
              <w:rPr>
                <w:b/>
                <w:u w:val="single"/>
              </w:rPr>
              <w:t>)</w:t>
            </w:r>
          </w:p>
          <w:p w:rsidR="00CA387F" w:rsidRDefault="00CA387F" w:rsidP="00336B7E"/>
          <w:p w:rsidR="00336B7E" w:rsidRDefault="00A76015" w:rsidP="00336B7E">
            <w:r>
              <w:t>Cette dernière tâche vise à</w:t>
            </w:r>
            <w:r w:rsidR="00336B7E">
              <w:t xml:space="preserve"> rédiger un compte rendu de l'expérimentation menée précédemment et des modifications logicielles apportées.</w:t>
            </w:r>
          </w:p>
          <w:p w:rsidR="00A344B6" w:rsidRDefault="00A344B6" w:rsidP="00336B7E"/>
          <w:p w:rsidR="00336B7E" w:rsidRPr="00A22965" w:rsidRDefault="00336B7E" w:rsidP="00336B7E">
            <w:r w:rsidRPr="00A22965">
              <w:rPr>
                <w:b/>
              </w:rPr>
              <w:t>Livrable 1 :</w:t>
            </w:r>
            <w:r w:rsidRPr="00A22965">
              <w:t xml:space="preserve"> Compte rendu de l'expérimentation (Julien ATTARD, </w:t>
            </w:r>
            <w:r w:rsidR="00F45A57" w:rsidRPr="00A22965">
              <w:t>fichier texte</w:t>
            </w:r>
            <w:r w:rsidR="00DA4952">
              <w:t>, 18</w:t>
            </w:r>
            <w:r w:rsidRPr="00A22965">
              <w:t>/12 au plus tard)</w:t>
            </w:r>
          </w:p>
          <w:p w:rsidR="00336B7E" w:rsidRDefault="00336B7E" w:rsidP="00DF74D3"/>
          <w:p w:rsidR="00CB6471" w:rsidRPr="007F6F0A" w:rsidRDefault="00CB6471" w:rsidP="00E03A70"/>
        </w:tc>
      </w:tr>
    </w:tbl>
    <w:p w:rsidR="00CB6471" w:rsidRDefault="00CB6471" w:rsidP="00CB6471"/>
    <w:p w:rsidR="00CB6471" w:rsidRDefault="00CB6471" w:rsidP="00CB6471"/>
    <w:p w:rsidR="00336B7E" w:rsidRDefault="00336B7E" w:rsidP="00CB6471"/>
    <w:p w:rsidR="00336B7E" w:rsidRDefault="00336B7E" w:rsidP="00CB6471"/>
    <w:p w:rsidR="00336B7E" w:rsidRDefault="00336B7E" w:rsidP="00CB6471"/>
    <w:p w:rsidR="00336B7E" w:rsidRDefault="00336B7E" w:rsidP="00CB6471"/>
    <w:p w:rsidR="00336B7E" w:rsidRDefault="00336B7E" w:rsidP="00CB6471"/>
    <w:p w:rsidR="00336B7E" w:rsidRDefault="00336B7E" w:rsidP="00CB6471"/>
    <w:p w:rsidR="00336B7E" w:rsidRDefault="00336B7E" w:rsidP="00CB6471"/>
    <w:p w:rsidR="00CB6471" w:rsidRDefault="00CB6471" w:rsidP="00CB6471"/>
    <w:p w:rsidR="000B0889" w:rsidRDefault="000B0889" w:rsidP="00660CB4">
      <w:pPr>
        <w:pStyle w:val="Titre2"/>
        <w:rPr>
          <w:rFonts w:asciiTheme="minorHAnsi" w:eastAsiaTheme="minorEastAsia" w:hAnsiTheme="minorHAnsi" w:cstheme="minorBidi"/>
          <w:b w:val="0"/>
          <w:bCs w:val="0"/>
          <w:color w:val="auto"/>
          <w:sz w:val="24"/>
          <w:szCs w:val="24"/>
        </w:rPr>
      </w:pPr>
    </w:p>
    <w:p w:rsidR="0038722A" w:rsidRDefault="0038722A" w:rsidP="0038722A"/>
    <w:p w:rsidR="0038722A" w:rsidRDefault="0038722A" w:rsidP="0038722A"/>
    <w:p w:rsidR="0038722A" w:rsidRPr="0038722A" w:rsidRDefault="0038722A" w:rsidP="0038722A"/>
    <w:p w:rsidR="00F42EF8" w:rsidRPr="0091336D" w:rsidRDefault="00F42EF8" w:rsidP="00660CB4">
      <w:pPr>
        <w:pStyle w:val="Titre2"/>
        <w:rPr>
          <w:i/>
          <w:iCs/>
          <w:color w:val="808080" w:themeColor="text1" w:themeTint="7F"/>
        </w:rPr>
      </w:pPr>
      <w:bookmarkStart w:id="24" w:name="_Toc415665419"/>
      <w:r>
        <w:lastRenderedPageBreak/>
        <w:t>Gestion du risque</w:t>
      </w:r>
      <w:bookmarkEnd w:id="24"/>
    </w:p>
    <w:p w:rsidR="00F42EF8" w:rsidRDefault="00F42EF8" w:rsidP="00F42EF8"/>
    <w:p w:rsidR="00F42EF8" w:rsidRDefault="00F42EF8" w:rsidP="00F42EF8">
      <w:pPr>
        <w:pStyle w:val="Lgende"/>
        <w:keepNext/>
      </w:pPr>
      <w:r>
        <w:t xml:space="preserve">Tableau </w:t>
      </w:r>
      <w:r w:rsidR="00E85BD8">
        <w:fldChar w:fldCharType="begin"/>
      </w:r>
      <w:r>
        <w:instrText xml:space="preserve"> SEQ Tableau \* ARABIC </w:instrText>
      </w:r>
      <w:r w:rsidR="00E85BD8">
        <w:fldChar w:fldCharType="separate"/>
      </w:r>
      <w:r>
        <w:rPr>
          <w:noProof/>
        </w:rPr>
        <w:t>5</w:t>
      </w:r>
      <w:r w:rsidR="00E85BD8">
        <w:fldChar w:fldCharType="end"/>
      </w:r>
      <w:r>
        <w:t xml:space="preserve"> - Table de gestion des risques</w:t>
      </w:r>
    </w:p>
    <w:tbl>
      <w:tblPr>
        <w:tblStyle w:val="Trameclaire-Accent11"/>
        <w:tblW w:w="0" w:type="auto"/>
        <w:tblLook w:val="04A0"/>
      </w:tblPr>
      <w:tblGrid>
        <w:gridCol w:w="1437"/>
        <w:gridCol w:w="1708"/>
        <w:gridCol w:w="262"/>
        <w:gridCol w:w="2269"/>
        <w:gridCol w:w="1421"/>
        <w:gridCol w:w="2185"/>
      </w:tblGrid>
      <w:tr w:rsidR="00B42335" w:rsidTr="00B42335">
        <w:trPr>
          <w:cnfStyle w:val="100000000000"/>
        </w:trPr>
        <w:tc>
          <w:tcPr>
            <w:cnfStyle w:val="001000000000"/>
            <w:tcW w:w="1503" w:type="dxa"/>
          </w:tcPr>
          <w:p w:rsidR="00B42335" w:rsidRDefault="00B42335" w:rsidP="007427D1">
            <w:r>
              <w:t>Description</w:t>
            </w:r>
          </w:p>
        </w:tc>
        <w:tc>
          <w:tcPr>
            <w:tcW w:w="1820" w:type="dxa"/>
          </w:tcPr>
          <w:p w:rsidR="00B42335" w:rsidRDefault="00B42335" w:rsidP="007427D1">
            <w:pPr>
              <w:cnfStyle w:val="100000000000"/>
            </w:pPr>
            <w:r>
              <w:t>Conséquences</w:t>
            </w:r>
          </w:p>
        </w:tc>
        <w:tc>
          <w:tcPr>
            <w:tcW w:w="339" w:type="dxa"/>
          </w:tcPr>
          <w:p w:rsidR="00B42335" w:rsidRDefault="00B42335" w:rsidP="007427D1">
            <w:pPr>
              <w:cnfStyle w:val="100000000000"/>
            </w:pPr>
          </w:p>
        </w:tc>
        <w:tc>
          <w:tcPr>
            <w:tcW w:w="2276" w:type="dxa"/>
          </w:tcPr>
          <w:p w:rsidR="00B42335" w:rsidRDefault="00B42335" w:rsidP="007427D1">
            <w:pPr>
              <w:cnfStyle w:val="100000000000"/>
            </w:pPr>
            <w:r>
              <w:t>Cause</w:t>
            </w:r>
          </w:p>
        </w:tc>
        <w:tc>
          <w:tcPr>
            <w:tcW w:w="1507" w:type="dxa"/>
          </w:tcPr>
          <w:p w:rsidR="00B42335" w:rsidRDefault="00B42335" w:rsidP="007427D1">
            <w:pPr>
              <w:cnfStyle w:val="100000000000"/>
            </w:pPr>
            <w:r>
              <w:t>Évitement</w:t>
            </w:r>
          </w:p>
        </w:tc>
        <w:tc>
          <w:tcPr>
            <w:tcW w:w="1428" w:type="dxa"/>
          </w:tcPr>
          <w:p w:rsidR="00B42335" w:rsidRDefault="00B42335" w:rsidP="007427D1">
            <w:pPr>
              <w:cnfStyle w:val="100000000000"/>
            </w:pPr>
            <w:r>
              <w:t>Résolution</w:t>
            </w:r>
          </w:p>
        </w:tc>
      </w:tr>
      <w:tr w:rsidR="00B42335" w:rsidTr="00B42335">
        <w:trPr>
          <w:cnfStyle w:val="000000100000"/>
        </w:trPr>
        <w:tc>
          <w:tcPr>
            <w:cnfStyle w:val="001000000000"/>
            <w:tcW w:w="1503" w:type="dxa"/>
          </w:tcPr>
          <w:p w:rsidR="00B42335" w:rsidRDefault="00B42335" w:rsidP="00B42335">
            <w:pPr>
              <w:jc w:val="center"/>
            </w:pPr>
            <w:r>
              <w:t>Retard global</w:t>
            </w:r>
          </w:p>
        </w:tc>
        <w:tc>
          <w:tcPr>
            <w:tcW w:w="1820" w:type="dxa"/>
          </w:tcPr>
          <w:p w:rsidR="00B42335" w:rsidRDefault="00A76015" w:rsidP="00B42335">
            <w:pPr>
              <w:jc w:val="left"/>
              <w:cnfStyle w:val="000000100000"/>
            </w:pPr>
            <w:r>
              <w:t>Ne pas réussir à être à</w:t>
            </w:r>
            <w:r w:rsidR="00B42335">
              <w:t xml:space="preserve"> jour et ne pas pouvoir le rattraper.</w:t>
            </w:r>
          </w:p>
        </w:tc>
        <w:tc>
          <w:tcPr>
            <w:tcW w:w="339" w:type="dxa"/>
          </w:tcPr>
          <w:p w:rsidR="00B42335" w:rsidRDefault="00B42335" w:rsidP="00B42335">
            <w:pPr>
              <w:jc w:val="left"/>
              <w:cnfStyle w:val="000000100000"/>
            </w:pPr>
          </w:p>
        </w:tc>
        <w:tc>
          <w:tcPr>
            <w:tcW w:w="2276" w:type="dxa"/>
          </w:tcPr>
          <w:p w:rsidR="00B42335" w:rsidRDefault="00B42335" w:rsidP="00B42335">
            <w:pPr>
              <w:jc w:val="left"/>
              <w:cnfStyle w:val="000000100000"/>
            </w:pPr>
            <w:r>
              <w:t>Rendu en retard des documents</w:t>
            </w:r>
            <w:r w:rsidR="008141D8">
              <w:t>/livrables., manque d'assiduité</w:t>
            </w:r>
            <w:r>
              <w:t>.</w:t>
            </w:r>
          </w:p>
        </w:tc>
        <w:tc>
          <w:tcPr>
            <w:tcW w:w="1507" w:type="dxa"/>
          </w:tcPr>
          <w:p w:rsidR="00B42335" w:rsidRDefault="00B42335" w:rsidP="00A76015">
            <w:pPr>
              <w:jc w:val="left"/>
              <w:cnfStyle w:val="000000100000"/>
            </w:pPr>
            <w:r>
              <w:t xml:space="preserve">Toujours être </w:t>
            </w:r>
            <w:r w:rsidR="00A76015">
              <w:t>à</w:t>
            </w:r>
            <w:r>
              <w:t xml:space="preserve"> jour et suivre le fil.</w:t>
            </w:r>
          </w:p>
        </w:tc>
        <w:tc>
          <w:tcPr>
            <w:tcW w:w="1428" w:type="dxa"/>
          </w:tcPr>
          <w:p w:rsidR="00B42335" w:rsidRDefault="00B42335" w:rsidP="00B42335">
            <w:pPr>
              <w:jc w:val="left"/>
              <w:cnfStyle w:val="000000100000"/>
            </w:pPr>
            <w:r>
              <w:t>Ne prendre aucun retard, suivre le planning du projet.</w:t>
            </w:r>
          </w:p>
        </w:tc>
      </w:tr>
      <w:tr w:rsidR="00B42335" w:rsidTr="00B42335">
        <w:tc>
          <w:tcPr>
            <w:cnfStyle w:val="001000000000"/>
            <w:tcW w:w="1503" w:type="dxa"/>
          </w:tcPr>
          <w:p w:rsidR="00B42335" w:rsidRDefault="00B42335" w:rsidP="00B42335">
            <w:pPr>
              <w:jc w:val="center"/>
            </w:pPr>
            <w:r>
              <w:t>Lot défaillant</w:t>
            </w:r>
          </w:p>
        </w:tc>
        <w:tc>
          <w:tcPr>
            <w:tcW w:w="1820" w:type="dxa"/>
          </w:tcPr>
          <w:p w:rsidR="00B42335" w:rsidRDefault="00B42335" w:rsidP="00A76015">
            <w:pPr>
              <w:jc w:val="left"/>
              <w:cnfStyle w:val="000000000000"/>
            </w:pPr>
            <w:r>
              <w:t xml:space="preserve">Avoir une partie en moins dans le projet et ne pas réussir </w:t>
            </w:r>
            <w:r w:rsidR="00A76015">
              <w:t>à tout intégrer à</w:t>
            </w:r>
            <w:r>
              <w:t xml:space="preserve"> cause de ce problème.</w:t>
            </w:r>
          </w:p>
        </w:tc>
        <w:tc>
          <w:tcPr>
            <w:tcW w:w="339" w:type="dxa"/>
          </w:tcPr>
          <w:p w:rsidR="00B42335" w:rsidRDefault="00B42335" w:rsidP="00B42335">
            <w:pPr>
              <w:jc w:val="left"/>
              <w:cnfStyle w:val="000000000000"/>
            </w:pPr>
          </w:p>
        </w:tc>
        <w:tc>
          <w:tcPr>
            <w:tcW w:w="2276" w:type="dxa"/>
          </w:tcPr>
          <w:p w:rsidR="00B42335" w:rsidRDefault="00B42335" w:rsidP="00B42335">
            <w:pPr>
              <w:jc w:val="left"/>
              <w:cnfStyle w:val="000000000000"/>
            </w:pPr>
            <w:r>
              <w:t>Mauvais cadrage des lots et de leurs tâches, négligence de la prévision de l'intégration.</w:t>
            </w:r>
          </w:p>
        </w:tc>
        <w:tc>
          <w:tcPr>
            <w:tcW w:w="1507" w:type="dxa"/>
          </w:tcPr>
          <w:p w:rsidR="00B42335" w:rsidRDefault="00B42335" w:rsidP="00B42335">
            <w:pPr>
              <w:jc w:val="left"/>
              <w:cnfStyle w:val="000000000000"/>
            </w:pPr>
            <w:r>
              <w:t>Bien cibler les lots et leurs tâches, ainsi que leur rôle.</w:t>
            </w:r>
          </w:p>
        </w:tc>
        <w:tc>
          <w:tcPr>
            <w:tcW w:w="1428" w:type="dxa"/>
          </w:tcPr>
          <w:p w:rsidR="00B42335" w:rsidRDefault="00B42335" w:rsidP="00B42335">
            <w:pPr>
              <w:jc w:val="left"/>
              <w:cnfStyle w:val="000000000000"/>
            </w:pPr>
            <w:r>
              <w:t>Une bonne gestion de l'analyse/conception pour bien cibler les lots désirés.</w:t>
            </w:r>
          </w:p>
        </w:tc>
      </w:tr>
      <w:tr w:rsidR="00B42335" w:rsidTr="00B42335">
        <w:trPr>
          <w:cnfStyle w:val="000000100000"/>
        </w:trPr>
        <w:tc>
          <w:tcPr>
            <w:cnfStyle w:val="001000000000"/>
            <w:tcW w:w="1503" w:type="dxa"/>
          </w:tcPr>
          <w:p w:rsidR="00B42335" w:rsidRDefault="003C4817" w:rsidP="003C4817">
            <w:pPr>
              <w:jc w:val="center"/>
            </w:pPr>
            <w:r>
              <w:t>Intégration mal prévue</w:t>
            </w:r>
          </w:p>
        </w:tc>
        <w:tc>
          <w:tcPr>
            <w:tcW w:w="1820" w:type="dxa"/>
          </w:tcPr>
          <w:p w:rsidR="00B42335" w:rsidRDefault="003C4817" w:rsidP="00A76015">
            <w:pPr>
              <w:jc w:val="left"/>
              <w:cnfStyle w:val="000000100000"/>
            </w:pPr>
            <w:r>
              <w:t xml:space="preserve">Ne pas réussir </w:t>
            </w:r>
            <w:r w:rsidR="00A76015">
              <w:t>à</w:t>
            </w:r>
            <w:r>
              <w:t xml:space="preserve"> intégrer chaque partie.</w:t>
            </w:r>
          </w:p>
        </w:tc>
        <w:tc>
          <w:tcPr>
            <w:tcW w:w="339" w:type="dxa"/>
          </w:tcPr>
          <w:p w:rsidR="00B42335" w:rsidRDefault="00B42335" w:rsidP="00B42335">
            <w:pPr>
              <w:jc w:val="left"/>
              <w:cnfStyle w:val="000000100000"/>
            </w:pPr>
          </w:p>
        </w:tc>
        <w:tc>
          <w:tcPr>
            <w:tcW w:w="2276" w:type="dxa"/>
          </w:tcPr>
          <w:p w:rsidR="00B42335" w:rsidRDefault="003C4817" w:rsidP="00B42335">
            <w:pPr>
              <w:jc w:val="left"/>
              <w:cnfStyle w:val="000000100000"/>
            </w:pPr>
            <w:r>
              <w:t>Mauvaise prévision et synchronisation au niveau des lots.</w:t>
            </w:r>
          </w:p>
        </w:tc>
        <w:tc>
          <w:tcPr>
            <w:tcW w:w="1507" w:type="dxa"/>
          </w:tcPr>
          <w:p w:rsidR="00B42335" w:rsidRDefault="00A76015" w:rsidP="00B42335">
            <w:pPr>
              <w:jc w:val="left"/>
              <w:cnfStyle w:val="000000100000"/>
            </w:pPr>
            <w:r>
              <w:t>Penser à</w:t>
            </w:r>
            <w:r w:rsidR="003C4817">
              <w:t xml:space="preserve"> anticiper et prévoir l'intégration</w:t>
            </w:r>
          </w:p>
        </w:tc>
        <w:tc>
          <w:tcPr>
            <w:tcW w:w="1428" w:type="dxa"/>
          </w:tcPr>
          <w:p w:rsidR="00B42335" w:rsidRDefault="00A76015" w:rsidP="00B42335">
            <w:pPr>
              <w:jc w:val="left"/>
              <w:cnfStyle w:val="000000100000"/>
            </w:pPr>
            <w:r>
              <w:t>Penser à</w:t>
            </w:r>
            <w:r w:rsidR="003C4817">
              <w:t xml:space="preserve"> bien dialoguer entre les lots, et établir des normes.</w:t>
            </w:r>
          </w:p>
        </w:tc>
      </w:tr>
      <w:tr w:rsidR="00B42335" w:rsidTr="00B42335">
        <w:tc>
          <w:tcPr>
            <w:cnfStyle w:val="001000000000"/>
            <w:tcW w:w="1503" w:type="dxa"/>
          </w:tcPr>
          <w:p w:rsidR="00B42335" w:rsidRDefault="003C4817" w:rsidP="003C4817">
            <w:pPr>
              <w:jc w:val="center"/>
            </w:pPr>
            <w:r>
              <w:t>Répondre aux besoins demandés</w:t>
            </w:r>
          </w:p>
        </w:tc>
        <w:tc>
          <w:tcPr>
            <w:tcW w:w="1820" w:type="dxa"/>
          </w:tcPr>
          <w:p w:rsidR="00B42335" w:rsidRDefault="003C4817" w:rsidP="00B42335">
            <w:pPr>
              <w:jc w:val="left"/>
              <w:cnfStyle w:val="000000000000"/>
            </w:pPr>
            <w:r>
              <w:t>Commen</w:t>
            </w:r>
            <w:r w:rsidR="00A76015">
              <w:t>cer à</w:t>
            </w:r>
            <w:r>
              <w:t xml:space="preserve"> être hors-sujet par rapport au cahier des charges.</w:t>
            </w:r>
          </w:p>
        </w:tc>
        <w:tc>
          <w:tcPr>
            <w:tcW w:w="339" w:type="dxa"/>
          </w:tcPr>
          <w:p w:rsidR="00B42335" w:rsidRDefault="00B42335" w:rsidP="00B42335">
            <w:pPr>
              <w:jc w:val="left"/>
              <w:cnfStyle w:val="000000000000"/>
            </w:pPr>
          </w:p>
        </w:tc>
        <w:tc>
          <w:tcPr>
            <w:tcW w:w="2276" w:type="dxa"/>
          </w:tcPr>
          <w:p w:rsidR="00B42335" w:rsidRDefault="003C4817" w:rsidP="00B42335">
            <w:pPr>
              <w:jc w:val="left"/>
              <w:cnfStyle w:val="000000000000"/>
            </w:pPr>
            <w:r>
              <w:t>Mauvais résumé et lecture du cahier des charges.</w:t>
            </w:r>
          </w:p>
        </w:tc>
        <w:tc>
          <w:tcPr>
            <w:tcW w:w="1507" w:type="dxa"/>
          </w:tcPr>
          <w:p w:rsidR="00B42335" w:rsidRDefault="00E02B43" w:rsidP="00B42335">
            <w:pPr>
              <w:jc w:val="left"/>
              <w:cnfStyle w:val="000000000000"/>
            </w:pPr>
            <w:r>
              <w:t>Bien cerner</w:t>
            </w:r>
            <w:r w:rsidR="003C4817">
              <w:t xml:space="preserve"> ce qu'on attend de nous dans le cahier des charges.</w:t>
            </w:r>
          </w:p>
        </w:tc>
        <w:tc>
          <w:tcPr>
            <w:tcW w:w="1428" w:type="dxa"/>
          </w:tcPr>
          <w:p w:rsidR="00B42335" w:rsidRDefault="003C4817" w:rsidP="00B42335">
            <w:pPr>
              <w:jc w:val="left"/>
              <w:cnfStyle w:val="000000000000"/>
            </w:pPr>
            <w:r>
              <w:t>Anticiper ce qui est demandé, veiller à ne pas pa</w:t>
            </w:r>
            <w:r w:rsidR="00407506">
              <w:t>sser à</w:t>
            </w:r>
            <w:r>
              <w:t xml:space="preserve"> côté du cahier des charges.</w:t>
            </w:r>
          </w:p>
        </w:tc>
      </w:tr>
    </w:tbl>
    <w:p w:rsidR="000B0889" w:rsidRDefault="000B0889" w:rsidP="001E6526">
      <w:pPr>
        <w:sectPr w:rsidR="000B0889" w:rsidSect="00A53E70">
          <w:pgSz w:w="11900" w:h="16840"/>
          <w:pgMar w:top="1417" w:right="1417" w:bottom="1417" w:left="1417" w:header="708" w:footer="708" w:gutter="0"/>
          <w:cols w:space="708"/>
          <w:titlePg/>
          <w:docGrid w:linePitch="360"/>
        </w:sectPr>
      </w:pPr>
    </w:p>
    <w:p w:rsidR="00F458E4" w:rsidRPr="00252FBC" w:rsidRDefault="00D42F03" w:rsidP="000B0889">
      <w:pPr>
        <w:pStyle w:val="Titre2"/>
        <w:rPr>
          <w:b w:val="0"/>
        </w:rPr>
      </w:pPr>
      <w:bookmarkStart w:id="25" w:name="_Toc415665420"/>
      <w:r>
        <w:lastRenderedPageBreak/>
        <w:t>Résumé de l’effort</w:t>
      </w:r>
      <w:bookmarkEnd w:id="25"/>
      <w:r w:rsidR="005210CC">
        <w:t xml:space="preserve"> </w:t>
      </w:r>
    </w:p>
    <w:p w:rsidR="00F458E4" w:rsidRPr="00F458E4" w:rsidRDefault="00F458E4" w:rsidP="00F458E4"/>
    <w:tbl>
      <w:tblPr>
        <w:tblStyle w:val="Grilledutableau"/>
        <w:tblW w:w="10773" w:type="dxa"/>
        <w:tblInd w:w="-459" w:type="dxa"/>
        <w:tblLayout w:type="fixed"/>
        <w:tblLook w:val="04A0"/>
      </w:tblPr>
      <w:tblGrid>
        <w:gridCol w:w="6379"/>
        <w:gridCol w:w="1276"/>
        <w:gridCol w:w="1276"/>
        <w:gridCol w:w="1842"/>
      </w:tblGrid>
      <w:tr w:rsidR="00EE458B" w:rsidTr="003A51C1">
        <w:trPr>
          <w:trHeight w:val="278"/>
        </w:trPr>
        <w:tc>
          <w:tcPr>
            <w:tcW w:w="6379" w:type="dxa"/>
            <w:shd w:val="clear" w:color="auto" w:fill="DBE5F1" w:themeFill="accent1" w:themeFillTint="33"/>
          </w:tcPr>
          <w:p w:rsidR="00EE458B" w:rsidRDefault="00EE458B" w:rsidP="003207D2">
            <w:pPr>
              <w:jc w:val="left"/>
            </w:pPr>
          </w:p>
        </w:tc>
        <w:tc>
          <w:tcPr>
            <w:tcW w:w="1276" w:type="dxa"/>
            <w:shd w:val="clear" w:color="auto" w:fill="DBE5F1" w:themeFill="accent1" w:themeFillTint="33"/>
          </w:tcPr>
          <w:p w:rsidR="00EE458B" w:rsidRDefault="00EE458B" w:rsidP="00EE458B">
            <w:pPr>
              <w:jc w:val="center"/>
            </w:pPr>
            <w:r>
              <w:t>S2</w:t>
            </w:r>
            <w:r w:rsidR="003A51C1">
              <w:t xml:space="preserve"> :</w:t>
            </w:r>
          </w:p>
          <w:p w:rsidR="003A51C1" w:rsidRDefault="003A51C1" w:rsidP="00EE458B">
            <w:pPr>
              <w:jc w:val="center"/>
            </w:pPr>
            <w:r>
              <w:t>Analyse</w:t>
            </w:r>
          </w:p>
        </w:tc>
        <w:tc>
          <w:tcPr>
            <w:tcW w:w="1276" w:type="dxa"/>
            <w:shd w:val="clear" w:color="auto" w:fill="DBE5F1" w:themeFill="accent1" w:themeFillTint="33"/>
          </w:tcPr>
          <w:p w:rsidR="00EE458B" w:rsidRDefault="00EE458B" w:rsidP="00EE458B">
            <w:pPr>
              <w:jc w:val="center"/>
            </w:pPr>
            <w:r>
              <w:t>transition</w:t>
            </w:r>
          </w:p>
        </w:tc>
        <w:tc>
          <w:tcPr>
            <w:tcW w:w="1842" w:type="dxa"/>
            <w:shd w:val="clear" w:color="auto" w:fill="DBE5F1" w:themeFill="accent1" w:themeFillTint="33"/>
          </w:tcPr>
          <w:p w:rsidR="00EE458B" w:rsidRDefault="003A51C1" w:rsidP="00EE458B">
            <w:pPr>
              <w:jc w:val="center"/>
            </w:pPr>
            <w:r>
              <w:t>S3 :</w:t>
            </w:r>
          </w:p>
          <w:p w:rsidR="003A51C1" w:rsidRDefault="003A51C1" w:rsidP="00EE458B">
            <w:pPr>
              <w:jc w:val="center"/>
            </w:pPr>
            <w:r>
              <w:t>Développement</w:t>
            </w:r>
          </w:p>
        </w:tc>
      </w:tr>
      <w:tr w:rsidR="00F4676B" w:rsidTr="003A51C1">
        <w:trPr>
          <w:trHeight w:val="264"/>
        </w:trPr>
        <w:tc>
          <w:tcPr>
            <w:tcW w:w="10773" w:type="dxa"/>
            <w:gridSpan w:val="4"/>
            <w:shd w:val="clear" w:color="auto" w:fill="548DD4" w:themeFill="text2" w:themeFillTint="99"/>
          </w:tcPr>
          <w:p w:rsidR="00F4676B" w:rsidRPr="00A35E5E" w:rsidRDefault="00F4676B" w:rsidP="0040682A">
            <w:pPr>
              <w:rPr>
                <w:b/>
              </w:rPr>
            </w:pPr>
            <w:r w:rsidRPr="00A35E5E">
              <w:rPr>
                <w:b/>
              </w:rPr>
              <w:t xml:space="preserve">L0 – Coordination </w:t>
            </w:r>
          </w:p>
        </w:tc>
      </w:tr>
      <w:tr w:rsidR="00EE458B" w:rsidTr="003A51C1">
        <w:trPr>
          <w:trHeight w:val="264"/>
        </w:trPr>
        <w:tc>
          <w:tcPr>
            <w:tcW w:w="6379" w:type="dxa"/>
            <w:shd w:val="clear" w:color="auto" w:fill="DBE5F1" w:themeFill="accent1" w:themeFillTint="33"/>
          </w:tcPr>
          <w:p w:rsidR="00EE458B" w:rsidRPr="00A35E5E" w:rsidRDefault="00D6108E" w:rsidP="00EE458B">
            <w:r w:rsidRPr="00A35E5E">
              <w:t xml:space="preserve">  T0</w:t>
            </w:r>
            <w:r w:rsidR="00EE458B" w:rsidRPr="00A35E5E">
              <w:t xml:space="preserve">.1 </w:t>
            </w:r>
            <w:r w:rsidRPr="00A35E5E">
              <w:t>- Gestion de l'avancée du projet</w:t>
            </w:r>
          </w:p>
        </w:tc>
        <w:tc>
          <w:tcPr>
            <w:tcW w:w="1276" w:type="dxa"/>
          </w:tcPr>
          <w:p w:rsidR="00EE458B" w:rsidRPr="00C406FE" w:rsidRDefault="00DA6847" w:rsidP="0040682A">
            <w:r>
              <w:t>50</w:t>
            </w:r>
          </w:p>
        </w:tc>
        <w:tc>
          <w:tcPr>
            <w:tcW w:w="1276" w:type="dxa"/>
          </w:tcPr>
          <w:p w:rsidR="00EE458B" w:rsidRPr="00C406FE" w:rsidRDefault="00EE458B" w:rsidP="0040682A"/>
        </w:tc>
        <w:tc>
          <w:tcPr>
            <w:tcW w:w="1842" w:type="dxa"/>
          </w:tcPr>
          <w:p w:rsidR="00EE458B" w:rsidRPr="00C406FE" w:rsidRDefault="007C20C7" w:rsidP="0040682A">
            <w:r w:rsidRPr="00C406FE">
              <w:t>50</w:t>
            </w:r>
          </w:p>
        </w:tc>
      </w:tr>
      <w:tr w:rsidR="00EE458B" w:rsidTr="003A51C1">
        <w:trPr>
          <w:trHeight w:val="278"/>
        </w:trPr>
        <w:tc>
          <w:tcPr>
            <w:tcW w:w="6379" w:type="dxa"/>
            <w:shd w:val="clear" w:color="auto" w:fill="DBE5F1" w:themeFill="accent1" w:themeFillTint="33"/>
          </w:tcPr>
          <w:p w:rsidR="00EE458B" w:rsidRPr="00A35E5E" w:rsidRDefault="00D6108E" w:rsidP="00EE458B">
            <w:r w:rsidRPr="00A35E5E">
              <w:t xml:space="preserve">  T0</w:t>
            </w:r>
            <w:r w:rsidR="00EE458B" w:rsidRPr="00A35E5E">
              <w:t>.2 –</w:t>
            </w:r>
            <w:r w:rsidRPr="00A35E5E">
              <w:t xml:space="preserve"> Mise en commun des documents</w:t>
            </w:r>
          </w:p>
        </w:tc>
        <w:tc>
          <w:tcPr>
            <w:tcW w:w="1276" w:type="dxa"/>
          </w:tcPr>
          <w:p w:rsidR="00EE458B" w:rsidRPr="00C406FE" w:rsidRDefault="00DA6847" w:rsidP="0040682A">
            <w:r>
              <w:t>50</w:t>
            </w:r>
          </w:p>
        </w:tc>
        <w:tc>
          <w:tcPr>
            <w:tcW w:w="1276" w:type="dxa"/>
          </w:tcPr>
          <w:p w:rsidR="00EE458B" w:rsidRPr="00C406FE" w:rsidRDefault="00EE458B" w:rsidP="0040682A"/>
        </w:tc>
        <w:tc>
          <w:tcPr>
            <w:tcW w:w="1842" w:type="dxa"/>
          </w:tcPr>
          <w:p w:rsidR="00EE458B" w:rsidRPr="00C406FE" w:rsidRDefault="007C20C7" w:rsidP="0040682A">
            <w:r w:rsidRPr="00C406FE">
              <w:t>50</w:t>
            </w:r>
          </w:p>
        </w:tc>
      </w:tr>
      <w:tr w:rsidR="00EE458B" w:rsidRPr="00461D9A" w:rsidTr="003A51C1">
        <w:trPr>
          <w:trHeight w:val="264"/>
        </w:trPr>
        <w:tc>
          <w:tcPr>
            <w:tcW w:w="6379" w:type="dxa"/>
            <w:shd w:val="clear" w:color="auto" w:fill="FFFFFF" w:themeFill="background1"/>
          </w:tcPr>
          <w:p w:rsidR="00EE458B" w:rsidRPr="00A35E5E" w:rsidRDefault="00EE458B" w:rsidP="00461D9A">
            <w:pPr>
              <w:jc w:val="right"/>
              <w:rPr>
                <w:b/>
              </w:rPr>
            </w:pPr>
            <w:r w:rsidRPr="00A35E5E">
              <w:rPr>
                <w:b/>
              </w:rPr>
              <w:t>Sous-Total (h) :</w:t>
            </w:r>
          </w:p>
        </w:tc>
        <w:tc>
          <w:tcPr>
            <w:tcW w:w="1276" w:type="dxa"/>
            <w:shd w:val="clear" w:color="auto" w:fill="FFFFFF" w:themeFill="background1"/>
          </w:tcPr>
          <w:p w:rsidR="00EE458B" w:rsidRPr="00914B3E" w:rsidRDefault="00DA6847" w:rsidP="0040682A">
            <w:pPr>
              <w:rPr>
                <w:b/>
              </w:rPr>
            </w:pPr>
            <w:r>
              <w:rPr>
                <w:b/>
              </w:rPr>
              <w:t>10</w:t>
            </w:r>
            <w:r w:rsidR="00F4676B" w:rsidRPr="00914B3E">
              <w:rPr>
                <w:b/>
              </w:rPr>
              <w:t>0</w:t>
            </w:r>
          </w:p>
        </w:tc>
        <w:tc>
          <w:tcPr>
            <w:tcW w:w="1276" w:type="dxa"/>
            <w:shd w:val="clear" w:color="auto" w:fill="FFFFFF" w:themeFill="background1"/>
          </w:tcPr>
          <w:p w:rsidR="00EE458B" w:rsidRPr="00A35E5E" w:rsidRDefault="00EE458B" w:rsidP="0040682A"/>
        </w:tc>
        <w:tc>
          <w:tcPr>
            <w:tcW w:w="1842" w:type="dxa"/>
            <w:shd w:val="clear" w:color="auto" w:fill="FFFFFF" w:themeFill="background1"/>
          </w:tcPr>
          <w:p w:rsidR="00EE458B" w:rsidRPr="00764A1D" w:rsidRDefault="00764A1D" w:rsidP="0040682A">
            <w:pPr>
              <w:rPr>
                <w:b/>
              </w:rPr>
            </w:pPr>
            <w:r w:rsidRPr="00764A1D">
              <w:rPr>
                <w:b/>
              </w:rPr>
              <w:t>100</w:t>
            </w:r>
          </w:p>
        </w:tc>
      </w:tr>
      <w:tr w:rsidR="00F4676B" w:rsidTr="003A51C1">
        <w:trPr>
          <w:trHeight w:val="278"/>
        </w:trPr>
        <w:tc>
          <w:tcPr>
            <w:tcW w:w="10773" w:type="dxa"/>
            <w:gridSpan w:val="4"/>
            <w:shd w:val="clear" w:color="auto" w:fill="548DD4" w:themeFill="text2" w:themeFillTint="99"/>
          </w:tcPr>
          <w:p w:rsidR="00F4676B" w:rsidRPr="00A35E5E" w:rsidRDefault="00F4676B" w:rsidP="0040682A">
            <w:pPr>
              <w:rPr>
                <w:b/>
              </w:rPr>
            </w:pPr>
            <w:r w:rsidRPr="00A35E5E">
              <w:rPr>
                <w:b/>
              </w:rPr>
              <w:t>L1 - Analyse / Conception</w:t>
            </w:r>
          </w:p>
        </w:tc>
      </w:tr>
      <w:tr w:rsidR="00EE458B" w:rsidRPr="0058269F" w:rsidTr="003A51C1">
        <w:trPr>
          <w:trHeight w:val="278"/>
        </w:trPr>
        <w:tc>
          <w:tcPr>
            <w:tcW w:w="6379" w:type="dxa"/>
            <w:shd w:val="clear" w:color="auto" w:fill="DBE5F1" w:themeFill="accent1" w:themeFillTint="33"/>
          </w:tcPr>
          <w:p w:rsidR="00D6108E" w:rsidRPr="00A35E5E" w:rsidRDefault="00D6108E" w:rsidP="00D6108E">
            <w:r w:rsidRPr="00A35E5E">
              <w:t>T1.1 - Analyse</w:t>
            </w:r>
          </w:p>
        </w:tc>
        <w:tc>
          <w:tcPr>
            <w:tcW w:w="1276" w:type="dxa"/>
          </w:tcPr>
          <w:p w:rsidR="00EE458B" w:rsidRPr="00C406FE" w:rsidRDefault="00DA6847" w:rsidP="00F4676B">
            <w:pPr>
              <w:jc w:val="left"/>
            </w:pPr>
            <w:r>
              <w:t>7</w:t>
            </w:r>
            <w:r w:rsidR="00F4676B" w:rsidRPr="00C406FE">
              <w:t>0</w:t>
            </w:r>
          </w:p>
        </w:tc>
        <w:tc>
          <w:tcPr>
            <w:tcW w:w="1276" w:type="dxa"/>
          </w:tcPr>
          <w:p w:rsidR="00EE458B" w:rsidRPr="00C406FE" w:rsidRDefault="00EE458B" w:rsidP="0040682A"/>
        </w:tc>
        <w:tc>
          <w:tcPr>
            <w:tcW w:w="1842" w:type="dxa"/>
          </w:tcPr>
          <w:p w:rsidR="00EE458B" w:rsidRPr="00C406FE" w:rsidRDefault="00DA6847" w:rsidP="0040682A">
            <w:r>
              <w:t>2</w:t>
            </w:r>
            <w:r w:rsidR="00C406FE" w:rsidRPr="00C406FE">
              <w:t>0</w:t>
            </w:r>
          </w:p>
        </w:tc>
      </w:tr>
      <w:tr w:rsidR="00EE458B" w:rsidRPr="0058269F" w:rsidTr="003A51C1">
        <w:trPr>
          <w:trHeight w:val="278"/>
        </w:trPr>
        <w:tc>
          <w:tcPr>
            <w:tcW w:w="6379" w:type="dxa"/>
            <w:shd w:val="clear" w:color="auto" w:fill="DBE5F1" w:themeFill="accent1" w:themeFillTint="33"/>
          </w:tcPr>
          <w:p w:rsidR="00EE458B" w:rsidRPr="00A35E5E" w:rsidRDefault="00D6108E" w:rsidP="00D6108E">
            <w:r w:rsidRPr="00A35E5E">
              <w:t>T1.2 - Conception</w:t>
            </w:r>
          </w:p>
        </w:tc>
        <w:tc>
          <w:tcPr>
            <w:tcW w:w="1276" w:type="dxa"/>
          </w:tcPr>
          <w:p w:rsidR="00EE458B" w:rsidRPr="00C406FE" w:rsidRDefault="00DA6847" w:rsidP="00F4676B">
            <w:pPr>
              <w:jc w:val="left"/>
            </w:pPr>
            <w:r>
              <w:t>7</w:t>
            </w:r>
            <w:r w:rsidR="00F4676B" w:rsidRPr="00C406FE">
              <w:t>0</w:t>
            </w:r>
          </w:p>
        </w:tc>
        <w:tc>
          <w:tcPr>
            <w:tcW w:w="1276" w:type="dxa"/>
          </w:tcPr>
          <w:p w:rsidR="00EE458B" w:rsidRPr="00C406FE" w:rsidRDefault="00EE458B" w:rsidP="0040682A"/>
        </w:tc>
        <w:tc>
          <w:tcPr>
            <w:tcW w:w="1842" w:type="dxa"/>
          </w:tcPr>
          <w:p w:rsidR="00EE458B" w:rsidRPr="00C406FE" w:rsidRDefault="00DA6847" w:rsidP="0040682A">
            <w:r>
              <w:t>2</w:t>
            </w:r>
            <w:r w:rsidR="00C406FE" w:rsidRPr="00C406FE">
              <w:t>0</w:t>
            </w:r>
          </w:p>
        </w:tc>
      </w:tr>
      <w:tr w:rsidR="00EE458B" w:rsidRPr="0058269F" w:rsidTr="003A51C1">
        <w:trPr>
          <w:trHeight w:val="278"/>
        </w:trPr>
        <w:tc>
          <w:tcPr>
            <w:tcW w:w="6379" w:type="dxa"/>
            <w:shd w:val="clear" w:color="auto" w:fill="auto"/>
          </w:tcPr>
          <w:p w:rsidR="00EE458B" w:rsidRPr="00A35E5E" w:rsidRDefault="00EE458B" w:rsidP="00461D9A">
            <w:pPr>
              <w:jc w:val="right"/>
              <w:rPr>
                <w:b/>
              </w:rPr>
            </w:pPr>
            <w:r w:rsidRPr="00A35E5E">
              <w:rPr>
                <w:b/>
              </w:rPr>
              <w:t>Sous-Total (h) </w:t>
            </w:r>
            <w:r w:rsidR="00A35E5E" w:rsidRPr="00A35E5E">
              <w:rPr>
                <w:b/>
              </w:rPr>
              <w:t xml:space="preserve"> :</w:t>
            </w:r>
          </w:p>
        </w:tc>
        <w:tc>
          <w:tcPr>
            <w:tcW w:w="1276" w:type="dxa"/>
          </w:tcPr>
          <w:p w:rsidR="00EE458B" w:rsidRPr="00764A1D" w:rsidRDefault="00DA6847" w:rsidP="0040682A">
            <w:pPr>
              <w:rPr>
                <w:b/>
              </w:rPr>
            </w:pPr>
            <w:r>
              <w:rPr>
                <w:b/>
              </w:rPr>
              <w:t>14</w:t>
            </w:r>
            <w:r w:rsidR="00F4676B" w:rsidRPr="00764A1D">
              <w:rPr>
                <w:b/>
              </w:rPr>
              <w:t>0</w:t>
            </w:r>
          </w:p>
        </w:tc>
        <w:tc>
          <w:tcPr>
            <w:tcW w:w="1276" w:type="dxa"/>
          </w:tcPr>
          <w:p w:rsidR="00EE458B" w:rsidRPr="00764A1D" w:rsidRDefault="00EE458B" w:rsidP="0040682A">
            <w:pPr>
              <w:rPr>
                <w:b/>
              </w:rPr>
            </w:pPr>
          </w:p>
        </w:tc>
        <w:tc>
          <w:tcPr>
            <w:tcW w:w="1842" w:type="dxa"/>
          </w:tcPr>
          <w:p w:rsidR="00EE458B" w:rsidRPr="00764A1D" w:rsidRDefault="00DA6847" w:rsidP="0040682A">
            <w:pPr>
              <w:rPr>
                <w:b/>
              </w:rPr>
            </w:pPr>
            <w:r>
              <w:rPr>
                <w:b/>
              </w:rPr>
              <w:t>4</w:t>
            </w:r>
            <w:r w:rsidR="00764A1D" w:rsidRPr="00764A1D">
              <w:rPr>
                <w:b/>
              </w:rPr>
              <w:t>0</w:t>
            </w:r>
          </w:p>
        </w:tc>
      </w:tr>
      <w:tr w:rsidR="00F4676B" w:rsidRPr="0058269F" w:rsidTr="003A51C1">
        <w:trPr>
          <w:trHeight w:val="278"/>
        </w:trPr>
        <w:tc>
          <w:tcPr>
            <w:tcW w:w="10773" w:type="dxa"/>
            <w:gridSpan w:val="4"/>
            <w:shd w:val="clear" w:color="auto" w:fill="548DD4" w:themeFill="text2" w:themeFillTint="99"/>
          </w:tcPr>
          <w:p w:rsidR="00F4676B" w:rsidRPr="00764A1D" w:rsidRDefault="00F4676B" w:rsidP="0040682A">
            <w:pPr>
              <w:rPr>
                <w:b/>
              </w:rPr>
            </w:pPr>
            <w:r w:rsidRPr="00764A1D">
              <w:rPr>
                <w:b/>
              </w:rPr>
              <w:t>L2 - Gestion des exercices</w:t>
            </w:r>
          </w:p>
        </w:tc>
      </w:tr>
      <w:tr w:rsidR="00D6108E" w:rsidRPr="0058269F" w:rsidTr="003A51C1">
        <w:trPr>
          <w:trHeight w:val="278"/>
        </w:trPr>
        <w:tc>
          <w:tcPr>
            <w:tcW w:w="6379" w:type="dxa"/>
            <w:shd w:val="clear" w:color="auto" w:fill="DBE5F1" w:themeFill="accent1" w:themeFillTint="33"/>
          </w:tcPr>
          <w:p w:rsidR="00D6108E" w:rsidRPr="00A35E5E" w:rsidRDefault="00D6108E" w:rsidP="00F4676B">
            <w:pPr>
              <w:jc w:val="left"/>
            </w:pPr>
            <w:r w:rsidRPr="00A35E5E">
              <w:t xml:space="preserve">T2.1 - Analyse </w:t>
            </w:r>
            <w:r w:rsidR="0074189D">
              <w:t>et conception générale</w:t>
            </w:r>
          </w:p>
        </w:tc>
        <w:tc>
          <w:tcPr>
            <w:tcW w:w="1276" w:type="dxa"/>
          </w:tcPr>
          <w:p w:rsidR="000434E8" w:rsidRPr="00C406FE" w:rsidRDefault="001E1E62" w:rsidP="0040682A">
            <w:r>
              <w:t>100</w:t>
            </w:r>
          </w:p>
        </w:tc>
        <w:tc>
          <w:tcPr>
            <w:tcW w:w="1276" w:type="dxa"/>
          </w:tcPr>
          <w:p w:rsidR="00D6108E" w:rsidRPr="00C406FE" w:rsidRDefault="00D6108E" w:rsidP="0040682A"/>
        </w:tc>
        <w:tc>
          <w:tcPr>
            <w:tcW w:w="1842" w:type="dxa"/>
          </w:tcPr>
          <w:p w:rsidR="00D6108E" w:rsidRPr="00C406FE" w:rsidRDefault="00E41D34" w:rsidP="0040682A">
            <w:r>
              <w:t>0</w:t>
            </w:r>
          </w:p>
        </w:tc>
      </w:tr>
      <w:tr w:rsidR="00AB1A88" w:rsidRPr="0058269F" w:rsidTr="003A51C1">
        <w:trPr>
          <w:trHeight w:val="278"/>
        </w:trPr>
        <w:tc>
          <w:tcPr>
            <w:tcW w:w="6379" w:type="dxa"/>
            <w:shd w:val="clear" w:color="auto" w:fill="DBE5F1" w:themeFill="accent1" w:themeFillTint="33"/>
          </w:tcPr>
          <w:p w:rsidR="00AB1A88" w:rsidRPr="00A35E5E" w:rsidRDefault="00AB1A88" w:rsidP="005304CC">
            <w:pPr>
              <w:jc w:val="left"/>
            </w:pPr>
            <w:r w:rsidRPr="00A35E5E">
              <w:t xml:space="preserve">T2.2 - </w:t>
            </w:r>
            <w:r w:rsidR="001B492D" w:rsidRPr="001B492D">
              <w:t>Conception détaillée des exercices</w:t>
            </w:r>
          </w:p>
        </w:tc>
        <w:tc>
          <w:tcPr>
            <w:tcW w:w="1276" w:type="dxa"/>
          </w:tcPr>
          <w:p w:rsidR="00AB1A88" w:rsidRPr="00C406FE" w:rsidRDefault="001E1E62" w:rsidP="005304CC">
            <w:r>
              <w:t>200</w:t>
            </w:r>
          </w:p>
        </w:tc>
        <w:tc>
          <w:tcPr>
            <w:tcW w:w="1276" w:type="dxa"/>
          </w:tcPr>
          <w:p w:rsidR="00AB1A88" w:rsidRPr="00C406FE" w:rsidRDefault="00AB1A88" w:rsidP="005304CC"/>
        </w:tc>
        <w:tc>
          <w:tcPr>
            <w:tcW w:w="1842" w:type="dxa"/>
          </w:tcPr>
          <w:p w:rsidR="00AB1A88" w:rsidRPr="00C406FE" w:rsidRDefault="00E41D34" w:rsidP="005304CC">
            <w:r>
              <w:t>0</w:t>
            </w:r>
          </w:p>
        </w:tc>
      </w:tr>
      <w:tr w:rsidR="00F4676B" w:rsidRPr="0058269F" w:rsidTr="003A51C1">
        <w:trPr>
          <w:trHeight w:val="278"/>
        </w:trPr>
        <w:tc>
          <w:tcPr>
            <w:tcW w:w="6379" w:type="dxa"/>
            <w:shd w:val="clear" w:color="auto" w:fill="DBE5F1" w:themeFill="accent1" w:themeFillTint="33"/>
          </w:tcPr>
          <w:p w:rsidR="00F4676B" w:rsidRPr="00A35E5E" w:rsidRDefault="00F4676B" w:rsidP="001B492D">
            <w:pPr>
              <w:jc w:val="left"/>
            </w:pPr>
            <w:r w:rsidRPr="00A35E5E">
              <w:t xml:space="preserve">T2.3 - </w:t>
            </w:r>
            <w:r w:rsidR="001B492D">
              <w:t>Programmation base logiciel/fichiers</w:t>
            </w:r>
          </w:p>
        </w:tc>
        <w:tc>
          <w:tcPr>
            <w:tcW w:w="1276" w:type="dxa"/>
          </w:tcPr>
          <w:p w:rsidR="00F4676B" w:rsidRPr="00C406FE" w:rsidRDefault="00E41D34" w:rsidP="0040682A">
            <w:r>
              <w:t>0</w:t>
            </w:r>
          </w:p>
        </w:tc>
        <w:tc>
          <w:tcPr>
            <w:tcW w:w="1276" w:type="dxa"/>
          </w:tcPr>
          <w:p w:rsidR="00F4676B" w:rsidRPr="00C406FE" w:rsidRDefault="00F4676B" w:rsidP="0040682A"/>
        </w:tc>
        <w:tc>
          <w:tcPr>
            <w:tcW w:w="1842" w:type="dxa"/>
          </w:tcPr>
          <w:p w:rsidR="00F4676B" w:rsidRPr="00C406FE" w:rsidRDefault="001E1E62" w:rsidP="0040682A">
            <w:r>
              <w:t>180</w:t>
            </w:r>
          </w:p>
        </w:tc>
      </w:tr>
      <w:tr w:rsidR="00F4676B" w:rsidRPr="0058269F" w:rsidTr="003A51C1">
        <w:trPr>
          <w:trHeight w:val="278"/>
        </w:trPr>
        <w:tc>
          <w:tcPr>
            <w:tcW w:w="6379" w:type="dxa"/>
            <w:shd w:val="clear" w:color="auto" w:fill="DBE5F1" w:themeFill="accent1" w:themeFillTint="33"/>
          </w:tcPr>
          <w:p w:rsidR="00F4676B" w:rsidRPr="00A35E5E" w:rsidRDefault="00F4676B" w:rsidP="00E35BD6">
            <w:pPr>
              <w:jc w:val="left"/>
            </w:pPr>
            <w:r w:rsidRPr="00A35E5E">
              <w:t xml:space="preserve">T2.4 - </w:t>
            </w:r>
            <w:r w:rsidR="00E35BD6">
              <w:t>Développement des exercices</w:t>
            </w:r>
          </w:p>
        </w:tc>
        <w:tc>
          <w:tcPr>
            <w:tcW w:w="1276" w:type="dxa"/>
          </w:tcPr>
          <w:p w:rsidR="00F4676B" w:rsidRPr="00C406FE" w:rsidRDefault="00E41D34" w:rsidP="0040682A">
            <w:r>
              <w:t>0</w:t>
            </w:r>
          </w:p>
        </w:tc>
        <w:tc>
          <w:tcPr>
            <w:tcW w:w="1276" w:type="dxa"/>
          </w:tcPr>
          <w:p w:rsidR="00F4676B" w:rsidRPr="00C406FE" w:rsidRDefault="00F4676B" w:rsidP="0040682A"/>
        </w:tc>
        <w:tc>
          <w:tcPr>
            <w:tcW w:w="1842" w:type="dxa"/>
          </w:tcPr>
          <w:p w:rsidR="00F4676B" w:rsidRPr="00C406FE" w:rsidRDefault="001E1E62" w:rsidP="0040682A">
            <w:r>
              <w:t>160</w:t>
            </w:r>
          </w:p>
        </w:tc>
      </w:tr>
      <w:tr w:rsidR="00F4676B" w:rsidRPr="0058269F" w:rsidTr="003A51C1">
        <w:trPr>
          <w:trHeight w:val="278"/>
        </w:trPr>
        <w:tc>
          <w:tcPr>
            <w:tcW w:w="6379" w:type="dxa"/>
            <w:shd w:val="clear" w:color="auto" w:fill="FFFFFF" w:themeFill="background1"/>
          </w:tcPr>
          <w:p w:rsidR="00F4676B" w:rsidRPr="00A35E5E" w:rsidRDefault="00F4676B" w:rsidP="00F4676B">
            <w:pPr>
              <w:jc w:val="right"/>
              <w:rPr>
                <w:b/>
                <w:sz w:val="22"/>
              </w:rPr>
            </w:pPr>
            <w:r w:rsidRPr="00A35E5E">
              <w:rPr>
                <w:b/>
              </w:rPr>
              <w:t>Sous-Total (h)</w:t>
            </w:r>
            <w:r w:rsidR="00A35E5E" w:rsidRPr="00A35E5E">
              <w:rPr>
                <w:b/>
              </w:rPr>
              <w:t xml:space="preserve"> :</w:t>
            </w:r>
            <w:r w:rsidRPr="00A35E5E">
              <w:rPr>
                <w:b/>
              </w:rPr>
              <w:t> </w:t>
            </w:r>
          </w:p>
        </w:tc>
        <w:tc>
          <w:tcPr>
            <w:tcW w:w="1276" w:type="dxa"/>
          </w:tcPr>
          <w:p w:rsidR="00F4676B" w:rsidRPr="00764A1D" w:rsidRDefault="00764A1D" w:rsidP="0040682A">
            <w:pPr>
              <w:rPr>
                <w:b/>
              </w:rPr>
            </w:pPr>
            <w:r w:rsidRPr="00764A1D">
              <w:rPr>
                <w:b/>
              </w:rPr>
              <w:t>3</w:t>
            </w:r>
            <w:r w:rsidR="00C50581" w:rsidRPr="00764A1D">
              <w:rPr>
                <w:b/>
              </w:rPr>
              <w:t>00</w:t>
            </w:r>
          </w:p>
        </w:tc>
        <w:tc>
          <w:tcPr>
            <w:tcW w:w="1276" w:type="dxa"/>
          </w:tcPr>
          <w:p w:rsidR="00F4676B" w:rsidRPr="00764A1D" w:rsidRDefault="00F4676B" w:rsidP="0040682A">
            <w:pPr>
              <w:rPr>
                <w:b/>
              </w:rPr>
            </w:pPr>
          </w:p>
        </w:tc>
        <w:tc>
          <w:tcPr>
            <w:tcW w:w="1842" w:type="dxa"/>
          </w:tcPr>
          <w:p w:rsidR="00F4676B" w:rsidRPr="00764A1D" w:rsidRDefault="00B8002C" w:rsidP="0040682A">
            <w:pPr>
              <w:rPr>
                <w:b/>
              </w:rPr>
            </w:pPr>
            <w:r>
              <w:rPr>
                <w:b/>
              </w:rPr>
              <w:t>3</w:t>
            </w:r>
            <w:r w:rsidR="0061253E">
              <w:rPr>
                <w:b/>
              </w:rPr>
              <w:t>4</w:t>
            </w:r>
            <w:r w:rsidR="00764A1D" w:rsidRPr="00764A1D">
              <w:rPr>
                <w:b/>
              </w:rPr>
              <w:t>0</w:t>
            </w:r>
          </w:p>
        </w:tc>
      </w:tr>
      <w:tr w:rsidR="00F4676B" w:rsidRPr="0058269F" w:rsidTr="003A51C1">
        <w:trPr>
          <w:trHeight w:val="278"/>
        </w:trPr>
        <w:tc>
          <w:tcPr>
            <w:tcW w:w="10773" w:type="dxa"/>
            <w:gridSpan w:val="4"/>
            <w:shd w:val="clear" w:color="auto" w:fill="548DD4" w:themeFill="text2" w:themeFillTint="99"/>
          </w:tcPr>
          <w:p w:rsidR="00F4676B" w:rsidRPr="00764A1D" w:rsidRDefault="00F4676B" w:rsidP="0040682A">
            <w:pPr>
              <w:rPr>
                <w:b/>
              </w:rPr>
            </w:pPr>
            <w:r w:rsidRPr="00764A1D">
              <w:rPr>
                <w:b/>
                <w:sz w:val="22"/>
              </w:rPr>
              <w:t>L3 - Interface Homme-Machine</w:t>
            </w:r>
          </w:p>
        </w:tc>
      </w:tr>
      <w:tr w:rsidR="00F4676B" w:rsidRPr="0058269F" w:rsidTr="003A51C1">
        <w:trPr>
          <w:trHeight w:val="278"/>
        </w:trPr>
        <w:tc>
          <w:tcPr>
            <w:tcW w:w="6379" w:type="dxa"/>
            <w:shd w:val="clear" w:color="auto" w:fill="DBE5F1" w:themeFill="accent1" w:themeFillTint="33"/>
          </w:tcPr>
          <w:p w:rsidR="00F4676B" w:rsidRPr="00A35E5E" w:rsidRDefault="00F4676B" w:rsidP="00F4676B">
            <w:pPr>
              <w:jc w:val="left"/>
              <w:rPr>
                <w:sz w:val="22"/>
              </w:rPr>
            </w:pPr>
            <w:r w:rsidRPr="00A35E5E">
              <w:rPr>
                <w:sz w:val="22"/>
              </w:rPr>
              <w:t xml:space="preserve">T3.1 - </w:t>
            </w:r>
            <w:proofErr w:type="spellStart"/>
            <w:r w:rsidRPr="00A35E5E">
              <w:rPr>
                <w:sz w:val="22"/>
              </w:rPr>
              <w:t>Mockup</w:t>
            </w:r>
            <w:proofErr w:type="spellEnd"/>
          </w:p>
        </w:tc>
        <w:tc>
          <w:tcPr>
            <w:tcW w:w="1276" w:type="dxa"/>
          </w:tcPr>
          <w:p w:rsidR="00F4676B" w:rsidRPr="000A15AE" w:rsidRDefault="000A15AE" w:rsidP="0040682A">
            <w:r w:rsidRPr="000A15AE">
              <w:t>100</w:t>
            </w:r>
          </w:p>
        </w:tc>
        <w:tc>
          <w:tcPr>
            <w:tcW w:w="1276" w:type="dxa"/>
          </w:tcPr>
          <w:p w:rsidR="00F4676B" w:rsidRPr="000A15AE" w:rsidRDefault="00F4676B" w:rsidP="0040682A"/>
        </w:tc>
        <w:tc>
          <w:tcPr>
            <w:tcW w:w="1842" w:type="dxa"/>
          </w:tcPr>
          <w:p w:rsidR="00F4676B" w:rsidRPr="000A15AE" w:rsidRDefault="000A15AE" w:rsidP="0040682A">
            <w:r w:rsidRPr="000A15AE">
              <w:t>0</w:t>
            </w:r>
          </w:p>
        </w:tc>
      </w:tr>
      <w:tr w:rsidR="00F4676B" w:rsidRPr="0058269F" w:rsidTr="003A51C1">
        <w:trPr>
          <w:trHeight w:val="278"/>
        </w:trPr>
        <w:tc>
          <w:tcPr>
            <w:tcW w:w="6379" w:type="dxa"/>
            <w:shd w:val="clear" w:color="auto" w:fill="DBE5F1" w:themeFill="accent1" w:themeFillTint="33"/>
          </w:tcPr>
          <w:p w:rsidR="00F4676B" w:rsidRPr="00A35E5E" w:rsidRDefault="00F4676B" w:rsidP="000A15AE">
            <w:pPr>
              <w:jc w:val="left"/>
              <w:rPr>
                <w:sz w:val="22"/>
              </w:rPr>
            </w:pPr>
            <w:r w:rsidRPr="00A35E5E">
              <w:rPr>
                <w:sz w:val="22"/>
              </w:rPr>
              <w:t xml:space="preserve">T3.2 - </w:t>
            </w:r>
            <w:r w:rsidR="000A15AE">
              <w:rPr>
                <w:sz w:val="22"/>
              </w:rPr>
              <w:t>Validation et conception de la solution</w:t>
            </w:r>
          </w:p>
        </w:tc>
        <w:tc>
          <w:tcPr>
            <w:tcW w:w="1276" w:type="dxa"/>
          </w:tcPr>
          <w:p w:rsidR="00F4676B" w:rsidRPr="000A15AE" w:rsidRDefault="000A15AE" w:rsidP="0040682A">
            <w:r w:rsidRPr="000A15AE">
              <w:t>200</w:t>
            </w:r>
          </w:p>
        </w:tc>
        <w:tc>
          <w:tcPr>
            <w:tcW w:w="1276" w:type="dxa"/>
          </w:tcPr>
          <w:p w:rsidR="00F4676B" w:rsidRPr="000A15AE" w:rsidRDefault="00F4676B" w:rsidP="0040682A"/>
        </w:tc>
        <w:tc>
          <w:tcPr>
            <w:tcW w:w="1842" w:type="dxa"/>
          </w:tcPr>
          <w:p w:rsidR="00F4676B" w:rsidRPr="000A15AE" w:rsidRDefault="000A15AE" w:rsidP="0040682A">
            <w:r w:rsidRPr="000A15AE">
              <w:t>0</w:t>
            </w:r>
          </w:p>
        </w:tc>
      </w:tr>
      <w:tr w:rsidR="00F4676B" w:rsidRPr="0058269F" w:rsidTr="003A51C1">
        <w:trPr>
          <w:trHeight w:val="278"/>
        </w:trPr>
        <w:tc>
          <w:tcPr>
            <w:tcW w:w="6379" w:type="dxa"/>
            <w:shd w:val="clear" w:color="auto" w:fill="DBE5F1" w:themeFill="accent1" w:themeFillTint="33"/>
          </w:tcPr>
          <w:p w:rsidR="00F4676B" w:rsidRPr="00A35E5E" w:rsidRDefault="00F4676B" w:rsidP="00F4676B">
            <w:pPr>
              <w:jc w:val="left"/>
              <w:rPr>
                <w:sz w:val="22"/>
              </w:rPr>
            </w:pPr>
            <w:r w:rsidRPr="00A35E5E">
              <w:rPr>
                <w:sz w:val="22"/>
              </w:rPr>
              <w:t xml:space="preserve">T3.3 </w:t>
            </w:r>
            <w:r w:rsidR="00491B7C">
              <w:rPr>
                <w:sz w:val="22"/>
              </w:rPr>
              <w:t xml:space="preserve">- </w:t>
            </w:r>
            <w:r w:rsidR="000A15AE">
              <w:rPr>
                <w:sz w:val="22"/>
              </w:rPr>
              <w:t>Développement GUI</w:t>
            </w:r>
          </w:p>
        </w:tc>
        <w:tc>
          <w:tcPr>
            <w:tcW w:w="1276" w:type="dxa"/>
          </w:tcPr>
          <w:p w:rsidR="00F4676B" w:rsidRPr="000A15AE" w:rsidRDefault="000A15AE" w:rsidP="0040682A">
            <w:r w:rsidRPr="000A15AE">
              <w:t>0</w:t>
            </w:r>
          </w:p>
        </w:tc>
        <w:tc>
          <w:tcPr>
            <w:tcW w:w="1276" w:type="dxa"/>
          </w:tcPr>
          <w:p w:rsidR="00F4676B" w:rsidRPr="000A15AE" w:rsidRDefault="00F4676B" w:rsidP="0040682A"/>
        </w:tc>
        <w:tc>
          <w:tcPr>
            <w:tcW w:w="1842" w:type="dxa"/>
          </w:tcPr>
          <w:p w:rsidR="00F4676B" w:rsidRPr="000A15AE" w:rsidRDefault="00122BBD" w:rsidP="0040682A">
            <w:r>
              <w:t>17</w:t>
            </w:r>
            <w:r w:rsidR="000A15AE" w:rsidRPr="000A15AE">
              <w:t>0</w:t>
            </w:r>
          </w:p>
        </w:tc>
      </w:tr>
      <w:tr w:rsidR="000A15AE" w:rsidRPr="0058269F" w:rsidTr="003A51C1">
        <w:trPr>
          <w:trHeight w:val="278"/>
        </w:trPr>
        <w:tc>
          <w:tcPr>
            <w:tcW w:w="6379" w:type="dxa"/>
            <w:shd w:val="clear" w:color="auto" w:fill="DBE5F1" w:themeFill="accent1" w:themeFillTint="33"/>
          </w:tcPr>
          <w:p w:rsidR="000A15AE" w:rsidRPr="00A35E5E" w:rsidRDefault="000A15AE" w:rsidP="00F4676B">
            <w:pPr>
              <w:jc w:val="left"/>
              <w:rPr>
                <w:sz w:val="22"/>
              </w:rPr>
            </w:pPr>
            <w:r>
              <w:rPr>
                <w:sz w:val="22"/>
              </w:rPr>
              <w:t>T3.4 - Développement de la solution de traduction</w:t>
            </w:r>
          </w:p>
        </w:tc>
        <w:tc>
          <w:tcPr>
            <w:tcW w:w="1276" w:type="dxa"/>
          </w:tcPr>
          <w:p w:rsidR="000A15AE" w:rsidRPr="000A15AE" w:rsidRDefault="000A15AE" w:rsidP="0040682A">
            <w:r w:rsidRPr="000A15AE">
              <w:t>0</w:t>
            </w:r>
          </w:p>
        </w:tc>
        <w:tc>
          <w:tcPr>
            <w:tcW w:w="1276" w:type="dxa"/>
          </w:tcPr>
          <w:p w:rsidR="000A15AE" w:rsidRPr="000A15AE" w:rsidRDefault="000A15AE" w:rsidP="0040682A"/>
        </w:tc>
        <w:tc>
          <w:tcPr>
            <w:tcW w:w="1842" w:type="dxa"/>
          </w:tcPr>
          <w:p w:rsidR="000A15AE" w:rsidRPr="000A15AE" w:rsidRDefault="00122BBD" w:rsidP="0040682A">
            <w:r>
              <w:t>17</w:t>
            </w:r>
            <w:r w:rsidR="000A15AE" w:rsidRPr="000A15AE">
              <w:t>0</w:t>
            </w:r>
          </w:p>
        </w:tc>
      </w:tr>
      <w:tr w:rsidR="00F4676B" w:rsidRPr="0058269F" w:rsidTr="003A51C1">
        <w:trPr>
          <w:trHeight w:val="278"/>
        </w:trPr>
        <w:tc>
          <w:tcPr>
            <w:tcW w:w="6379" w:type="dxa"/>
            <w:shd w:val="clear" w:color="auto" w:fill="FFFFFF" w:themeFill="background1"/>
          </w:tcPr>
          <w:p w:rsidR="00F4676B" w:rsidRPr="00A35E5E" w:rsidRDefault="00F4676B" w:rsidP="00F4676B">
            <w:pPr>
              <w:jc w:val="right"/>
              <w:rPr>
                <w:b/>
                <w:sz w:val="22"/>
              </w:rPr>
            </w:pPr>
            <w:r w:rsidRPr="00A35E5E">
              <w:rPr>
                <w:b/>
              </w:rPr>
              <w:t>Sous-Total (h) </w:t>
            </w:r>
            <w:r w:rsidR="00A35E5E" w:rsidRPr="00A35E5E">
              <w:rPr>
                <w:b/>
              </w:rPr>
              <w:t xml:space="preserve"> :</w:t>
            </w:r>
          </w:p>
        </w:tc>
        <w:tc>
          <w:tcPr>
            <w:tcW w:w="1276" w:type="dxa"/>
          </w:tcPr>
          <w:p w:rsidR="00F4676B" w:rsidRPr="00764A1D" w:rsidRDefault="00764A1D" w:rsidP="0040682A">
            <w:pPr>
              <w:rPr>
                <w:b/>
              </w:rPr>
            </w:pPr>
            <w:r w:rsidRPr="00764A1D">
              <w:rPr>
                <w:b/>
              </w:rPr>
              <w:t>3</w:t>
            </w:r>
            <w:r w:rsidR="00C50581" w:rsidRPr="00764A1D">
              <w:rPr>
                <w:b/>
              </w:rPr>
              <w:t>00</w:t>
            </w:r>
          </w:p>
        </w:tc>
        <w:tc>
          <w:tcPr>
            <w:tcW w:w="1276" w:type="dxa"/>
          </w:tcPr>
          <w:p w:rsidR="00F4676B" w:rsidRPr="00764A1D" w:rsidRDefault="00F4676B" w:rsidP="0040682A">
            <w:pPr>
              <w:rPr>
                <w:b/>
              </w:rPr>
            </w:pPr>
          </w:p>
        </w:tc>
        <w:tc>
          <w:tcPr>
            <w:tcW w:w="1842" w:type="dxa"/>
          </w:tcPr>
          <w:p w:rsidR="00F4676B" w:rsidRPr="00764A1D" w:rsidRDefault="00B169E8" w:rsidP="0040682A">
            <w:pPr>
              <w:rPr>
                <w:b/>
              </w:rPr>
            </w:pPr>
            <w:r>
              <w:rPr>
                <w:b/>
              </w:rPr>
              <w:t>3</w:t>
            </w:r>
            <w:r w:rsidR="0061253E">
              <w:rPr>
                <w:b/>
              </w:rPr>
              <w:t>4</w:t>
            </w:r>
            <w:r w:rsidR="00764A1D" w:rsidRPr="00764A1D">
              <w:rPr>
                <w:b/>
              </w:rPr>
              <w:t>0</w:t>
            </w:r>
          </w:p>
        </w:tc>
      </w:tr>
      <w:tr w:rsidR="00F4676B" w:rsidRPr="0058269F" w:rsidTr="003A51C1">
        <w:trPr>
          <w:trHeight w:val="278"/>
        </w:trPr>
        <w:tc>
          <w:tcPr>
            <w:tcW w:w="10773" w:type="dxa"/>
            <w:gridSpan w:val="4"/>
            <w:shd w:val="clear" w:color="auto" w:fill="548DD4" w:themeFill="text2" w:themeFillTint="99"/>
          </w:tcPr>
          <w:p w:rsidR="00F4676B" w:rsidRPr="00764A1D" w:rsidRDefault="00F4676B" w:rsidP="0040682A">
            <w:pPr>
              <w:rPr>
                <w:b/>
              </w:rPr>
            </w:pPr>
            <w:r w:rsidRPr="00764A1D">
              <w:rPr>
                <w:b/>
                <w:sz w:val="22"/>
              </w:rPr>
              <w:t>L4 - Projection</w:t>
            </w:r>
          </w:p>
        </w:tc>
      </w:tr>
      <w:tr w:rsidR="00F4676B" w:rsidRPr="0058269F" w:rsidTr="003A51C1">
        <w:trPr>
          <w:trHeight w:val="278"/>
        </w:trPr>
        <w:tc>
          <w:tcPr>
            <w:tcW w:w="6379" w:type="dxa"/>
            <w:shd w:val="clear" w:color="auto" w:fill="DBE5F1" w:themeFill="accent1" w:themeFillTint="33"/>
          </w:tcPr>
          <w:p w:rsidR="00F4676B" w:rsidRPr="00A35E5E" w:rsidRDefault="00F4676B" w:rsidP="009F4906">
            <w:pPr>
              <w:jc w:val="left"/>
              <w:rPr>
                <w:sz w:val="22"/>
              </w:rPr>
            </w:pPr>
            <w:r w:rsidRPr="00A35E5E">
              <w:rPr>
                <w:sz w:val="22"/>
              </w:rPr>
              <w:t xml:space="preserve">T4.1 - </w:t>
            </w:r>
            <w:r w:rsidR="009F4906">
              <w:rPr>
                <w:sz w:val="22"/>
              </w:rPr>
              <w:t>Analyse et Conception Calibrage</w:t>
            </w:r>
          </w:p>
        </w:tc>
        <w:tc>
          <w:tcPr>
            <w:tcW w:w="1276" w:type="dxa"/>
          </w:tcPr>
          <w:p w:rsidR="00F4676B" w:rsidRPr="00FC5890" w:rsidRDefault="00453B8C" w:rsidP="0040682A">
            <w:r>
              <w:t>150</w:t>
            </w:r>
          </w:p>
        </w:tc>
        <w:tc>
          <w:tcPr>
            <w:tcW w:w="1276" w:type="dxa"/>
          </w:tcPr>
          <w:p w:rsidR="00F4676B" w:rsidRPr="00FC5890" w:rsidRDefault="00F4676B" w:rsidP="0040682A"/>
        </w:tc>
        <w:tc>
          <w:tcPr>
            <w:tcW w:w="1842" w:type="dxa"/>
          </w:tcPr>
          <w:p w:rsidR="00F4676B" w:rsidRPr="00FC5890" w:rsidRDefault="00453B8C" w:rsidP="0040682A">
            <w:r>
              <w:t>0</w:t>
            </w:r>
          </w:p>
        </w:tc>
      </w:tr>
      <w:tr w:rsidR="00F4676B" w:rsidRPr="0058269F" w:rsidTr="003A51C1">
        <w:trPr>
          <w:trHeight w:val="278"/>
        </w:trPr>
        <w:tc>
          <w:tcPr>
            <w:tcW w:w="6379" w:type="dxa"/>
            <w:shd w:val="clear" w:color="auto" w:fill="DBE5F1" w:themeFill="accent1" w:themeFillTint="33"/>
          </w:tcPr>
          <w:p w:rsidR="00F4676B" w:rsidRPr="00A35E5E" w:rsidRDefault="00F4676B" w:rsidP="00F4676B">
            <w:pPr>
              <w:jc w:val="left"/>
              <w:rPr>
                <w:sz w:val="22"/>
              </w:rPr>
            </w:pPr>
            <w:r w:rsidRPr="00A35E5E">
              <w:rPr>
                <w:sz w:val="22"/>
              </w:rPr>
              <w:t xml:space="preserve">T4.2 - </w:t>
            </w:r>
            <w:r w:rsidR="009F4906">
              <w:rPr>
                <w:sz w:val="22"/>
              </w:rPr>
              <w:t>A</w:t>
            </w:r>
            <w:r w:rsidR="001C2A91">
              <w:rPr>
                <w:sz w:val="22"/>
              </w:rPr>
              <w:t xml:space="preserve">nalyse et Conception Algorithmique </w:t>
            </w:r>
          </w:p>
        </w:tc>
        <w:tc>
          <w:tcPr>
            <w:tcW w:w="1276" w:type="dxa"/>
          </w:tcPr>
          <w:p w:rsidR="00F4676B" w:rsidRPr="00FC5890" w:rsidRDefault="00453B8C" w:rsidP="0040682A">
            <w:r>
              <w:t>150</w:t>
            </w:r>
          </w:p>
        </w:tc>
        <w:tc>
          <w:tcPr>
            <w:tcW w:w="1276" w:type="dxa"/>
          </w:tcPr>
          <w:p w:rsidR="00F4676B" w:rsidRPr="00FC5890" w:rsidRDefault="00F4676B" w:rsidP="0040682A"/>
        </w:tc>
        <w:tc>
          <w:tcPr>
            <w:tcW w:w="1842" w:type="dxa"/>
          </w:tcPr>
          <w:p w:rsidR="00F4676B" w:rsidRPr="00FC5890" w:rsidRDefault="00453B8C" w:rsidP="0040682A">
            <w:r>
              <w:t>0</w:t>
            </w:r>
          </w:p>
        </w:tc>
      </w:tr>
      <w:tr w:rsidR="000A15AE" w:rsidRPr="0058269F" w:rsidTr="003A51C1">
        <w:trPr>
          <w:trHeight w:val="278"/>
        </w:trPr>
        <w:tc>
          <w:tcPr>
            <w:tcW w:w="6379" w:type="dxa"/>
            <w:shd w:val="clear" w:color="auto" w:fill="DBE5F1" w:themeFill="accent1" w:themeFillTint="33"/>
          </w:tcPr>
          <w:p w:rsidR="000A15AE" w:rsidRPr="00A35E5E" w:rsidRDefault="009F4906" w:rsidP="00F4676B">
            <w:pPr>
              <w:jc w:val="left"/>
              <w:rPr>
                <w:sz w:val="22"/>
              </w:rPr>
            </w:pPr>
            <w:r>
              <w:rPr>
                <w:sz w:val="22"/>
              </w:rPr>
              <w:t>T4.3 - Développement Calibrage</w:t>
            </w:r>
          </w:p>
        </w:tc>
        <w:tc>
          <w:tcPr>
            <w:tcW w:w="1276" w:type="dxa"/>
          </w:tcPr>
          <w:p w:rsidR="000A15AE" w:rsidRPr="00FC5890" w:rsidRDefault="00453B8C" w:rsidP="0040682A">
            <w:r>
              <w:t>0</w:t>
            </w:r>
          </w:p>
        </w:tc>
        <w:tc>
          <w:tcPr>
            <w:tcW w:w="1276" w:type="dxa"/>
          </w:tcPr>
          <w:p w:rsidR="000A15AE" w:rsidRPr="00FC5890" w:rsidRDefault="000A15AE" w:rsidP="0040682A"/>
        </w:tc>
        <w:tc>
          <w:tcPr>
            <w:tcW w:w="1842" w:type="dxa"/>
          </w:tcPr>
          <w:p w:rsidR="000A15AE" w:rsidRPr="00FC5890" w:rsidRDefault="00453B8C" w:rsidP="0040682A">
            <w:r>
              <w:t>170</w:t>
            </w:r>
          </w:p>
        </w:tc>
      </w:tr>
      <w:tr w:rsidR="000A15AE" w:rsidRPr="0058269F" w:rsidTr="003A51C1">
        <w:trPr>
          <w:trHeight w:val="278"/>
        </w:trPr>
        <w:tc>
          <w:tcPr>
            <w:tcW w:w="6379" w:type="dxa"/>
            <w:shd w:val="clear" w:color="auto" w:fill="DBE5F1" w:themeFill="accent1" w:themeFillTint="33"/>
          </w:tcPr>
          <w:p w:rsidR="000A15AE" w:rsidRPr="00A35E5E" w:rsidRDefault="009F4906" w:rsidP="00F4676B">
            <w:pPr>
              <w:jc w:val="left"/>
              <w:rPr>
                <w:sz w:val="22"/>
              </w:rPr>
            </w:pPr>
            <w:r>
              <w:rPr>
                <w:sz w:val="22"/>
              </w:rPr>
              <w:t>T4.4 - Développement Algorithme de Projection</w:t>
            </w:r>
          </w:p>
        </w:tc>
        <w:tc>
          <w:tcPr>
            <w:tcW w:w="1276" w:type="dxa"/>
          </w:tcPr>
          <w:p w:rsidR="000A15AE" w:rsidRPr="00FC5890" w:rsidRDefault="00453B8C" w:rsidP="0040682A">
            <w:r>
              <w:t>0</w:t>
            </w:r>
          </w:p>
        </w:tc>
        <w:tc>
          <w:tcPr>
            <w:tcW w:w="1276" w:type="dxa"/>
          </w:tcPr>
          <w:p w:rsidR="000A15AE" w:rsidRPr="00FC5890" w:rsidRDefault="000A15AE" w:rsidP="0040682A"/>
        </w:tc>
        <w:tc>
          <w:tcPr>
            <w:tcW w:w="1842" w:type="dxa"/>
          </w:tcPr>
          <w:p w:rsidR="000A15AE" w:rsidRPr="00FC5890" w:rsidRDefault="00453B8C" w:rsidP="0040682A">
            <w:r>
              <w:t>170</w:t>
            </w:r>
          </w:p>
        </w:tc>
      </w:tr>
      <w:tr w:rsidR="00F4676B" w:rsidRPr="0058269F" w:rsidTr="003A51C1">
        <w:trPr>
          <w:trHeight w:val="278"/>
        </w:trPr>
        <w:tc>
          <w:tcPr>
            <w:tcW w:w="6379" w:type="dxa"/>
            <w:shd w:val="clear" w:color="auto" w:fill="FFFFFF" w:themeFill="background1"/>
          </w:tcPr>
          <w:p w:rsidR="00F4676B" w:rsidRPr="00A35E5E" w:rsidRDefault="00F4676B" w:rsidP="00F4676B">
            <w:pPr>
              <w:jc w:val="right"/>
              <w:rPr>
                <w:b/>
                <w:sz w:val="22"/>
              </w:rPr>
            </w:pPr>
            <w:r w:rsidRPr="00A35E5E">
              <w:rPr>
                <w:b/>
              </w:rPr>
              <w:t>Sous-Total (h)</w:t>
            </w:r>
            <w:r w:rsidR="00A35E5E" w:rsidRPr="00A35E5E">
              <w:rPr>
                <w:b/>
              </w:rPr>
              <w:t xml:space="preserve"> :</w:t>
            </w:r>
          </w:p>
        </w:tc>
        <w:tc>
          <w:tcPr>
            <w:tcW w:w="1276" w:type="dxa"/>
          </w:tcPr>
          <w:p w:rsidR="00F4676B" w:rsidRPr="00764A1D" w:rsidRDefault="00764A1D" w:rsidP="0040682A">
            <w:pPr>
              <w:rPr>
                <w:b/>
              </w:rPr>
            </w:pPr>
            <w:r w:rsidRPr="00764A1D">
              <w:rPr>
                <w:b/>
              </w:rPr>
              <w:t>3</w:t>
            </w:r>
            <w:r w:rsidR="00C50581" w:rsidRPr="00764A1D">
              <w:rPr>
                <w:b/>
              </w:rPr>
              <w:t>00</w:t>
            </w:r>
          </w:p>
        </w:tc>
        <w:tc>
          <w:tcPr>
            <w:tcW w:w="1276" w:type="dxa"/>
          </w:tcPr>
          <w:p w:rsidR="00F4676B" w:rsidRPr="00764A1D" w:rsidRDefault="00F4676B" w:rsidP="0040682A">
            <w:pPr>
              <w:rPr>
                <w:b/>
              </w:rPr>
            </w:pPr>
          </w:p>
        </w:tc>
        <w:tc>
          <w:tcPr>
            <w:tcW w:w="1842" w:type="dxa"/>
          </w:tcPr>
          <w:p w:rsidR="00F4676B" w:rsidRPr="00764A1D" w:rsidRDefault="00B169E8" w:rsidP="0040682A">
            <w:pPr>
              <w:rPr>
                <w:b/>
              </w:rPr>
            </w:pPr>
            <w:r>
              <w:rPr>
                <w:b/>
              </w:rPr>
              <w:t>3</w:t>
            </w:r>
            <w:r w:rsidR="0061253E">
              <w:rPr>
                <w:b/>
              </w:rPr>
              <w:t>4</w:t>
            </w:r>
            <w:r w:rsidR="00764A1D" w:rsidRPr="00764A1D">
              <w:rPr>
                <w:b/>
              </w:rPr>
              <w:t>0</w:t>
            </w:r>
          </w:p>
        </w:tc>
      </w:tr>
      <w:tr w:rsidR="00F4676B" w:rsidRPr="0058269F" w:rsidTr="003A51C1">
        <w:trPr>
          <w:trHeight w:val="278"/>
        </w:trPr>
        <w:tc>
          <w:tcPr>
            <w:tcW w:w="10773" w:type="dxa"/>
            <w:gridSpan w:val="4"/>
            <w:shd w:val="clear" w:color="auto" w:fill="548DD4" w:themeFill="text2" w:themeFillTint="99"/>
          </w:tcPr>
          <w:p w:rsidR="00F4676B" w:rsidRPr="00764A1D" w:rsidRDefault="00F4676B" w:rsidP="0040682A">
            <w:pPr>
              <w:rPr>
                <w:b/>
              </w:rPr>
            </w:pPr>
            <w:r w:rsidRPr="00764A1D">
              <w:rPr>
                <w:b/>
                <w:sz w:val="22"/>
              </w:rPr>
              <w:t>L5 - Enonciation / Vocalisation</w:t>
            </w:r>
          </w:p>
        </w:tc>
      </w:tr>
      <w:tr w:rsidR="00F4676B" w:rsidRPr="0058269F" w:rsidTr="003A51C1">
        <w:trPr>
          <w:trHeight w:val="278"/>
        </w:trPr>
        <w:tc>
          <w:tcPr>
            <w:tcW w:w="6379" w:type="dxa"/>
            <w:shd w:val="clear" w:color="auto" w:fill="DBE5F1" w:themeFill="accent1" w:themeFillTint="33"/>
          </w:tcPr>
          <w:p w:rsidR="00F4676B" w:rsidRPr="00A35E5E" w:rsidRDefault="00F4676B" w:rsidP="00F4676B">
            <w:pPr>
              <w:jc w:val="left"/>
              <w:rPr>
                <w:sz w:val="22"/>
              </w:rPr>
            </w:pPr>
            <w:r w:rsidRPr="00A35E5E">
              <w:rPr>
                <w:sz w:val="22"/>
              </w:rPr>
              <w:t xml:space="preserve">T5.1 - </w:t>
            </w:r>
            <w:r w:rsidR="00C50581" w:rsidRPr="00A35E5E">
              <w:rPr>
                <w:sz w:val="22"/>
              </w:rPr>
              <w:t>Analys</w:t>
            </w:r>
            <w:r w:rsidR="00D20A30">
              <w:rPr>
                <w:sz w:val="22"/>
              </w:rPr>
              <w:t>e</w:t>
            </w:r>
          </w:p>
        </w:tc>
        <w:tc>
          <w:tcPr>
            <w:tcW w:w="1276" w:type="dxa"/>
          </w:tcPr>
          <w:p w:rsidR="00F4676B" w:rsidRPr="00C406FE" w:rsidRDefault="00D20A30" w:rsidP="0040682A">
            <w:r>
              <w:t>180</w:t>
            </w:r>
          </w:p>
        </w:tc>
        <w:tc>
          <w:tcPr>
            <w:tcW w:w="1276" w:type="dxa"/>
          </w:tcPr>
          <w:p w:rsidR="00F4676B" w:rsidRPr="00C406FE" w:rsidRDefault="00F4676B" w:rsidP="0040682A"/>
        </w:tc>
        <w:tc>
          <w:tcPr>
            <w:tcW w:w="1842" w:type="dxa"/>
          </w:tcPr>
          <w:p w:rsidR="00F4676B" w:rsidRPr="00C406FE" w:rsidRDefault="00D20A30" w:rsidP="0040682A">
            <w:r>
              <w:t>0</w:t>
            </w:r>
          </w:p>
        </w:tc>
      </w:tr>
      <w:tr w:rsidR="00F4676B" w:rsidRPr="0058269F" w:rsidTr="003A51C1">
        <w:trPr>
          <w:trHeight w:val="278"/>
        </w:trPr>
        <w:tc>
          <w:tcPr>
            <w:tcW w:w="6379" w:type="dxa"/>
            <w:shd w:val="clear" w:color="auto" w:fill="DBE5F1" w:themeFill="accent1" w:themeFillTint="33"/>
          </w:tcPr>
          <w:p w:rsidR="00F4676B" w:rsidRPr="00A35E5E" w:rsidRDefault="00C50581" w:rsidP="00F4676B">
            <w:pPr>
              <w:jc w:val="left"/>
              <w:rPr>
                <w:sz w:val="22"/>
              </w:rPr>
            </w:pPr>
            <w:r w:rsidRPr="00A35E5E">
              <w:rPr>
                <w:sz w:val="22"/>
              </w:rPr>
              <w:t xml:space="preserve">T5.2 - </w:t>
            </w:r>
            <w:r w:rsidR="00D20A30">
              <w:rPr>
                <w:sz w:val="22"/>
              </w:rPr>
              <w:t>Conception</w:t>
            </w:r>
          </w:p>
        </w:tc>
        <w:tc>
          <w:tcPr>
            <w:tcW w:w="1276" w:type="dxa"/>
          </w:tcPr>
          <w:p w:rsidR="00F4676B" w:rsidRPr="00C406FE" w:rsidRDefault="00D20A30" w:rsidP="0040682A">
            <w:r>
              <w:t>120</w:t>
            </w:r>
          </w:p>
        </w:tc>
        <w:tc>
          <w:tcPr>
            <w:tcW w:w="1276" w:type="dxa"/>
          </w:tcPr>
          <w:p w:rsidR="00F4676B" w:rsidRPr="00C406FE" w:rsidRDefault="00F4676B" w:rsidP="0040682A"/>
        </w:tc>
        <w:tc>
          <w:tcPr>
            <w:tcW w:w="1842" w:type="dxa"/>
          </w:tcPr>
          <w:p w:rsidR="00F4676B" w:rsidRPr="00C406FE" w:rsidRDefault="00D20A30" w:rsidP="0040682A">
            <w:r>
              <w:t>0</w:t>
            </w:r>
          </w:p>
        </w:tc>
      </w:tr>
      <w:tr w:rsidR="00C50581" w:rsidRPr="0058269F" w:rsidTr="003A51C1">
        <w:trPr>
          <w:trHeight w:val="278"/>
        </w:trPr>
        <w:tc>
          <w:tcPr>
            <w:tcW w:w="6379" w:type="dxa"/>
            <w:shd w:val="clear" w:color="auto" w:fill="DBE5F1" w:themeFill="accent1" w:themeFillTint="33"/>
          </w:tcPr>
          <w:p w:rsidR="00C50581" w:rsidRPr="00A35E5E" w:rsidRDefault="00C50581" w:rsidP="00D20A30">
            <w:pPr>
              <w:jc w:val="left"/>
              <w:rPr>
                <w:sz w:val="22"/>
              </w:rPr>
            </w:pPr>
            <w:r w:rsidRPr="00A35E5E">
              <w:rPr>
                <w:sz w:val="22"/>
              </w:rPr>
              <w:t xml:space="preserve">T5.3 - </w:t>
            </w:r>
            <w:r w:rsidR="00D20A30">
              <w:rPr>
                <w:sz w:val="22"/>
              </w:rPr>
              <w:t>Développement</w:t>
            </w:r>
          </w:p>
        </w:tc>
        <w:tc>
          <w:tcPr>
            <w:tcW w:w="1276" w:type="dxa"/>
          </w:tcPr>
          <w:p w:rsidR="00C50581" w:rsidRPr="00C406FE" w:rsidRDefault="00D20A30" w:rsidP="0040682A">
            <w:r>
              <w:t>0</w:t>
            </w:r>
          </w:p>
        </w:tc>
        <w:tc>
          <w:tcPr>
            <w:tcW w:w="1276" w:type="dxa"/>
          </w:tcPr>
          <w:p w:rsidR="00C50581" w:rsidRPr="00C406FE" w:rsidRDefault="00C50581" w:rsidP="0040682A"/>
        </w:tc>
        <w:tc>
          <w:tcPr>
            <w:tcW w:w="1842" w:type="dxa"/>
          </w:tcPr>
          <w:p w:rsidR="00C50581" w:rsidRPr="00C406FE" w:rsidRDefault="00D20A30" w:rsidP="0040682A">
            <w:r>
              <w:t>340</w:t>
            </w:r>
          </w:p>
        </w:tc>
      </w:tr>
      <w:tr w:rsidR="00C50581" w:rsidRPr="0058269F" w:rsidTr="003A51C1">
        <w:trPr>
          <w:trHeight w:val="278"/>
        </w:trPr>
        <w:tc>
          <w:tcPr>
            <w:tcW w:w="6379" w:type="dxa"/>
            <w:shd w:val="clear" w:color="auto" w:fill="FFFFFF" w:themeFill="background1"/>
          </w:tcPr>
          <w:p w:rsidR="00C50581" w:rsidRPr="002E7461" w:rsidRDefault="00C50581" w:rsidP="00C50581">
            <w:pPr>
              <w:jc w:val="right"/>
              <w:rPr>
                <w:b/>
                <w:sz w:val="22"/>
                <w:szCs w:val="22"/>
              </w:rPr>
            </w:pPr>
            <w:r w:rsidRPr="002E7461">
              <w:rPr>
                <w:b/>
                <w:sz w:val="22"/>
                <w:szCs w:val="22"/>
              </w:rPr>
              <w:t>Sous-</w:t>
            </w:r>
            <w:r w:rsidRPr="002E7461">
              <w:rPr>
                <w:b/>
              </w:rPr>
              <w:t>Total</w:t>
            </w:r>
            <w:r w:rsidRPr="002E7461">
              <w:rPr>
                <w:b/>
                <w:sz w:val="22"/>
                <w:szCs w:val="22"/>
              </w:rPr>
              <w:t xml:space="preserve"> (h)</w:t>
            </w:r>
            <w:r w:rsidR="00A35E5E" w:rsidRPr="002E7461">
              <w:rPr>
                <w:b/>
                <w:sz w:val="22"/>
                <w:szCs w:val="22"/>
              </w:rPr>
              <w:t xml:space="preserve"> :</w:t>
            </w:r>
          </w:p>
        </w:tc>
        <w:tc>
          <w:tcPr>
            <w:tcW w:w="1276" w:type="dxa"/>
          </w:tcPr>
          <w:p w:rsidR="00C50581" w:rsidRPr="00764A1D" w:rsidRDefault="00764A1D" w:rsidP="0040682A">
            <w:pPr>
              <w:rPr>
                <w:b/>
              </w:rPr>
            </w:pPr>
            <w:r w:rsidRPr="00764A1D">
              <w:rPr>
                <w:b/>
              </w:rPr>
              <w:t>300</w:t>
            </w:r>
          </w:p>
        </w:tc>
        <w:tc>
          <w:tcPr>
            <w:tcW w:w="1276" w:type="dxa"/>
          </w:tcPr>
          <w:p w:rsidR="00C50581" w:rsidRPr="00764A1D" w:rsidRDefault="00C50581" w:rsidP="0040682A">
            <w:pPr>
              <w:rPr>
                <w:b/>
              </w:rPr>
            </w:pPr>
          </w:p>
        </w:tc>
        <w:tc>
          <w:tcPr>
            <w:tcW w:w="1842" w:type="dxa"/>
          </w:tcPr>
          <w:p w:rsidR="00C50581" w:rsidRPr="00764A1D" w:rsidRDefault="00B169E8" w:rsidP="0040682A">
            <w:pPr>
              <w:rPr>
                <w:b/>
              </w:rPr>
            </w:pPr>
            <w:r>
              <w:rPr>
                <w:b/>
              </w:rPr>
              <w:t>3</w:t>
            </w:r>
            <w:r w:rsidR="0061253E">
              <w:rPr>
                <w:b/>
              </w:rPr>
              <w:t>4</w:t>
            </w:r>
            <w:r w:rsidR="00764A1D" w:rsidRPr="00764A1D">
              <w:rPr>
                <w:b/>
              </w:rPr>
              <w:t>0</w:t>
            </w:r>
          </w:p>
        </w:tc>
      </w:tr>
      <w:tr w:rsidR="00E14347" w:rsidRPr="0058269F" w:rsidTr="003A51C1">
        <w:trPr>
          <w:trHeight w:val="278"/>
        </w:trPr>
        <w:tc>
          <w:tcPr>
            <w:tcW w:w="10773" w:type="dxa"/>
            <w:gridSpan w:val="4"/>
            <w:shd w:val="clear" w:color="auto" w:fill="548DD4" w:themeFill="text2" w:themeFillTint="99"/>
          </w:tcPr>
          <w:p w:rsidR="00E14347" w:rsidRPr="00764A1D" w:rsidRDefault="00E14347" w:rsidP="0040682A">
            <w:pPr>
              <w:rPr>
                <w:b/>
              </w:rPr>
            </w:pPr>
            <w:r w:rsidRPr="00764A1D">
              <w:rPr>
                <w:b/>
                <w:sz w:val="22"/>
                <w:szCs w:val="22"/>
              </w:rPr>
              <w:t>L6 - Intégration</w:t>
            </w:r>
          </w:p>
        </w:tc>
      </w:tr>
      <w:tr w:rsidR="002E7461" w:rsidRPr="0058269F" w:rsidTr="003A51C1">
        <w:trPr>
          <w:trHeight w:val="93"/>
        </w:trPr>
        <w:tc>
          <w:tcPr>
            <w:tcW w:w="6379" w:type="dxa"/>
            <w:shd w:val="clear" w:color="auto" w:fill="C6D9F1" w:themeFill="text2" w:themeFillTint="33"/>
          </w:tcPr>
          <w:p w:rsidR="002E7461" w:rsidRPr="00A369BD" w:rsidRDefault="002E7461" w:rsidP="002E7461">
            <w:pPr>
              <w:jc w:val="left"/>
              <w:rPr>
                <w:sz w:val="22"/>
                <w:szCs w:val="22"/>
              </w:rPr>
            </w:pPr>
            <w:r w:rsidRPr="00A369BD">
              <w:rPr>
                <w:sz w:val="22"/>
                <w:szCs w:val="22"/>
              </w:rPr>
              <w:t>T6.1 - Intégration globale</w:t>
            </w:r>
          </w:p>
        </w:tc>
        <w:tc>
          <w:tcPr>
            <w:tcW w:w="1276" w:type="dxa"/>
          </w:tcPr>
          <w:p w:rsidR="002E7461" w:rsidRPr="00C406FE" w:rsidRDefault="00C406FE" w:rsidP="0040682A">
            <w:r w:rsidRPr="00C406FE">
              <w:t>0</w:t>
            </w:r>
          </w:p>
        </w:tc>
        <w:tc>
          <w:tcPr>
            <w:tcW w:w="1276" w:type="dxa"/>
          </w:tcPr>
          <w:p w:rsidR="002E7461" w:rsidRPr="00C406FE" w:rsidRDefault="002E7461" w:rsidP="0040682A"/>
        </w:tc>
        <w:tc>
          <w:tcPr>
            <w:tcW w:w="1842" w:type="dxa"/>
          </w:tcPr>
          <w:p w:rsidR="002E7461" w:rsidRPr="00C406FE" w:rsidRDefault="007E51B6" w:rsidP="0040682A">
            <w:r>
              <w:t>1</w:t>
            </w:r>
            <w:r w:rsidR="00DA6847">
              <w:t>00</w:t>
            </w:r>
          </w:p>
        </w:tc>
      </w:tr>
      <w:tr w:rsidR="002E7461" w:rsidRPr="0058269F" w:rsidTr="003A51C1">
        <w:trPr>
          <w:trHeight w:val="278"/>
        </w:trPr>
        <w:tc>
          <w:tcPr>
            <w:tcW w:w="6379" w:type="dxa"/>
            <w:shd w:val="clear" w:color="auto" w:fill="C6D9F1" w:themeFill="text2" w:themeFillTint="33"/>
          </w:tcPr>
          <w:p w:rsidR="002E7461" w:rsidRPr="00A369BD" w:rsidRDefault="00A369BD" w:rsidP="00A369BD">
            <w:pPr>
              <w:rPr>
                <w:sz w:val="22"/>
                <w:szCs w:val="22"/>
              </w:rPr>
            </w:pPr>
            <w:r w:rsidRPr="00A369BD">
              <w:rPr>
                <w:sz w:val="22"/>
                <w:szCs w:val="22"/>
              </w:rPr>
              <w:t>T6.2 - Correction des détails</w:t>
            </w:r>
          </w:p>
        </w:tc>
        <w:tc>
          <w:tcPr>
            <w:tcW w:w="1276" w:type="dxa"/>
          </w:tcPr>
          <w:p w:rsidR="002E7461" w:rsidRPr="00C406FE" w:rsidRDefault="00C406FE" w:rsidP="0040682A">
            <w:r w:rsidRPr="00C406FE">
              <w:t>0</w:t>
            </w:r>
          </w:p>
        </w:tc>
        <w:tc>
          <w:tcPr>
            <w:tcW w:w="1276" w:type="dxa"/>
          </w:tcPr>
          <w:p w:rsidR="002E7461" w:rsidRPr="00C406FE" w:rsidRDefault="002E7461" w:rsidP="0040682A"/>
        </w:tc>
        <w:tc>
          <w:tcPr>
            <w:tcW w:w="1842" w:type="dxa"/>
          </w:tcPr>
          <w:p w:rsidR="002E7461" w:rsidRPr="00C406FE" w:rsidRDefault="007E51B6" w:rsidP="0040682A">
            <w:r>
              <w:t>1</w:t>
            </w:r>
            <w:r w:rsidR="00DA6847">
              <w:t>00</w:t>
            </w:r>
          </w:p>
        </w:tc>
      </w:tr>
      <w:tr w:rsidR="002E7461" w:rsidRPr="0058269F" w:rsidTr="003A51C1">
        <w:trPr>
          <w:trHeight w:val="278"/>
        </w:trPr>
        <w:tc>
          <w:tcPr>
            <w:tcW w:w="6379" w:type="dxa"/>
            <w:shd w:val="clear" w:color="auto" w:fill="FFFFFF" w:themeFill="background1"/>
          </w:tcPr>
          <w:p w:rsidR="002E7461" w:rsidRPr="00A369BD" w:rsidRDefault="00A369BD" w:rsidP="00A369BD">
            <w:pPr>
              <w:jc w:val="right"/>
              <w:rPr>
                <w:b/>
                <w:sz w:val="22"/>
              </w:rPr>
            </w:pPr>
            <w:r>
              <w:rPr>
                <w:b/>
              </w:rPr>
              <w:t>Sous-Total (h) :</w:t>
            </w:r>
          </w:p>
        </w:tc>
        <w:tc>
          <w:tcPr>
            <w:tcW w:w="1276" w:type="dxa"/>
          </w:tcPr>
          <w:p w:rsidR="002E7461" w:rsidRPr="00764A1D" w:rsidRDefault="00914B3E" w:rsidP="0040682A">
            <w:pPr>
              <w:rPr>
                <w:b/>
              </w:rPr>
            </w:pPr>
            <w:r w:rsidRPr="00764A1D">
              <w:rPr>
                <w:b/>
              </w:rPr>
              <w:t>0</w:t>
            </w:r>
          </w:p>
        </w:tc>
        <w:tc>
          <w:tcPr>
            <w:tcW w:w="1276" w:type="dxa"/>
          </w:tcPr>
          <w:p w:rsidR="002E7461" w:rsidRPr="00764A1D" w:rsidRDefault="002E7461" w:rsidP="0040682A">
            <w:pPr>
              <w:rPr>
                <w:b/>
              </w:rPr>
            </w:pPr>
          </w:p>
        </w:tc>
        <w:tc>
          <w:tcPr>
            <w:tcW w:w="1842" w:type="dxa"/>
          </w:tcPr>
          <w:p w:rsidR="002E7461" w:rsidRPr="00764A1D" w:rsidRDefault="00DA6847" w:rsidP="0040682A">
            <w:pPr>
              <w:rPr>
                <w:b/>
              </w:rPr>
            </w:pPr>
            <w:r>
              <w:rPr>
                <w:b/>
              </w:rPr>
              <w:t>2</w:t>
            </w:r>
            <w:r w:rsidR="007E51B6">
              <w:rPr>
                <w:b/>
              </w:rPr>
              <w:t>00</w:t>
            </w:r>
          </w:p>
        </w:tc>
      </w:tr>
      <w:tr w:rsidR="00E14347" w:rsidRPr="0058269F" w:rsidTr="003A51C1">
        <w:trPr>
          <w:trHeight w:val="278"/>
        </w:trPr>
        <w:tc>
          <w:tcPr>
            <w:tcW w:w="10773" w:type="dxa"/>
            <w:gridSpan w:val="4"/>
            <w:shd w:val="clear" w:color="auto" w:fill="548DD4" w:themeFill="text2" w:themeFillTint="99"/>
          </w:tcPr>
          <w:p w:rsidR="00E14347" w:rsidRPr="00764A1D" w:rsidRDefault="00E14347" w:rsidP="0040682A">
            <w:pPr>
              <w:rPr>
                <w:b/>
              </w:rPr>
            </w:pPr>
            <w:r w:rsidRPr="00764A1D">
              <w:rPr>
                <w:b/>
              </w:rPr>
              <w:t>L7 - Expérimentation</w:t>
            </w:r>
          </w:p>
        </w:tc>
      </w:tr>
      <w:tr w:rsidR="00A369BD" w:rsidRPr="0058269F" w:rsidTr="003A51C1">
        <w:trPr>
          <w:trHeight w:val="278"/>
        </w:trPr>
        <w:tc>
          <w:tcPr>
            <w:tcW w:w="6379" w:type="dxa"/>
            <w:shd w:val="clear" w:color="auto" w:fill="C6D9F1" w:themeFill="text2" w:themeFillTint="33"/>
          </w:tcPr>
          <w:p w:rsidR="00A369BD" w:rsidRPr="00F456E8" w:rsidRDefault="00A369BD" w:rsidP="00A369BD">
            <w:pPr>
              <w:jc w:val="left"/>
            </w:pPr>
            <w:r w:rsidRPr="00F456E8">
              <w:t>T7.1</w:t>
            </w:r>
            <w:r w:rsidR="00F456E8">
              <w:t xml:space="preserve"> </w:t>
            </w:r>
            <w:r w:rsidRPr="00F456E8">
              <w:t xml:space="preserve">- Tests et résultats </w:t>
            </w:r>
          </w:p>
        </w:tc>
        <w:tc>
          <w:tcPr>
            <w:tcW w:w="1276" w:type="dxa"/>
          </w:tcPr>
          <w:p w:rsidR="00A369BD" w:rsidRPr="00C406FE" w:rsidRDefault="00C406FE" w:rsidP="0040682A">
            <w:r w:rsidRPr="00C406FE">
              <w:t>0</w:t>
            </w:r>
          </w:p>
        </w:tc>
        <w:tc>
          <w:tcPr>
            <w:tcW w:w="1276" w:type="dxa"/>
          </w:tcPr>
          <w:p w:rsidR="00A369BD" w:rsidRPr="00C406FE" w:rsidRDefault="00A369BD" w:rsidP="0040682A"/>
        </w:tc>
        <w:tc>
          <w:tcPr>
            <w:tcW w:w="1842" w:type="dxa"/>
          </w:tcPr>
          <w:p w:rsidR="00A369BD" w:rsidRPr="00C406FE" w:rsidRDefault="007E51B6" w:rsidP="0040682A">
            <w:r>
              <w:t>5</w:t>
            </w:r>
            <w:r w:rsidR="00C406FE" w:rsidRPr="00C406FE">
              <w:t>0</w:t>
            </w:r>
          </w:p>
        </w:tc>
      </w:tr>
      <w:tr w:rsidR="00A369BD" w:rsidRPr="0058269F" w:rsidTr="003A51C1">
        <w:trPr>
          <w:trHeight w:val="278"/>
        </w:trPr>
        <w:tc>
          <w:tcPr>
            <w:tcW w:w="6379" w:type="dxa"/>
            <w:shd w:val="clear" w:color="auto" w:fill="C6D9F1" w:themeFill="text2" w:themeFillTint="33"/>
          </w:tcPr>
          <w:p w:rsidR="00A369BD" w:rsidRPr="00F456E8" w:rsidRDefault="00A369BD" w:rsidP="00A369BD">
            <w:pPr>
              <w:jc w:val="left"/>
            </w:pPr>
            <w:r w:rsidRPr="00F456E8">
              <w:t>T</w:t>
            </w:r>
            <w:r w:rsidR="00F456E8">
              <w:t>7.3</w:t>
            </w:r>
            <w:r w:rsidRPr="00F456E8">
              <w:t xml:space="preserve"> - Compte rendu de l'expérimentation</w:t>
            </w:r>
          </w:p>
        </w:tc>
        <w:tc>
          <w:tcPr>
            <w:tcW w:w="1276" w:type="dxa"/>
          </w:tcPr>
          <w:p w:rsidR="00A369BD" w:rsidRPr="00C406FE" w:rsidRDefault="00C406FE" w:rsidP="0040682A">
            <w:r w:rsidRPr="00C406FE">
              <w:t>0</w:t>
            </w:r>
          </w:p>
        </w:tc>
        <w:tc>
          <w:tcPr>
            <w:tcW w:w="1276" w:type="dxa"/>
          </w:tcPr>
          <w:p w:rsidR="00A369BD" w:rsidRPr="00C406FE" w:rsidRDefault="00A369BD" w:rsidP="0040682A"/>
        </w:tc>
        <w:tc>
          <w:tcPr>
            <w:tcW w:w="1842" w:type="dxa"/>
          </w:tcPr>
          <w:p w:rsidR="00A369BD" w:rsidRPr="00C406FE" w:rsidRDefault="007E51B6" w:rsidP="0040682A">
            <w:r>
              <w:t>5</w:t>
            </w:r>
            <w:r w:rsidR="00C406FE" w:rsidRPr="00C406FE">
              <w:t>0</w:t>
            </w:r>
          </w:p>
        </w:tc>
      </w:tr>
      <w:tr w:rsidR="00A369BD" w:rsidRPr="0058269F" w:rsidTr="003A51C1">
        <w:trPr>
          <w:trHeight w:val="278"/>
        </w:trPr>
        <w:tc>
          <w:tcPr>
            <w:tcW w:w="6379" w:type="dxa"/>
            <w:shd w:val="clear" w:color="auto" w:fill="FFFFFF" w:themeFill="background1"/>
          </w:tcPr>
          <w:p w:rsidR="00A369BD" w:rsidRDefault="004A0A7E" w:rsidP="00C50581">
            <w:pPr>
              <w:jc w:val="right"/>
              <w:rPr>
                <w:b/>
              </w:rPr>
            </w:pPr>
            <w:r>
              <w:rPr>
                <w:b/>
              </w:rPr>
              <w:t>Sous-Total (h) :</w:t>
            </w:r>
          </w:p>
        </w:tc>
        <w:tc>
          <w:tcPr>
            <w:tcW w:w="1276" w:type="dxa"/>
          </w:tcPr>
          <w:p w:rsidR="00A369BD" w:rsidRPr="00764A1D" w:rsidRDefault="00764A1D" w:rsidP="0040682A">
            <w:pPr>
              <w:rPr>
                <w:b/>
              </w:rPr>
            </w:pPr>
            <w:r w:rsidRPr="00764A1D">
              <w:rPr>
                <w:b/>
              </w:rPr>
              <w:t>0</w:t>
            </w:r>
          </w:p>
        </w:tc>
        <w:tc>
          <w:tcPr>
            <w:tcW w:w="1276" w:type="dxa"/>
          </w:tcPr>
          <w:p w:rsidR="00A369BD" w:rsidRPr="00764A1D" w:rsidRDefault="00A369BD" w:rsidP="0040682A">
            <w:pPr>
              <w:rPr>
                <w:b/>
              </w:rPr>
            </w:pPr>
          </w:p>
        </w:tc>
        <w:tc>
          <w:tcPr>
            <w:tcW w:w="1842" w:type="dxa"/>
          </w:tcPr>
          <w:p w:rsidR="00A369BD" w:rsidRPr="00764A1D" w:rsidRDefault="00DA6847" w:rsidP="0040682A">
            <w:pPr>
              <w:rPr>
                <w:b/>
              </w:rPr>
            </w:pPr>
            <w:r>
              <w:rPr>
                <w:b/>
              </w:rPr>
              <w:t>100</w:t>
            </w:r>
          </w:p>
        </w:tc>
      </w:tr>
      <w:tr w:rsidR="00C50581" w:rsidRPr="0058269F" w:rsidTr="003A51C1">
        <w:trPr>
          <w:trHeight w:val="278"/>
        </w:trPr>
        <w:tc>
          <w:tcPr>
            <w:tcW w:w="6379" w:type="dxa"/>
            <w:shd w:val="clear" w:color="auto" w:fill="A6A6A6" w:themeFill="background1" w:themeFillShade="A6"/>
          </w:tcPr>
          <w:p w:rsidR="00C50581" w:rsidRPr="00A35E5E" w:rsidRDefault="00C50581" w:rsidP="00F4676B">
            <w:pPr>
              <w:jc w:val="left"/>
              <w:rPr>
                <w:b/>
                <w:sz w:val="22"/>
              </w:rPr>
            </w:pPr>
          </w:p>
        </w:tc>
        <w:tc>
          <w:tcPr>
            <w:tcW w:w="1276" w:type="dxa"/>
            <w:shd w:val="clear" w:color="auto" w:fill="A6A6A6" w:themeFill="background1" w:themeFillShade="A6"/>
          </w:tcPr>
          <w:p w:rsidR="00C50581" w:rsidRPr="0058269F" w:rsidRDefault="00C50581" w:rsidP="0040682A">
            <w:pPr>
              <w:rPr>
                <w:b/>
              </w:rPr>
            </w:pPr>
          </w:p>
        </w:tc>
        <w:tc>
          <w:tcPr>
            <w:tcW w:w="1276" w:type="dxa"/>
            <w:shd w:val="clear" w:color="auto" w:fill="A6A6A6" w:themeFill="background1" w:themeFillShade="A6"/>
          </w:tcPr>
          <w:p w:rsidR="00C50581" w:rsidRPr="0058269F" w:rsidRDefault="00C50581" w:rsidP="0040682A">
            <w:pPr>
              <w:rPr>
                <w:b/>
              </w:rPr>
            </w:pPr>
          </w:p>
        </w:tc>
        <w:tc>
          <w:tcPr>
            <w:tcW w:w="1842" w:type="dxa"/>
            <w:shd w:val="clear" w:color="auto" w:fill="A6A6A6" w:themeFill="background1" w:themeFillShade="A6"/>
          </w:tcPr>
          <w:p w:rsidR="00C50581" w:rsidRPr="0058269F" w:rsidRDefault="00C50581" w:rsidP="0040682A">
            <w:pPr>
              <w:rPr>
                <w:b/>
              </w:rPr>
            </w:pPr>
          </w:p>
        </w:tc>
      </w:tr>
      <w:tr w:rsidR="00EE458B" w:rsidRPr="0058269F" w:rsidTr="003A51C1">
        <w:trPr>
          <w:trHeight w:val="278"/>
        </w:trPr>
        <w:tc>
          <w:tcPr>
            <w:tcW w:w="6379" w:type="dxa"/>
            <w:shd w:val="clear" w:color="auto" w:fill="DBE5F1" w:themeFill="accent1" w:themeFillTint="33"/>
          </w:tcPr>
          <w:p w:rsidR="00EE458B" w:rsidRPr="0058269F" w:rsidRDefault="00EE458B" w:rsidP="00461D9A">
            <w:pPr>
              <w:jc w:val="right"/>
              <w:rPr>
                <w:b/>
              </w:rPr>
            </w:pPr>
            <w:r w:rsidRPr="0058269F">
              <w:rPr>
                <w:b/>
              </w:rPr>
              <w:t>Total</w:t>
            </w:r>
            <w:r>
              <w:rPr>
                <w:b/>
              </w:rPr>
              <w:t xml:space="preserve"> (h) : </w:t>
            </w:r>
          </w:p>
        </w:tc>
        <w:tc>
          <w:tcPr>
            <w:tcW w:w="1276" w:type="dxa"/>
          </w:tcPr>
          <w:p w:rsidR="00EE458B" w:rsidRPr="0058269F" w:rsidRDefault="00022C04" w:rsidP="0040682A">
            <w:pPr>
              <w:rPr>
                <w:b/>
              </w:rPr>
            </w:pPr>
            <w:r>
              <w:rPr>
                <w:b/>
              </w:rPr>
              <w:t>14</w:t>
            </w:r>
            <w:r w:rsidR="003528C8">
              <w:rPr>
                <w:b/>
              </w:rPr>
              <w:t>40</w:t>
            </w:r>
          </w:p>
        </w:tc>
        <w:tc>
          <w:tcPr>
            <w:tcW w:w="1276" w:type="dxa"/>
          </w:tcPr>
          <w:p w:rsidR="00EE458B" w:rsidRPr="0058269F" w:rsidRDefault="00EE458B" w:rsidP="0040682A">
            <w:pPr>
              <w:rPr>
                <w:b/>
              </w:rPr>
            </w:pPr>
          </w:p>
        </w:tc>
        <w:tc>
          <w:tcPr>
            <w:tcW w:w="1842" w:type="dxa"/>
          </w:tcPr>
          <w:p w:rsidR="00EE458B" w:rsidRPr="0058269F" w:rsidRDefault="003528C8" w:rsidP="0040682A">
            <w:pPr>
              <w:rPr>
                <w:b/>
              </w:rPr>
            </w:pPr>
            <w:r>
              <w:rPr>
                <w:b/>
              </w:rPr>
              <w:t>1800</w:t>
            </w:r>
          </w:p>
        </w:tc>
      </w:tr>
    </w:tbl>
    <w:p w:rsidR="003207D2" w:rsidRDefault="003207D2" w:rsidP="00D42F03"/>
    <w:p w:rsidR="00D6108E" w:rsidRDefault="00D6108E" w:rsidP="00D42F03"/>
    <w:p w:rsidR="00D6108E" w:rsidRDefault="00D6108E" w:rsidP="00D42F03"/>
    <w:p w:rsidR="00D6108E" w:rsidRDefault="00D6108E" w:rsidP="00D42F03"/>
    <w:p w:rsidR="00D6108E" w:rsidRDefault="00D6108E" w:rsidP="00D42F03"/>
    <w:p w:rsidR="00D6108E" w:rsidRDefault="00D6108E" w:rsidP="00D42F03"/>
    <w:p w:rsidR="00F40E6C" w:rsidRDefault="003207D2" w:rsidP="00D4583E">
      <w:pPr>
        <w:keepNext/>
        <w:jc w:val="center"/>
      </w:pPr>
      <w:r>
        <w:rPr>
          <w:noProof/>
        </w:rPr>
        <w:drawing>
          <wp:inline distT="0" distB="0" distL="0" distR="0">
            <wp:extent cx="5018557" cy="5404513"/>
            <wp:effectExtent l="19050" t="0" r="10643" b="5687"/>
            <wp:docPr id="11" name="Graphique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6108E" w:rsidRDefault="00D6108E" w:rsidP="00D4583E">
      <w:pPr>
        <w:keepNext/>
        <w:jc w:val="center"/>
      </w:pPr>
    </w:p>
    <w:p w:rsidR="00F40E6C" w:rsidRDefault="00F40E6C" w:rsidP="00F40E6C">
      <w:pPr>
        <w:pStyle w:val="Lgende"/>
        <w:jc w:val="center"/>
      </w:pPr>
      <w:r>
        <w:t xml:space="preserve">Figure </w:t>
      </w:r>
      <w:r w:rsidR="00E85BD8">
        <w:fldChar w:fldCharType="begin"/>
      </w:r>
      <w:r>
        <w:instrText xml:space="preserve"> SEQ Figure \* ARABIC </w:instrText>
      </w:r>
      <w:r w:rsidR="00E85BD8">
        <w:fldChar w:fldCharType="separate"/>
      </w:r>
      <w:r>
        <w:rPr>
          <w:noProof/>
        </w:rPr>
        <w:t>3</w:t>
      </w:r>
      <w:r w:rsidR="00E85BD8">
        <w:fldChar w:fldCharType="end"/>
      </w:r>
      <w:r>
        <w:t xml:space="preserve"> </w:t>
      </w:r>
      <w:r w:rsidR="001C2A91">
        <w:t>–</w:t>
      </w:r>
      <w:r>
        <w:t xml:space="preserve"> </w:t>
      </w:r>
      <w:r w:rsidR="00F42EF8">
        <w:t>Répartition de l'effort par lot</w:t>
      </w:r>
      <w:r w:rsidR="001C2A91">
        <w:t xml:space="preserve"> (en heures)</w:t>
      </w:r>
    </w:p>
    <w:p w:rsidR="00C3148F" w:rsidRDefault="00C3148F" w:rsidP="00C3148F"/>
    <w:p w:rsidR="00C3148F" w:rsidRDefault="00C3148F" w:rsidP="00C3148F"/>
    <w:p w:rsidR="00C3148F" w:rsidRPr="00C3148F" w:rsidRDefault="00C3148F" w:rsidP="00C3148F"/>
    <w:p w:rsidR="00F40E6C" w:rsidRDefault="00F40E6C" w:rsidP="00D4583E">
      <w:pPr>
        <w:keepNext/>
        <w:jc w:val="center"/>
      </w:pPr>
    </w:p>
    <w:p w:rsidR="006653D1" w:rsidRDefault="004054FA" w:rsidP="00D4583E">
      <w:pPr>
        <w:keepNext/>
        <w:jc w:val="center"/>
      </w:pPr>
      <w:r>
        <w:t xml:space="preserve"> </w:t>
      </w:r>
      <w:r>
        <w:rPr>
          <w:noProof/>
        </w:rPr>
        <w:drawing>
          <wp:inline distT="0" distB="0" distL="0" distR="0">
            <wp:extent cx="4000057" cy="1804360"/>
            <wp:effectExtent l="19050" t="0" r="19493" b="5390"/>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054FA" w:rsidRDefault="004054FA" w:rsidP="00F40E6C">
      <w:pPr>
        <w:pStyle w:val="Lgende"/>
        <w:jc w:val="center"/>
      </w:pPr>
      <w:r w:rsidRPr="00F40E6C">
        <w:t xml:space="preserve">Figure </w:t>
      </w:r>
      <w:r w:rsidR="00F40E6C" w:rsidRPr="00F40E6C">
        <w:t>4</w:t>
      </w:r>
      <w:r w:rsidRPr="00F40E6C">
        <w:t xml:space="preserve"> - Répartition de l'effort par </w:t>
      </w:r>
      <w:r w:rsidR="00F40E6C" w:rsidRPr="00F40E6C">
        <w:t xml:space="preserve">tâche pour </w:t>
      </w:r>
      <w:r w:rsidR="007C20C7">
        <w:t>le lot 0</w:t>
      </w:r>
      <w:r w:rsidR="001C2A91">
        <w:t xml:space="preserve"> (en heures)</w:t>
      </w:r>
    </w:p>
    <w:p w:rsidR="007C20C7" w:rsidRDefault="007C20C7" w:rsidP="007C20C7"/>
    <w:p w:rsidR="007C20C7" w:rsidRPr="007C20C7" w:rsidRDefault="007C20C7" w:rsidP="007C20C7"/>
    <w:p w:rsidR="007C20C7" w:rsidRDefault="00342900" w:rsidP="007C20C7">
      <w:pPr>
        <w:keepNext/>
        <w:jc w:val="center"/>
      </w:pPr>
      <w:r w:rsidRPr="00342900">
        <w:rPr>
          <w:noProof/>
        </w:rPr>
        <w:drawing>
          <wp:inline distT="0" distB="0" distL="0" distR="0">
            <wp:extent cx="4000057" cy="1804360"/>
            <wp:effectExtent l="19050" t="0" r="19493" b="5390"/>
            <wp:docPr id="1"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7C20C7" w:rsidRPr="007C20C7">
        <w:t xml:space="preserve"> </w:t>
      </w:r>
    </w:p>
    <w:p w:rsidR="007C20C7" w:rsidRDefault="0021646B" w:rsidP="007C20C7">
      <w:pPr>
        <w:pStyle w:val="Lgende"/>
        <w:jc w:val="center"/>
      </w:pPr>
      <w:r>
        <w:t>Figure 5</w:t>
      </w:r>
      <w:r w:rsidR="007C20C7" w:rsidRPr="00F40E6C">
        <w:t xml:space="preserve"> - Répartition de l'effort par tâche pour </w:t>
      </w:r>
      <w:r w:rsidR="007C20C7">
        <w:t>l</w:t>
      </w:r>
      <w:r w:rsidR="00AD0F7D">
        <w:t>e lot 1</w:t>
      </w:r>
      <w:r w:rsidR="001C2A91">
        <w:t xml:space="preserve"> (en heures)</w:t>
      </w:r>
    </w:p>
    <w:p w:rsidR="006653D1" w:rsidRDefault="006653D1" w:rsidP="006653D1"/>
    <w:p w:rsidR="00AD0F7D" w:rsidRDefault="00AD0F7D" w:rsidP="006653D1"/>
    <w:p w:rsidR="003D6395" w:rsidRDefault="003D6395" w:rsidP="003D6395">
      <w:pPr>
        <w:keepNext/>
        <w:jc w:val="center"/>
      </w:pPr>
      <w:r>
        <w:rPr>
          <w:noProof/>
        </w:rPr>
        <w:drawing>
          <wp:inline distT="0" distB="0" distL="0" distR="0">
            <wp:extent cx="5484164" cy="3343702"/>
            <wp:effectExtent l="19050" t="0" r="21286" b="9098"/>
            <wp:docPr id="9" name="Graphique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304CC" w:rsidRDefault="005304CC" w:rsidP="003D6395">
      <w:pPr>
        <w:keepNext/>
        <w:jc w:val="center"/>
      </w:pPr>
    </w:p>
    <w:p w:rsidR="003D6395" w:rsidRDefault="0021646B" w:rsidP="00C3148F">
      <w:pPr>
        <w:pStyle w:val="Lgende"/>
        <w:jc w:val="center"/>
      </w:pPr>
      <w:r>
        <w:t>Figure 6</w:t>
      </w:r>
      <w:r w:rsidR="005304CC" w:rsidRPr="00F40E6C">
        <w:t xml:space="preserve"> - Répartition de l'effort par tâche pour </w:t>
      </w:r>
      <w:r w:rsidR="005304CC">
        <w:t>le lot 2</w:t>
      </w:r>
      <w:r w:rsidR="001C2A91">
        <w:t xml:space="preserve"> </w:t>
      </w:r>
      <w:r w:rsidR="00070B87">
        <w:t>(en heures)</w:t>
      </w:r>
    </w:p>
    <w:p w:rsidR="00C3148F" w:rsidRDefault="005304CC" w:rsidP="005304CC">
      <w:pPr>
        <w:keepNext/>
        <w:jc w:val="center"/>
      </w:pPr>
      <w:r>
        <w:rPr>
          <w:noProof/>
        </w:rPr>
        <w:lastRenderedPageBreak/>
        <w:drawing>
          <wp:inline distT="0" distB="0" distL="0" distR="0">
            <wp:extent cx="4572938" cy="2620370"/>
            <wp:effectExtent l="19050" t="0" r="18112" b="8530"/>
            <wp:docPr id="7" name="Graphique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304CC" w:rsidRDefault="0021646B" w:rsidP="005304CC">
      <w:pPr>
        <w:pStyle w:val="Lgende"/>
        <w:jc w:val="center"/>
      </w:pPr>
      <w:r>
        <w:t>Figure 7</w:t>
      </w:r>
      <w:r w:rsidR="005304CC" w:rsidRPr="00F40E6C">
        <w:t xml:space="preserve"> - Répartition de l'effort par tâche pour </w:t>
      </w:r>
      <w:r w:rsidR="00C3148F">
        <w:t>le lot 3</w:t>
      </w:r>
      <w:r w:rsidR="00070B87">
        <w:t xml:space="preserve"> (en heures)</w:t>
      </w:r>
    </w:p>
    <w:p w:rsidR="00D72A34" w:rsidRDefault="00D72A34" w:rsidP="00D72A34"/>
    <w:p w:rsidR="000D6AE6" w:rsidRDefault="000D6AE6" w:rsidP="00D72A34"/>
    <w:p w:rsidR="005304CC" w:rsidRDefault="005304CC" w:rsidP="006653D1"/>
    <w:p w:rsidR="00C3148F" w:rsidRDefault="005304CC" w:rsidP="005304CC">
      <w:pPr>
        <w:keepNext/>
        <w:jc w:val="center"/>
      </w:pPr>
      <w:r>
        <w:rPr>
          <w:noProof/>
        </w:rPr>
        <w:drawing>
          <wp:inline distT="0" distB="0" distL="0" distR="0">
            <wp:extent cx="4976031" cy="2913001"/>
            <wp:effectExtent l="19050" t="0" r="15069" b="1649"/>
            <wp:docPr id="10" name="Graphique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72A34" w:rsidRDefault="0021646B" w:rsidP="000D6AE6">
      <w:pPr>
        <w:pStyle w:val="Lgende"/>
        <w:jc w:val="center"/>
      </w:pPr>
      <w:r>
        <w:t>Figure 8</w:t>
      </w:r>
      <w:r w:rsidR="005304CC" w:rsidRPr="00F40E6C">
        <w:t xml:space="preserve"> - Répartition de l'effort par tâche pour </w:t>
      </w:r>
      <w:r w:rsidR="00C3148F">
        <w:t>le lot 4</w:t>
      </w:r>
      <w:r w:rsidR="00070B87">
        <w:t xml:space="preserve"> (en heures)</w:t>
      </w:r>
    </w:p>
    <w:p w:rsidR="00DC1139" w:rsidRDefault="00D72A34" w:rsidP="00D72A34">
      <w:pPr>
        <w:keepNext/>
        <w:jc w:val="center"/>
      </w:pPr>
      <w:r>
        <w:rPr>
          <w:noProof/>
        </w:rPr>
        <w:lastRenderedPageBreak/>
        <w:drawing>
          <wp:inline distT="0" distB="0" distL="0" distR="0">
            <wp:extent cx="4656104" cy="2338525"/>
            <wp:effectExtent l="19050" t="0" r="11146" b="4625"/>
            <wp:docPr id="3" name="Graphique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72A34" w:rsidRDefault="0021646B" w:rsidP="00D72A34">
      <w:pPr>
        <w:pStyle w:val="Lgende"/>
        <w:jc w:val="center"/>
      </w:pPr>
      <w:r>
        <w:t>Figure 9</w:t>
      </w:r>
      <w:r w:rsidR="00D72A34" w:rsidRPr="00F40E6C">
        <w:t xml:space="preserve"> - Répartition de l'effort par tâche pour </w:t>
      </w:r>
      <w:r w:rsidR="00DC1139">
        <w:t>le lot 5</w:t>
      </w:r>
      <w:r w:rsidR="00070B87">
        <w:t xml:space="preserve"> (en heures)</w:t>
      </w:r>
    </w:p>
    <w:p w:rsidR="000D6AE6" w:rsidRDefault="000D6AE6" w:rsidP="000D6AE6"/>
    <w:p w:rsidR="000D6AE6" w:rsidRPr="000D6AE6" w:rsidRDefault="000D6AE6" w:rsidP="000D6AE6"/>
    <w:p w:rsidR="009976FD" w:rsidRDefault="009976FD" w:rsidP="009976FD"/>
    <w:p w:rsidR="009976FD" w:rsidRPr="009976FD" w:rsidRDefault="009976FD" w:rsidP="009976FD"/>
    <w:p w:rsidR="00210003" w:rsidRDefault="009976FD" w:rsidP="009976FD">
      <w:pPr>
        <w:jc w:val="center"/>
      </w:pPr>
      <w:r w:rsidRPr="009976FD">
        <w:rPr>
          <w:noProof/>
        </w:rPr>
        <w:drawing>
          <wp:inline distT="0" distB="0" distL="0" distR="0">
            <wp:extent cx="4924293" cy="2190305"/>
            <wp:effectExtent l="19050" t="0" r="9657" b="445"/>
            <wp:docPr id="13" name="Graphique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D6395" w:rsidRDefault="009976FD" w:rsidP="009976FD">
      <w:pPr>
        <w:pStyle w:val="Lgende"/>
        <w:jc w:val="center"/>
      </w:pPr>
      <w:r>
        <w:t xml:space="preserve">Figure </w:t>
      </w:r>
      <w:r w:rsidR="00A83A9C">
        <w:t>10</w:t>
      </w:r>
      <w:r w:rsidRPr="00F40E6C">
        <w:t xml:space="preserve"> - Répartition de l'effort par tâche pour </w:t>
      </w:r>
      <w:r>
        <w:t>le lot 6</w:t>
      </w:r>
      <w:r w:rsidR="00070B87">
        <w:t xml:space="preserve"> (en heures)</w:t>
      </w:r>
    </w:p>
    <w:p w:rsidR="003D6395" w:rsidRDefault="003D6395" w:rsidP="006653D1"/>
    <w:p w:rsidR="000D6AE6" w:rsidRDefault="000D6AE6" w:rsidP="000D6AE6">
      <w:pPr>
        <w:jc w:val="center"/>
      </w:pPr>
      <w:r w:rsidRPr="009976FD">
        <w:rPr>
          <w:noProof/>
        </w:rPr>
        <w:drawing>
          <wp:inline distT="0" distB="0" distL="0" distR="0">
            <wp:extent cx="4924293" cy="2333767"/>
            <wp:effectExtent l="19050" t="0" r="9657" b="9383"/>
            <wp:docPr id="14" name="Graphique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D6395" w:rsidRDefault="000D6AE6" w:rsidP="000A15B5">
      <w:pPr>
        <w:pStyle w:val="Lgende"/>
        <w:jc w:val="center"/>
      </w:pPr>
      <w:r>
        <w:t xml:space="preserve">Figure </w:t>
      </w:r>
      <w:r w:rsidR="00A83A9C">
        <w:t>11</w:t>
      </w:r>
      <w:r w:rsidRPr="00F40E6C">
        <w:t xml:space="preserve"> - Répartition de l'effort par tâche pour </w:t>
      </w:r>
      <w:r>
        <w:t>le lot 7</w:t>
      </w:r>
      <w:r w:rsidR="00E02B43">
        <w:t xml:space="preserve"> (en heures)</w:t>
      </w:r>
    </w:p>
    <w:p w:rsidR="000A15B5" w:rsidRPr="000A15B5" w:rsidRDefault="000A15B5" w:rsidP="000A15B5"/>
    <w:p w:rsidR="006653D1" w:rsidRPr="006653D1" w:rsidRDefault="00C6674A" w:rsidP="006653D1">
      <w:pPr>
        <w:pStyle w:val="Titre1"/>
        <w:numPr>
          <w:ilvl w:val="0"/>
          <w:numId w:val="6"/>
        </w:numPr>
        <w:rPr>
          <w:rStyle w:val="Emphaseple"/>
          <w:i w:val="0"/>
          <w:iCs w:val="0"/>
          <w:color w:val="345A8A" w:themeColor="accent1" w:themeShade="B5"/>
        </w:rPr>
      </w:pPr>
      <w:bookmarkStart w:id="26" w:name="_Toc415665421"/>
      <w:r>
        <w:lastRenderedPageBreak/>
        <w:t>Participants</w:t>
      </w:r>
      <w:bookmarkEnd w:id="26"/>
    </w:p>
    <w:p w:rsidR="00035169" w:rsidRPr="00FE6073" w:rsidRDefault="00035169" w:rsidP="00035169">
      <w:pPr>
        <w:pStyle w:val="Titre1"/>
        <w:ind w:left="720"/>
        <w:jc w:val="center"/>
        <w:rPr>
          <w:i/>
          <w:color w:val="000000" w:themeColor="text1"/>
        </w:rPr>
      </w:pPr>
      <w:r w:rsidRPr="00FE6073">
        <w:rPr>
          <w:i/>
          <w:color w:val="000000" w:themeColor="text1"/>
        </w:rPr>
        <w:t>ATTARD Julien - julien-roquebrune@hotmail.fr</w:t>
      </w:r>
    </w:p>
    <w:p w:rsidR="00035169" w:rsidRDefault="00035169" w:rsidP="00035169">
      <w:pPr>
        <w:jc w:val="left"/>
      </w:pPr>
    </w:p>
    <w:p w:rsidR="00035169" w:rsidRDefault="00F25FB7" w:rsidP="00035169">
      <w:pPr>
        <w:jc w:val="left"/>
      </w:pPr>
      <w:r>
        <w:t xml:space="preserve">Monsieur </w:t>
      </w:r>
      <w:proofErr w:type="spellStart"/>
      <w:r>
        <w:t>Attard</w:t>
      </w:r>
      <w:proofErr w:type="spellEnd"/>
      <w:r>
        <w:t xml:space="preserve"> Julien</w:t>
      </w:r>
      <w:r w:rsidR="00035169">
        <w:t xml:space="preserve"> vien</w:t>
      </w:r>
      <w:r>
        <w:t xml:space="preserve">t du Var où il a </w:t>
      </w:r>
      <w:r w:rsidR="00035169">
        <w:t xml:space="preserve">étudié au </w:t>
      </w:r>
      <w:r>
        <w:t xml:space="preserve">lycée du Val d'Argens (Le Muy). Il a obtenu </w:t>
      </w:r>
      <w:r w:rsidR="00035169">
        <w:t>un baccalauréat Scientifique option Science de l'ingénieur, spécialité Informatique et Science du Numérique.</w:t>
      </w:r>
    </w:p>
    <w:p w:rsidR="00035169" w:rsidRDefault="00F25FB7" w:rsidP="00035169">
      <w:pPr>
        <w:jc w:val="left"/>
      </w:pPr>
      <w:r>
        <w:t xml:space="preserve">Ensuite, il est venu à </w:t>
      </w:r>
      <w:r w:rsidR="00035169">
        <w:t xml:space="preserve">l'IUT de Nice Cote d'Azur </w:t>
      </w:r>
      <w:r>
        <w:t>afin de d’obtenir son</w:t>
      </w:r>
      <w:r w:rsidR="00035169">
        <w:t xml:space="preserve"> DUT Inf</w:t>
      </w:r>
      <w:r>
        <w:t>ormatique, car l'informatique le passionne depuis son</w:t>
      </w:r>
      <w:r w:rsidR="00035169">
        <w:t xml:space="preserve"> plus jeune âge. </w:t>
      </w:r>
      <w:r>
        <w:t xml:space="preserve"> </w:t>
      </w:r>
      <w:r>
        <w:br/>
        <w:t>Pendant l’année de terminale en ISN , il a pu créer</w:t>
      </w:r>
      <w:r w:rsidR="00035169">
        <w:t xml:space="preserve"> un projet personnel</w:t>
      </w:r>
      <w:r>
        <w:t>. Son projet était de créer une tourelle entièrement automatisée</w:t>
      </w:r>
      <w:r w:rsidR="00035169">
        <w:t xml:space="preserve"> mais </w:t>
      </w:r>
      <w:r>
        <w:t>il n’est pas passé</w:t>
      </w:r>
      <w:r w:rsidR="00035169">
        <w:t xml:space="preserve"> par toutes les phases théor</w:t>
      </w:r>
      <w:r>
        <w:t>iques apprises dans la</w:t>
      </w:r>
      <w:r w:rsidR="00035169">
        <w:t xml:space="preserve"> formation</w:t>
      </w:r>
      <w:r>
        <w:t xml:space="preserve"> du DUT</w:t>
      </w:r>
      <w:r w:rsidR="00035169">
        <w:t xml:space="preserve">. </w:t>
      </w:r>
    </w:p>
    <w:p w:rsidR="00035169" w:rsidRDefault="00F25FB7" w:rsidP="00035169">
      <w:pPr>
        <w:jc w:val="left"/>
      </w:pPr>
      <w:r>
        <w:t xml:space="preserve">Il a participé </w:t>
      </w:r>
      <w:r w:rsidR="00035169">
        <w:t xml:space="preserve">au projet </w:t>
      </w:r>
      <w:proofErr w:type="spellStart"/>
      <w:r w:rsidR="00035169">
        <w:t>tutoré</w:t>
      </w:r>
      <w:proofErr w:type="spellEnd"/>
      <w:r w:rsidR="00035169">
        <w:t xml:space="preserve"> de S1 avec le Groupe 4 , qui était la Cryptographie.</w:t>
      </w:r>
    </w:p>
    <w:p w:rsidR="00035169" w:rsidRDefault="00F25FB7" w:rsidP="00035169">
      <w:pPr>
        <w:jc w:val="left"/>
      </w:pPr>
      <w:r>
        <w:t xml:space="preserve">Il est </w:t>
      </w:r>
      <w:r w:rsidR="00035169">
        <w:t>actuellement le chef de projet du groupe 6 et du projet VDI que voici.</w:t>
      </w:r>
    </w:p>
    <w:p w:rsidR="00035169" w:rsidRDefault="00035169" w:rsidP="00035169"/>
    <w:p w:rsidR="00035169" w:rsidRDefault="00035169" w:rsidP="00035169"/>
    <w:p w:rsidR="00035169" w:rsidRPr="00035169" w:rsidRDefault="00035169" w:rsidP="00035169">
      <w:pPr>
        <w:jc w:val="center"/>
        <w:rPr>
          <w:rFonts w:asciiTheme="majorHAnsi" w:hAnsiTheme="majorHAnsi"/>
          <w:b/>
          <w:i/>
          <w:sz w:val="32"/>
          <w:szCs w:val="32"/>
          <w:lang w:val="en-US"/>
        </w:rPr>
      </w:pPr>
      <w:r w:rsidRPr="00035169">
        <w:rPr>
          <w:rFonts w:asciiTheme="majorHAnsi" w:hAnsiTheme="majorHAnsi"/>
          <w:b/>
          <w:i/>
          <w:sz w:val="32"/>
          <w:szCs w:val="32"/>
          <w:lang w:val="en-US"/>
        </w:rPr>
        <w:t>ROSSO Jessica - rj403567@etu.unice.fr</w:t>
      </w:r>
    </w:p>
    <w:p w:rsidR="00035169" w:rsidRPr="00035169" w:rsidRDefault="00035169" w:rsidP="00035169">
      <w:pPr>
        <w:rPr>
          <w:lang w:val="en-US"/>
        </w:rPr>
      </w:pPr>
    </w:p>
    <w:p w:rsidR="00035169" w:rsidRDefault="00DA7EB5" w:rsidP="00035169">
      <w:pPr>
        <w:jc w:val="left"/>
      </w:pPr>
      <w:r>
        <w:t>Madame Rosso Jessica</w:t>
      </w:r>
      <w:r w:rsidR="007E7435">
        <w:t xml:space="preserve"> a </w:t>
      </w:r>
      <w:r w:rsidR="00035169" w:rsidRPr="004A0078">
        <w:t>obtenu un baccalauréat scientifique option sciences de la v</w:t>
      </w:r>
      <w:r w:rsidR="007E7435">
        <w:t>ie et de la terre (2014) qui lui a</w:t>
      </w:r>
      <w:r w:rsidR="00035169" w:rsidRPr="004A0078">
        <w:t xml:space="preserve"> permis d’intégrer l’institut universitaire de technologie du département informatique de la région Nice Côte d’Azur. D</w:t>
      </w:r>
      <w:r w:rsidR="00A2063E">
        <w:t>urant le premier semestre de son</w:t>
      </w:r>
      <w:r w:rsidR="00035169" w:rsidRPr="004A0078">
        <w:t xml:space="preserve"> DUT </w:t>
      </w:r>
      <w:r w:rsidR="007E7435">
        <w:t xml:space="preserve">elle a réalisé avec son groupe </w:t>
      </w:r>
      <w:r w:rsidR="00035169" w:rsidRPr="004A0078">
        <w:t xml:space="preserve">un projet sur la sécurité et </w:t>
      </w:r>
      <w:r w:rsidR="00035169">
        <w:t xml:space="preserve">la </w:t>
      </w:r>
      <w:r w:rsidR="00035169" w:rsidRPr="004A0078">
        <w:t>crypto</w:t>
      </w:r>
      <w:r w:rsidR="00A2063E">
        <w:t xml:space="preserve">logie, qui a été attribué à celui-ci </w:t>
      </w:r>
      <w:r w:rsidR="00035169" w:rsidRPr="004A0078">
        <w:t>en dé</w:t>
      </w:r>
      <w:r w:rsidR="00A2063E">
        <w:t xml:space="preserve">but d’année. Pour ce projet le groupe a dû </w:t>
      </w:r>
      <w:r w:rsidR="00035169" w:rsidRPr="004A0078">
        <w:t xml:space="preserve">fournir deux posters différents en rapport avec le sujet, un rapport de 60-70 </w:t>
      </w:r>
      <w:r w:rsidR="00A2063E">
        <w:t xml:space="preserve">pages et un site web. De plus elle fait partie d’une association, qui lui </w:t>
      </w:r>
      <w:r w:rsidR="00035169" w:rsidRPr="004A0078">
        <w:t xml:space="preserve">permet d’être en collaboration avec de nombreuses personnes françaises et italiennes afin de défendre </w:t>
      </w:r>
      <w:r w:rsidR="00A2063E">
        <w:t>les idées et les</w:t>
      </w:r>
      <w:r w:rsidR="00035169" w:rsidRPr="004A0078">
        <w:t xml:space="preserve"> recherches</w:t>
      </w:r>
      <w:r w:rsidR="00A2063E">
        <w:t xml:space="preserve"> de l’association dont elle fait partie. Pour finir, au cours de son deuxième semestre de DUT elle doit </w:t>
      </w:r>
      <w:r w:rsidR="00035169" w:rsidRPr="004A0078">
        <w:t xml:space="preserve"> faire un autre pr</w:t>
      </w:r>
      <w:r w:rsidR="00A2063E">
        <w:t xml:space="preserve">ojet qui a été attribué à son </w:t>
      </w:r>
      <w:r w:rsidR="00035169" w:rsidRPr="004A0078">
        <w:t xml:space="preserve">groupe, sur le </w:t>
      </w:r>
      <w:proofErr w:type="spellStart"/>
      <w:r w:rsidR="00035169" w:rsidRPr="004A0078">
        <w:t>Verdadera</w:t>
      </w:r>
      <w:proofErr w:type="spellEnd"/>
      <w:r w:rsidR="00035169" w:rsidRPr="004A0078">
        <w:t xml:space="preserve"> </w:t>
      </w:r>
      <w:proofErr w:type="spellStart"/>
      <w:r w:rsidR="00035169" w:rsidRPr="004A0078">
        <w:t>Destreza</w:t>
      </w:r>
      <w:proofErr w:type="spellEnd"/>
      <w:r w:rsidR="00035169" w:rsidRPr="004A0078">
        <w:t xml:space="preserve"> </w:t>
      </w:r>
      <w:proofErr w:type="spellStart"/>
      <w:r w:rsidR="00035169" w:rsidRPr="004A0078">
        <w:t>Instructor</w:t>
      </w:r>
      <w:proofErr w:type="spellEnd"/>
      <w:r w:rsidR="00035169" w:rsidRPr="004A0078">
        <w:t>.</w:t>
      </w:r>
      <w:r w:rsidR="00A2063E">
        <w:t xml:space="preserve"> </w:t>
      </w:r>
      <w:r w:rsidR="00E02B43">
        <w:br/>
      </w:r>
      <w:r w:rsidR="00A2063E">
        <w:t>Afin de réaliser au mieux son projet, elle compte s</w:t>
      </w:r>
      <w:r w:rsidR="00035169" w:rsidRPr="004A0078">
        <w:t>’impliquer au maximum pour ne pas perdre de temps, resp</w:t>
      </w:r>
      <w:r w:rsidR="00E02B43">
        <w:t>ecter la durée consacrée à son</w:t>
      </w:r>
      <w:r w:rsidR="00035169" w:rsidRPr="004A0078">
        <w:t xml:space="preserve"> travail, uti</w:t>
      </w:r>
      <w:r w:rsidR="00E02B43">
        <w:t>liser diverses sources qui lui permettront de se</w:t>
      </w:r>
      <w:r w:rsidR="00035169" w:rsidRPr="004A0078">
        <w:t xml:space="preserve"> renseigne</w:t>
      </w:r>
      <w:r w:rsidR="00A2063E">
        <w:t>r, d’être à l’écoute de ce que lui disent s</w:t>
      </w:r>
      <w:r w:rsidR="00035169" w:rsidRPr="004A0078">
        <w:t>es camarades et pour terminer rendr</w:t>
      </w:r>
      <w:r w:rsidR="00035169">
        <w:t>e à temps les documents demandés</w:t>
      </w:r>
      <w:r w:rsidR="00035169" w:rsidRPr="004A0078">
        <w:t>.</w:t>
      </w:r>
    </w:p>
    <w:p w:rsidR="00035169" w:rsidRDefault="00035169" w:rsidP="00035169"/>
    <w:p w:rsidR="00035169" w:rsidRPr="00FE6073" w:rsidRDefault="00035169" w:rsidP="00035169">
      <w:pPr>
        <w:jc w:val="center"/>
        <w:rPr>
          <w:rFonts w:asciiTheme="majorHAnsi" w:hAnsiTheme="majorHAnsi"/>
          <w:b/>
          <w:i/>
          <w:sz w:val="32"/>
          <w:szCs w:val="32"/>
        </w:rPr>
      </w:pPr>
      <w:r w:rsidRPr="00FE6073">
        <w:rPr>
          <w:rFonts w:asciiTheme="majorHAnsi" w:hAnsiTheme="majorHAnsi"/>
          <w:b/>
          <w:i/>
          <w:sz w:val="32"/>
          <w:szCs w:val="32"/>
        </w:rPr>
        <w:t>LOMBARD Guillaume - lombard.guillaume@etu.unice.fr</w:t>
      </w:r>
    </w:p>
    <w:p w:rsidR="00035169" w:rsidRDefault="00035169" w:rsidP="00035169"/>
    <w:p w:rsidR="00035169" w:rsidRDefault="00DA7EB5" w:rsidP="00035169">
      <w:pPr>
        <w:jc w:val="left"/>
      </w:pPr>
      <w:r>
        <w:t>Monsieur Lombard Guillaume</w:t>
      </w:r>
      <w:r w:rsidR="00A2063E">
        <w:t xml:space="preserve"> a </w:t>
      </w:r>
      <w:r w:rsidR="00035169">
        <w:t xml:space="preserve">obtenu un Baccalauréat Scientifique série Science de l’Ingénieur avec option Informatique et Science du Numérique en 2014. </w:t>
      </w:r>
    </w:p>
    <w:p w:rsidR="00035169" w:rsidRDefault="00A2063E" w:rsidP="00035169">
      <w:pPr>
        <w:jc w:val="left"/>
      </w:pPr>
      <w:r>
        <w:t xml:space="preserve">Il a </w:t>
      </w:r>
      <w:r w:rsidR="00035169">
        <w:t xml:space="preserve">effectué, dans le cadre des </w:t>
      </w:r>
      <w:proofErr w:type="spellStart"/>
      <w:r w:rsidR="00035169">
        <w:t>TPEs</w:t>
      </w:r>
      <w:proofErr w:type="spellEnd"/>
      <w:r w:rsidR="00035169">
        <w:t xml:space="preserve"> de Première, une présentation sur les écrans tactiles et, dans le cadre des projets de SI de Terminal,  la création d’un kit d’automatisa</w:t>
      </w:r>
      <w:r>
        <w:t xml:space="preserve">tion pour volets battants. De plus il a </w:t>
      </w:r>
      <w:r w:rsidR="00035169">
        <w:t>réalisé, dans le cadre des Projets d’ISN, un jeu de bataille navale en Java.</w:t>
      </w:r>
    </w:p>
    <w:p w:rsidR="00035169" w:rsidRDefault="00035169" w:rsidP="00035169">
      <w:pPr>
        <w:jc w:val="left"/>
      </w:pPr>
      <w:r>
        <w:t>Pendant le premier semestre de DUT Informa</w:t>
      </w:r>
      <w:r w:rsidR="00A2063E">
        <w:t>tique, il a effectué, avec tout son</w:t>
      </w:r>
      <w:r>
        <w:t xml:space="preserve"> groupe, un Projet </w:t>
      </w:r>
      <w:proofErr w:type="spellStart"/>
      <w:r>
        <w:t>Tut</w:t>
      </w:r>
      <w:r w:rsidR="00A2063E">
        <w:t>oré</w:t>
      </w:r>
      <w:proofErr w:type="spellEnd"/>
      <w:r w:rsidR="00A2063E">
        <w:t xml:space="preserve"> sur la cryptographie et il s’est </w:t>
      </w:r>
      <w:r w:rsidR="00E02B43">
        <w:t>occupé</w:t>
      </w:r>
      <w:r>
        <w:t xml:space="preserve"> plus particulièrement de l’algorithme RC4. </w:t>
      </w:r>
    </w:p>
    <w:p w:rsidR="00035169" w:rsidRDefault="00A2063E" w:rsidP="00A81567">
      <w:pPr>
        <w:jc w:val="left"/>
      </w:pPr>
      <w:r>
        <w:t xml:space="preserve">Pour ce Projet </w:t>
      </w:r>
      <w:proofErr w:type="spellStart"/>
      <w:r>
        <w:t>Tutoré</w:t>
      </w:r>
      <w:proofErr w:type="spellEnd"/>
      <w:r>
        <w:t xml:space="preserve"> de S2T, il</w:t>
      </w:r>
      <w:r w:rsidR="00035169" w:rsidRPr="00486E56">
        <w:t xml:space="preserve"> travaille sur le deuxième lot (IHM) et plus particulièrement sur la tâche de tra</w:t>
      </w:r>
      <w:r>
        <w:t xml:space="preserve">duction dont il est </w:t>
      </w:r>
      <w:r w:rsidR="00A81567">
        <w:t xml:space="preserve">le responsable. </w:t>
      </w:r>
    </w:p>
    <w:p w:rsidR="00035169" w:rsidRPr="00FE6073" w:rsidRDefault="00035169" w:rsidP="00035169">
      <w:pPr>
        <w:jc w:val="center"/>
        <w:rPr>
          <w:rFonts w:asciiTheme="majorHAnsi" w:hAnsiTheme="majorHAnsi"/>
          <w:b/>
          <w:i/>
          <w:sz w:val="32"/>
          <w:szCs w:val="32"/>
        </w:rPr>
      </w:pPr>
      <w:r w:rsidRPr="00FE6073">
        <w:rPr>
          <w:rFonts w:asciiTheme="majorHAnsi" w:hAnsiTheme="majorHAnsi"/>
          <w:b/>
          <w:i/>
          <w:sz w:val="32"/>
          <w:szCs w:val="32"/>
        </w:rPr>
        <w:lastRenderedPageBreak/>
        <w:t>MONROLIN Guillaume  - mg400969@etu.unice.fr</w:t>
      </w:r>
    </w:p>
    <w:p w:rsidR="00035169" w:rsidRDefault="00035169" w:rsidP="00035169"/>
    <w:p w:rsidR="00035169" w:rsidRDefault="00DA7EB5" w:rsidP="00035169">
      <w:r>
        <w:t xml:space="preserve">Monsieur </w:t>
      </w:r>
      <w:proofErr w:type="spellStart"/>
      <w:r>
        <w:t>Monrolin</w:t>
      </w:r>
      <w:proofErr w:type="spellEnd"/>
      <w:r>
        <w:t xml:space="preserve"> Guillaume </w:t>
      </w:r>
      <w:r w:rsidR="00A2063E">
        <w:t xml:space="preserve">est </w:t>
      </w:r>
      <w:r w:rsidR="00035169">
        <w:t xml:space="preserve">titulaire d'un bac S option SVT avec spécialité ISN. </w:t>
      </w:r>
      <w:r w:rsidR="00A2063E">
        <w:t xml:space="preserve">Il a </w:t>
      </w:r>
      <w:r w:rsidR="00035169">
        <w:t xml:space="preserve">travaillé sur plusieurs projets informatiques. </w:t>
      </w:r>
    </w:p>
    <w:p w:rsidR="00035169" w:rsidRDefault="00035169" w:rsidP="00035169">
      <w:r>
        <w:t>Notamment la création d'une bataille navale sous python (inte</w:t>
      </w:r>
      <w:r w:rsidR="00B446EE">
        <w:t>rface graphique comprise). Il a</w:t>
      </w:r>
      <w:r>
        <w:t xml:space="preserve"> développé une simul</w:t>
      </w:r>
      <w:r w:rsidR="00B446EE">
        <w:t>ation de feu de forêt pour son</w:t>
      </w:r>
      <w:r>
        <w:t xml:space="preserve"> projet de bac, sous python également. </w:t>
      </w:r>
    </w:p>
    <w:p w:rsidR="00035169" w:rsidRDefault="00A2063E" w:rsidP="00035169">
      <w:r>
        <w:t xml:space="preserve">Avec son binôme de </w:t>
      </w:r>
      <w:r w:rsidR="00B446EE">
        <w:t>terminal, il a</w:t>
      </w:r>
      <w:r w:rsidR="00035169">
        <w:t xml:space="preserve"> décidé de continuer et d'amélior</w:t>
      </w:r>
      <w:r>
        <w:t>er les différents projets de leurs camarades d’ISN qu’ils ont soigneusement</w:t>
      </w:r>
      <w:r w:rsidR="00035169">
        <w:t xml:space="preserve"> </w:t>
      </w:r>
      <w:r>
        <w:t>regroupé</w:t>
      </w:r>
      <w:r w:rsidR="00B446EE">
        <w:t xml:space="preserve"> sur un site web. Qu’ils ont réalisé eux-mêmes</w:t>
      </w:r>
      <w:r w:rsidR="00035169">
        <w:t>.</w:t>
      </w:r>
    </w:p>
    <w:p w:rsidR="00035169" w:rsidRDefault="00035169" w:rsidP="00035169"/>
    <w:p w:rsidR="00035169" w:rsidRDefault="00035169" w:rsidP="00035169">
      <w:r>
        <w:t xml:space="preserve">Depuis </w:t>
      </w:r>
      <w:r w:rsidR="00A2063E">
        <w:t>son</w:t>
      </w:r>
      <w:r>
        <w:t xml:space="preserve"> arrivé en IUT informatique </w:t>
      </w:r>
      <w:r w:rsidR="00A2063E">
        <w:t xml:space="preserve">il a  développé un 2048. Puis il a </w:t>
      </w:r>
      <w:r>
        <w:t xml:space="preserve"> mené un projet sur </w:t>
      </w:r>
      <w:r w:rsidR="00B446EE">
        <w:t xml:space="preserve">la cryptographie (en Projet </w:t>
      </w:r>
      <w:proofErr w:type="spellStart"/>
      <w:r w:rsidR="00B446EE">
        <w:t>Tuto</w:t>
      </w:r>
      <w:r>
        <w:t>ré</w:t>
      </w:r>
      <w:proofErr w:type="spellEnd"/>
      <w:r>
        <w:t>)</w:t>
      </w:r>
    </w:p>
    <w:p w:rsidR="00035169" w:rsidRDefault="00035169" w:rsidP="00035169"/>
    <w:p w:rsidR="00035169" w:rsidRPr="00035169" w:rsidRDefault="00035169" w:rsidP="00035169">
      <w:pPr>
        <w:jc w:val="center"/>
        <w:rPr>
          <w:rFonts w:asciiTheme="majorHAnsi" w:hAnsiTheme="majorHAnsi"/>
          <w:b/>
          <w:i/>
          <w:sz w:val="32"/>
          <w:szCs w:val="32"/>
          <w:lang w:val="en-US"/>
        </w:rPr>
      </w:pPr>
      <w:r w:rsidRPr="00035169">
        <w:rPr>
          <w:rFonts w:asciiTheme="majorHAnsi" w:hAnsiTheme="majorHAnsi"/>
          <w:b/>
          <w:i/>
          <w:sz w:val="32"/>
          <w:szCs w:val="32"/>
          <w:lang w:val="en-US"/>
        </w:rPr>
        <w:t>KUCHTA Daniel - daniel.kuchta@yahoo.fr</w:t>
      </w:r>
    </w:p>
    <w:p w:rsidR="00035169" w:rsidRPr="00035169" w:rsidRDefault="00035169" w:rsidP="00035169">
      <w:pPr>
        <w:rPr>
          <w:lang w:val="en-US"/>
        </w:rPr>
      </w:pPr>
    </w:p>
    <w:p w:rsidR="00035169" w:rsidRDefault="00DA7EB5" w:rsidP="00035169">
      <w:r>
        <w:t xml:space="preserve">Monsieur </w:t>
      </w:r>
      <w:proofErr w:type="spellStart"/>
      <w:r>
        <w:t>Kuchta</w:t>
      </w:r>
      <w:proofErr w:type="spellEnd"/>
      <w:r>
        <w:t xml:space="preserve"> Daniel</w:t>
      </w:r>
      <w:r w:rsidR="00C1411F">
        <w:t xml:space="preserve"> a fait un </w:t>
      </w:r>
      <w:r w:rsidR="00035169">
        <w:t xml:space="preserve">cursus </w:t>
      </w:r>
      <w:r w:rsidR="00C1411F">
        <w:t xml:space="preserve">normal jusqu'au lycée, où il a </w:t>
      </w:r>
      <w:r w:rsidR="00035169">
        <w:t>fait un bac S spécialité SVT.</w:t>
      </w:r>
    </w:p>
    <w:p w:rsidR="00035169" w:rsidRDefault="00C1411F" w:rsidP="00035169">
      <w:r>
        <w:t xml:space="preserve">Il a </w:t>
      </w:r>
      <w:r w:rsidR="00035169">
        <w:t>obtenu la mention très bien avec 15 de moyenne grâce aux bonnes notes dans les matières scientifiques.</w:t>
      </w:r>
    </w:p>
    <w:p w:rsidR="00035169" w:rsidRDefault="00035169" w:rsidP="00035169">
      <w:r>
        <w:t xml:space="preserve">Hélas </w:t>
      </w:r>
      <w:r w:rsidR="00C1411F">
        <w:t xml:space="preserve">il </w:t>
      </w:r>
      <w:r>
        <w:t xml:space="preserve">n'a pas choisi la spécialité informatique mais </w:t>
      </w:r>
      <w:r w:rsidR="00C1411F">
        <w:t xml:space="preserve">il a quand même fait de </w:t>
      </w:r>
      <w:r>
        <w:t xml:space="preserve"> l'</w:t>
      </w:r>
      <w:r w:rsidR="00C1411F">
        <w:t>algorithme</w:t>
      </w:r>
      <w:r>
        <w:t xml:space="preserve"> en maths au lycée.</w:t>
      </w:r>
    </w:p>
    <w:p w:rsidR="00035169" w:rsidRDefault="00035169" w:rsidP="00035169">
      <w:r>
        <w:t xml:space="preserve">D'après </w:t>
      </w:r>
      <w:r w:rsidR="00C1411F">
        <w:t xml:space="preserve">son </w:t>
      </w:r>
      <w:r>
        <w:t>expérience au Lycée ( TP, TP</w:t>
      </w:r>
      <w:r w:rsidR="00C1411F">
        <w:t>E ) il est nécessaire, selon lui</w:t>
      </w:r>
      <w:r>
        <w:t>, d'imposer une hiérarchie dans le groupe de travail pour atteindre les objectifs.</w:t>
      </w:r>
    </w:p>
    <w:p w:rsidR="00035169" w:rsidRDefault="00035169" w:rsidP="00035169">
      <w:r>
        <w:t>Autrement dit</w:t>
      </w:r>
      <w:r w:rsidR="00C1411F">
        <w:t xml:space="preserve"> il </w:t>
      </w:r>
      <w:r>
        <w:t xml:space="preserve">préfère diriger (gérer l'équipe, attribuer les taches...) ou être dirigé (accomplir la </w:t>
      </w:r>
      <w:r w:rsidR="004404D9">
        <w:t>tâche</w:t>
      </w:r>
      <w:r>
        <w:t xml:space="preserve"> que l'on me donne) mais pas entre les 2.</w:t>
      </w:r>
    </w:p>
    <w:p w:rsidR="00035169" w:rsidRDefault="00035169" w:rsidP="00035169">
      <w:r>
        <w:t xml:space="preserve">Cela permet d'être beaucoup plus productif, et bien </w:t>
      </w:r>
      <w:r w:rsidR="00C6190F">
        <w:t>sûr</w:t>
      </w:r>
      <w:r>
        <w:t xml:space="preserve"> </w:t>
      </w:r>
      <w:r w:rsidR="004404D9">
        <w:t xml:space="preserve"> il est évident de nous </w:t>
      </w:r>
      <w:r>
        <w:t>aider mutuell</w:t>
      </w:r>
      <w:r w:rsidR="004404D9">
        <w:t>ement lors du travail sur les tâ</w:t>
      </w:r>
      <w:r>
        <w:t>ches.</w:t>
      </w:r>
    </w:p>
    <w:p w:rsidR="00035169" w:rsidRDefault="004404D9" w:rsidP="00035169">
      <w:r>
        <w:t>Pour finir il n’</w:t>
      </w:r>
      <w:r w:rsidR="00035169">
        <w:t>a aucu</w:t>
      </w:r>
      <w:r w:rsidR="00C6190F">
        <w:t>ne connaissance autre que ce qu</w:t>
      </w:r>
      <w:r>
        <w:t>’il a appris</w:t>
      </w:r>
      <w:r w:rsidR="00035169">
        <w:t xml:space="preserve"> cette année permettant d'apporter un plus au projet.</w:t>
      </w:r>
    </w:p>
    <w:p w:rsidR="00035169" w:rsidRDefault="00035169" w:rsidP="00035169"/>
    <w:p w:rsidR="00035169" w:rsidRPr="00FE6073" w:rsidRDefault="00DA7EB5" w:rsidP="00035169">
      <w:pPr>
        <w:jc w:val="center"/>
        <w:rPr>
          <w:rFonts w:asciiTheme="majorHAnsi" w:hAnsiTheme="majorHAnsi"/>
          <w:b/>
          <w:i/>
          <w:sz w:val="32"/>
          <w:szCs w:val="32"/>
        </w:rPr>
      </w:pPr>
      <w:r w:rsidRPr="00FE6073">
        <w:rPr>
          <w:rFonts w:asciiTheme="majorHAnsi" w:hAnsiTheme="majorHAnsi"/>
          <w:b/>
          <w:i/>
          <w:sz w:val="32"/>
          <w:szCs w:val="32"/>
        </w:rPr>
        <w:t xml:space="preserve">BENARROCHE </w:t>
      </w:r>
      <w:r w:rsidR="00035169" w:rsidRPr="00FE6073">
        <w:rPr>
          <w:rFonts w:asciiTheme="majorHAnsi" w:hAnsiTheme="majorHAnsi"/>
          <w:b/>
          <w:i/>
          <w:sz w:val="32"/>
          <w:szCs w:val="32"/>
        </w:rPr>
        <w:t>Marion - marion.benarroche@yahoo.fr</w:t>
      </w:r>
    </w:p>
    <w:p w:rsidR="00035169" w:rsidRDefault="00035169" w:rsidP="00035169"/>
    <w:p w:rsidR="00035169" w:rsidRDefault="00DA7EB5" w:rsidP="00035169">
      <w:r>
        <w:t xml:space="preserve">Madame </w:t>
      </w:r>
      <w:proofErr w:type="spellStart"/>
      <w:r>
        <w:t>Benarroche</w:t>
      </w:r>
      <w:proofErr w:type="spellEnd"/>
      <w:r>
        <w:t xml:space="preserve"> Marion</w:t>
      </w:r>
      <w:r w:rsidR="004404D9">
        <w:t xml:space="preserve"> a obtenu un </w:t>
      </w:r>
      <w:r w:rsidR="00035169">
        <w:t>Baccalauréat scientifique option SVT en 2014</w:t>
      </w:r>
      <w:r w:rsidR="004404D9">
        <w:t xml:space="preserve">. Elle est actuellement en DUT info. Son projet précédent était le projet </w:t>
      </w:r>
      <w:proofErr w:type="spellStart"/>
      <w:r w:rsidR="004404D9">
        <w:t>tutoré</w:t>
      </w:r>
      <w:proofErr w:type="spellEnd"/>
      <w:r w:rsidR="004404D9">
        <w:t xml:space="preserve"> du S1 où elle était le chef de sous-projet. Pour le projet actuel, c’est-à-dire celui du S2, elle est encore le chef de sous projet. Durant ce projet elle compte atteindre tous les objectifs décrits dans les lots</w:t>
      </w:r>
      <w:r w:rsidR="00C6190F">
        <w:t xml:space="preserve"> dont elle est en charge. De plu</w:t>
      </w:r>
      <w:r w:rsidR="004404D9">
        <w:t>s, étant donné qu’elle est le chef du sous-projet, elle devra coordonner ses collègues présents dans les lots et elle devra s’occuper de la communication entre son lot et les autres.</w:t>
      </w:r>
    </w:p>
    <w:p w:rsidR="004404D9" w:rsidRDefault="004404D9" w:rsidP="00035169"/>
    <w:p w:rsidR="00035169" w:rsidRDefault="00035169" w:rsidP="00035169"/>
    <w:p w:rsidR="004404D9" w:rsidRDefault="004404D9" w:rsidP="00035169"/>
    <w:p w:rsidR="004404D9" w:rsidRDefault="004404D9" w:rsidP="00035169"/>
    <w:p w:rsidR="00A81567" w:rsidRDefault="00A81567" w:rsidP="00035169"/>
    <w:p w:rsidR="00A81567" w:rsidRDefault="00A81567" w:rsidP="00035169"/>
    <w:p w:rsidR="004404D9" w:rsidRDefault="004404D9" w:rsidP="00035169"/>
    <w:p w:rsidR="00035169" w:rsidRDefault="00035169" w:rsidP="00035169"/>
    <w:p w:rsidR="00035169" w:rsidRPr="00FE6073" w:rsidRDefault="00035169" w:rsidP="00035169">
      <w:pPr>
        <w:jc w:val="center"/>
        <w:rPr>
          <w:rFonts w:asciiTheme="majorHAnsi" w:hAnsiTheme="majorHAnsi"/>
          <w:b/>
          <w:i/>
          <w:sz w:val="32"/>
          <w:szCs w:val="32"/>
        </w:rPr>
      </w:pPr>
      <w:r w:rsidRPr="00FE6073">
        <w:rPr>
          <w:rFonts w:asciiTheme="majorHAnsi" w:hAnsiTheme="majorHAnsi"/>
          <w:b/>
          <w:i/>
          <w:sz w:val="32"/>
          <w:szCs w:val="32"/>
        </w:rPr>
        <w:lastRenderedPageBreak/>
        <w:t>CACCAVELLI Arno - arno.caccavelli@gmail.com</w:t>
      </w:r>
    </w:p>
    <w:p w:rsidR="00035169" w:rsidRDefault="00035169" w:rsidP="00035169"/>
    <w:p w:rsidR="00035169" w:rsidRDefault="004404D9" w:rsidP="00035169">
      <w:r>
        <w:t xml:space="preserve">Monsieur </w:t>
      </w:r>
      <w:proofErr w:type="spellStart"/>
      <w:r>
        <w:t>Caccavelli</w:t>
      </w:r>
      <w:proofErr w:type="spellEnd"/>
      <w:r>
        <w:t xml:space="preserve"> </w:t>
      </w:r>
      <w:r w:rsidR="00DA7EB5">
        <w:t xml:space="preserve">Arno </w:t>
      </w:r>
      <w:r>
        <w:t xml:space="preserve">est </w:t>
      </w:r>
      <w:r w:rsidR="00035169" w:rsidRPr="001766B5">
        <w:t xml:space="preserve"> titulaire d'un BAC Scientifique avec l'option Informatique et Systèmes Numériques. </w:t>
      </w:r>
      <w:r>
        <w:t xml:space="preserve">Il a </w:t>
      </w:r>
      <w:r w:rsidR="00035169" w:rsidRPr="001766B5">
        <w:t>participé en S2D au projet consistant à la création d'un programme permettant la formation ai</w:t>
      </w:r>
      <w:r w:rsidR="00035169">
        <w:t>nsi que la correction d'un QCM.</w:t>
      </w:r>
    </w:p>
    <w:p w:rsidR="00A81567" w:rsidRDefault="00A81567" w:rsidP="00035169"/>
    <w:p w:rsidR="00035169" w:rsidRPr="00035169" w:rsidRDefault="00035169" w:rsidP="00A81567">
      <w:pPr>
        <w:jc w:val="center"/>
      </w:pPr>
      <w:r w:rsidRPr="00FE6073">
        <w:rPr>
          <w:rFonts w:asciiTheme="majorHAnsi" w:hAnsiTheme="majorHAnsi"/>
          <w:b/>
          <w:i/>
          <w:sz w:val="32"/>
          <w:szCs w:val="32"/>
        </w:rPr>
        <w:t>CHARENTUS Rémi - remi.charentus83@gmail.com</w:t>
      </w:r>
    </w:p>
    <w:p w:rsidR="00035169" w:rsidRDefault="00035169" w:rsidP="00035169">
      <w:pPr>
        <w:rPr>
          <w:rFonts w:ascii="Helvetica" w:hAnsi="Helvetica" w:cs="Helvetica"/>
          <w:color w:val="373E4D"/>
          <w:sz w:val="20"/>
          <w:szCs w:val="20"/>
          <w:shd w:val="clear" w:color="auto" w:fill="F6F7F8"/>
        </w:rPr>
      </w:pPr>
    </w:p>
    <w:p w:rsidR="00035169" w:rsidRDefault="004404D9" w:rsidP="00035169">
      <w:pPr>
        <w:jc w:val="left"/>
      </w:pPr>
      <w:r>
        <w:t xml:space="preserve">Monsieur </w:t>
      </w:r>
      <w:proofErr w:type="spellStart"/>
      <w:r>
        <w:t>Charentus</w:t>
      </w:r>
      <w:proofErr w:type="spellEnd"/>
      <w:r>
        <w:t xml:space="preserve"> Rémi est t</w:t>
      </w:r>
      <w:r w:rsidR="00035169" w:rsidRPr="00F40CC4">
        <w:t>itulaire d'un BAC S option Physique/Chimie, et actuellement en S2T de DUT informatique.</w:t>
      </w:r>
      <w:r>
        <w:t xml:space="preserve"> Il a </w:t>
      </w:r>
      <w:r w:rsidR="00035169" w:rsidRPr="00F40CC4">
        <w:t xml:space="preserve"> travail</w:t>
      </w:r>
      <w:r w:rsidR="00035169">
        <w:t>lé sur le projet PEGASE qui cor</w:t>
      </w:r>
      <w:r w:rsidR="00035169" w:rsidRPr="00F40CC4">
        <w:t>respond à un g</w:t>
      </w:r>
      <w:r>
        <w:t>estionnaire de stages lors de so</w:t>
      </w:r>
      <w:r w:rsidR="00035169" w:rsidRPr="00F40CC4">
        <w:t>n premier S2T surtout sur au niveau conception</w:t>
      </w:r>
      <w:r w:rsidR="00035169">
        <w:t xml:space="preserve"> </w:t>
      </w:r>
      <w:r>
        <w:t xml:space="preserve">(UML et IHM). Il a </w:t>
      </w:r>
      <w:r w:rsidR="00035169" w:rsidRPr="00F40CC4">
        <w:t xml:space="preserve"> aussi travaillé sur le projet </w:t>
      </w:r>
      <w:proofErr w:type="spellStart"/>
      <w:r w:rsidR="00035169" w:rsidRPr="00F40CC4">
        <w:t>Shadows</w:t>
      </w:r>
      <w:proofErr w:type="spellEnd"/>
      <w:r w:rsidR="00035169" w:rsidRPr="00F40CC4">
        <w:t xml:space="preserve"> Over Camelot sur Table Surface en S3T dans le lot Arbitre.</w:t>
      </w:r>
    </w:p>
    <w:p w:rsidR="00035169" w:rsidRDefault="00035169" w:rsidP="00035169"/>
    <w:p w:rsidR="00035169" w:rsidRPr="00FE6073" w:rsidRDefault="00035169" w:rsidP="00035169">
      <w:pPr>
        <w:jc w:val="center"/>
        <w:rPr>
          <w:rFonts w:asciiTheme="majorHAnsi" w:hAnsiTheme="majorHAnsi"/>
          <w:b/>
          <w:i/>
          <w:sz w:val="32"/>
          <w:szCs w:val="32"/>
        </w:rPr>
      </w:pPr>
      <w:r w:rsidRPr="00FE6073">
        <w:rPr>
          <w:rFonts w:asciiTheme="majorHAnsi" w:hAnsiTheme="majorHAnsi"/>
          <w:b/>
          <w:i/>
          <w:sz w:val="32"/>
          <w:szCs w:val="32"/>
        </w:rPr>
        <w:t>VIALE Brendan - brendan44@live.fr</w:t>
      </w:r>
    </w:p>
    <w:p w:rsidR="00035169" w:rsidRDefault="00035169" w:rsidP="00035169"/>
    <w:p w:rsidR="00035169" w:rsidRDefault="00DA7EB5" w:rsidP="00035169">
      <w:pPr>
        <w:jc w:val="left"/>
      </w:pPr>
      <w:r>
        <w:t xml:space="preserve">Monsieur </w:t>
      </w:r>
      <w:proofErr w:type="spellStart"/>
      <w:r>
        <w:t>Viale</w:t>
      </w:r>
      <w:proofErr w:type="spellEnd"/>
      <w:r>
        <w:t xml:space="preserve"> Brendan</w:t>
      </w:r>
      <w:r w:rsidR="004404D9">
        <w:t xml:space="preserve"> a </w:t>
      </w:r>
      <w:r w:rsidR="00035169">
        <w:t xml:space="preserve"> étudié à l'école saint </w:t>
      </w:r>
      <w:proofErr w:type="spellStart"/>
      <w:r w:rsidR="00035169">
        <w:t>Barthélémie</w:t>
      </w:r>
      <w:proofErr w:type="spellEnd"/>
      <w:r w:rsidR="00035169">
        <w:t xml:space="preserve"> Privé avant d'intégrer le lycée du Parc Impérial en section S puis de venir ici, à l'IUT. Etant plus jeune </w:t>
      </w:r>
      <w:r w:rsidR="004404D9">
        <w:t>il a</w:t>
      </w:r>
      <w:r w:rsidR="00035169">
        <w:t xml:space="preserve"> eu l'occasion de pratiquer l'escrime jusqu'</w:t>
      </w:r>
      <w:r w:rsidR="004404D9">
        <w:t xml:space="preserve">à un assez bon niveau mais il a arrêté depuis, cela lui </w:t>
      </w:r>
      <w:r w:rsidR="00035169">
        <w:t xml:space="preserve">permet tout de même de </w:t>
      </w:r>
      <w:r w:rsidR="004404D9">
        <w:t>comprendre plus facilement le</w:t>
      </w:r>
      <w:r w:rsidR="00035169">
        <w:t xml:space="preserve"> projet. Da</w:t>
      </w:r>
      <w:r w:rsidR="00C6190F">
        <w:t>ns ce dernier</w:t>
      </w:r>
      <w:r w:rsidR="004404D9">
        <w:t>, il s’</w:t>
      </w:r>
      <w:r w:rsidR="00035169">
        <w:t>occupe du lot</w:t>
      </w:r>
      <w:r w:rsidR="004404D9">
        <w:t xml:space="preserve"> énonciation/vocalisation qui lui</w:t>
      </w:r>
      <w:r w:rsidR="00035169">
        <w:t xml:space="preserve"> parait être </w:t>
      </w:r>
      <w:r w:rsidR="004404D9">
        <w:t xml:space="preserve">intéressant et formateur car il </w:t>
      </w:r>
      <w:r w:rsidR="00035169">
        <w:t>n'a pas de réelles connaissances en</w:t>
      </w:r>
      <w:r w:rsidR="004404D9">
        <w:t xml:space="preserve"> dehors de celles acquises à l'I</w:t>
      </w:r>
      <w:r w:rsidR="00035169">
        <w:t>UT en informatique.</w:t>
      </w:r>
    </w:p>
    <w:p w:rsidR="00035169" w:rsidRDefault="00035169" w:rsidP="00035169"/>
    <w:p w:rsidR="00035169" w:rsidRPr="00FE6073" w:rsidRDefault="00035169" w:rsidP="00035169">
      <w:pPr>
        <w:jc w:val="center"/>
        <w:rPr>
          <w:rFonts w:asciiTheme="majorHAnsi" w:hAnsiTheme="majorHAnsi"/>
          <w:b/>
          <w:i/>
          <w:sz w:val="32"/>
          <w:szCs w:val="32"/>
        </w:rPr>
      </w:pPr>
      <w:r w:rsidRPr="00FE6073">
        <w:rPr>
          <w:rFonts w:asciiTheme="majorHAnsi" w:hAnsiTheme="majorHAnsi"/>
          <w:b/>
          <w:i/>
          <w:sz w:val="32"/>
          <w:szCs w:val="32"/>
        </w:rPr>
        <w:t>CASTET Ulysse - cu407086@etu.unice.fr</w:t>
      </w:r>
    </w:p>
    <w:p w:rsidR="00035169" w:rsidRDefault="00035169" w:rsidP="00035169"/>
    <w:p w:rsidR="00035169" w:rsidRDefault="004404D9" w:rsidP="00035169">
      <w:pPr>
        <w:jc w:val="left"/>
      </w:pPr>
      <w:r>
        <w:t xml:space="preserve">Monsieur </w:t>
      </w:r>
      <w:proofErr w:type="spellStart"/>
      <w:r>
        <w:t>Castet</w:t>
      </w:r>
      <w:proofErr w:type="spellEnd"/>
      <w:r>
        <w:t xml:space="preserve"> Ulysse a obtenu un </w:t>
      </w:r>
      <w:r w:rsidR="00035169" w:rsidRPr="005D7865">
        <w:t>Bac S option SVT spécialisati</w:t>
      </w:r>
      <w:r>
        <w:t xml:space="preserve">on ISN au lycée Auguste Renoir. Malheureusement, il n’a pas eu la chance de faire des </w:t>
      </w:r>
      <w:r w:rsidR="00035169" w:rsidRPr="005D7865">
        <w:t>stage</w:t>
      </w:r>
      <w:r>
        <w:t>s</w:t>
      </w:r>
      <w:r w:rsidR="00035169" w:rsidRPr="005D7865">
        <w:t xml:space="preserve"> en rapport avec l'informat</w:t>
      </w:r>
      <w:r w:rsidR="00035169">
        <w:t>i</w:t>
      </w:r>
      <w:r>
        <w:t xml:space="preserve">que ou le projet VDI effectué. </w:t>
      </w:r>
      <w:r w:rsidR="00035169">
        <w:t xml:space="preserve"> </w:t>
      </w:r>
      <w:r w:rsidR="0013207B">
        <w:t xml:space="preserve">Il a </w:t>
      </w:r>
      <w:r w:rsidR="00035169">
        <w:t>participé</w:t>
      </w:r>
      <w:r w:rsidR="0013207B">
        <w:t xml:space="preserve"> à</w:t>
      </w:r>
      <w:r w:rsidR="00035169" w:rsidRPr="005D7865">
        <w:t xml:space="preserve"> un projet dans le cadre de l'</w:t>
      </w:r>
      <w:r w:rsidR="00035169">
        <w:t xml:space="preserve">ISN en programmant un jeu type </w:t>
      </w:r>
      <w:proofErr w:type="spellStart"/>
      <w:r w:rsidR="00035169">
        <w:t>Shmuper</w:t>
      </w:r>
      <w:proofErr w:type="spellEnd"/>
      <w:r w:rsidR="00035169">
        <w:t xml:space="preserve"> en </w:t>
      </w:r>
      <w:proofErr w:type="spellStart"/>
      <w:r w:rsidR="00035169">
        <w:t>J</w:t>
      </w:r>
      <w:r w:rsidR="00035169" w:rsidRPr="005D7865">
        <w:t>avascript</w:t>
      </w:r>
      <w:proofErr w:type="spellEnd"/>
      <w:r w:rsidR="00035169" w:rsidRPr="005D7865">
        <w:t>, ainsi que le projet du S1 su</w:t>
      </w:r>
      <w:r w:rsidR="0013207B">
        <w:t>r la cryptographie où il  faisait</w:t>
      </w:r>
      <w:r w:rsidR="00035169" w:rsidRPr="005D7865">
        <w:t xml:space="preserve"> des recherches sur les fonctions de hachage et les MD5.</w:t>
      </w:r>
      <w:r w:rsidR="0013207B">
        <w:t xml:space="preserve"> Dans le projet actuel il est </w:t>
      </w:r>
      <w:r w:rsidR="00035169" w:rsidRPr="005D7865">
        <w:t>responsable du Lot Exercice.</w:t>
      </w:r>
    </w:p>
    <w:p w:rsidR="00035169" w:rsidRDefault="00035169" w:rsidP="00035169"/>
    <w:p w:rsidR="00035169" w:rsidRPr="00FE6073" w:rsidRDefault="00035169" w:rsidP="00035169">
      <w:pPr>
        <w:jc w:val="center"/>
        <w:rPr>
          <w:rFonts w:asciiTheme="majorHAnsi" w:hAnsiTheme="majorHAnsi"/>
          <w:b/>
          <w:i/>
          <w:sz w:val="32"/>
          <w:szCs w:val="32"/>
        </w:rPr>
      </w:pPr>
      <w:r w:rsidRPr="00FE6073">
        <w:rPr>
          <w:rFonts w:asciiTheme="majorHAnsi" w:hAnsiTheme="majorHAnsi"/>
          <w:b/>
          <w:i/>
          <w:sz w:val="32"/>
          <w:szCs w:val="32"/>
        </w:rPr>
        <w:t>HEYRENDT Renaud - hr402412@unice.fr</w:t>
      </w:r>
    </w:p>
    <w:p w:rsidR="00035169" w:rsidRDefault="00035169" w:rsidP="00035169"/>
    <w:p w:rsidR="00035169" w:rsidRDefault="00DA7EB5" w:rsidP="00035169">
      <w:r>
        <w:t xml:space="preserve">Monsieur </w:t>
      </w:r>
      <w:proofErr w:type="spellStart"/>
      <w:r>
        <w:t>Heyrendt</w:t>
      </w:r>
      <w:proofErr w:type="spellEnd"/>
      <w:r>
        <w:t xml:space="preserve"> Renaud </w:t>
      </w:r>
      <w:r w:rsidR="00FA46AA">
        <w:t xml:space="preserve">est </w:t>
      </w:r>
      <w:r w:rsidR="00035169">
        <w:t>sorti du lycée avec un Baccalauréat Scientifique-Science de l’Ingénieur en 2014, option Informatique et Sciences du Numérique.</w:t>
      </w:r>
    </w:p>
    <w:p w:rsidR="00035169" w:rsidRDefault="00FA46AA" w:rsidP="00035169">
      <w:r>
        <w:t xml:space="preserve">Durant l’année de </w:t>
      </w:r>
      <w:r w:rsidR="00035169">
        <w:t>première</w:t>
      </w:r>
      <w:r>
        <w:t xml:space="preserve"> il a effectué son </w:t>
      </w:r>
      <w:r w:rsidR="00035169">
        <w:t>TPE avec comme sujet l</w:t>
      </w:r>
      <w:r>
        <w:t>e disque dur et en terminal, son</w:t>
      </w:r>
      <w:r w:rsidR="00035169">
        <w:t xml:space="preserve"> PPE sur un projet de kit d’automatisation pour volets battants. Ce projet mettait en œuvre une</w:t>
      </w:r>
      <w:r>
        <w:t xml:space="preserve"> partie de programmation dont il était </w:t>
      </w:r>
      <w:r w:rsidR="00035169">
        <w:t xml:space="preserve"> chargé, malgré que celle-ci ce soit effectuée sur les outils du lycée (</w:t>
      </w:r>
      <w:proofErr w:type="spellStart"/>
      <w:r w:rsidR="00035169">
        <w:t>Flowcode</w:t>
      </w:r>
      <w:proofErr w:type="spellEnd"/>
      <w:r w:rsidR="00035169">
        <w:t>).</w:t>
      </w:r>
    </w:p>
    <w:p w:rsidR="00035169" w:rsidRDefault="00035169" w:rsidP="00035169">
      <w:r>
        <w:t xml:space="preserve">Pour l’ISN, </w:t>
      </w:r>
      <w:r w:rsidR="00FA46AA">
        <w:t xml:space="preserve"> Guillaume Lombard et lui</w:t>
      </w:r>
      <w:r>
        <w:t xml:space="preserve">, </w:t>
      </w:r>
      <w:r w:rsidR="00FA46AA">
        <w:t>ont réalisé</w:t>
      </w:r>
      <w:r>
        <w:t xml:space="preserve"> un projet de bataille navale en Java. </w:t>
      </w:r>
      <w:r w:rsidR="00FA46AA">
        <w:t xml:space="preserve">Monsieur </w:t>
      </w:r>
      <w:proofErr w:type="spellStart"/>
      <w:r w:rsidR="00FA46AA">
        <w:t>Heyrendt</w:t>
      </w:r>
      <w:proofErr w:type="spellEnd"/>
      <w:r w:rsidR="00FA46AA">
        <w:t xml:space="preserve"> était chargé</w:t>
      </w:r>
      <w:r>
        <w:t xml:space="preserve"> de la génération de la position des bateaux ainsi que du déroulement du jeu, tandis que </w:t>
      </w:r>
      <w:r w:rsidR="00FA46AA">
        <w:t>monsieur Lombard se</w:t>
      </w:r>
      <w:r>
        <w:t xml:space="preserve"> chargeait de la génération du terrain.</w:t>
      </w:r>
    </w:p>
    <w:p w:rsidR="00035169" w:rsidRDefault="00035169" w:rsidP="00035169">
      <w:r>
        <w:t xml:space="preserve">Enfin, </w:t>
      </w:r>
      <w:r w:rsidR="00FA46AA">
        <w:t xml:space="preserve">il a </w:t>
      </w:r>
      <w:r>
        <w:t>validé le premier semestre de DUT Info</w:t>
      </w:r>
      <w:r w:rsidR="00FA46AA">
        <w:t xml:space="preserve"> avec succès, au cours duquel il a </w:t>
      </w:r>
      <w:r>
        <w:t xml:space="preserve">effectué un projet sur </w:t>
      </w:r>
      <w:r w:rsidR="00FA46AA">
        <w:t xml:space="preserve">la cryptographie, son groupe était </w:t>
      </w:r>
      <w:r>
        <w:t>focalisé sur l’étude de l’algorithme de RC4</w:t>
      </w:r>
      <w:r w:rsidR="00A81567">
        <w:t>.</w:t>
      </w:r>
    </w:p>
    <w:p w:rsidR="00035169" w:rsidRPr="00035169" w:rsidRDefault="00035169" w:rsidP="00035169">
      <w:pPr>
        <w:jc w:val="center"/>
        <w:rPr>
          <w:rFonts w:asciiTheme="majorHAnsi" w:hAnsiTheme="majorHAnsi"/>
          <w:b/>
          <w:i/>
          <w:sz w:val="32"/>
          <w:szCs w:val="32"/>
          <w:lang w:val="en-US"/>
        </w:rPr>
      </w:pPr>
      <w:r w:rsidRPr="00035169">
        <w:rPr>
          <w:rFonts w:asciiTheme="majorHAnsi" w:hAnsiTheme="majorHAnsi"/>
          <w:b/>
          <w:i/>
          <w:sz w:val="32"/>
          <w:szCs w:val="32"/>
          <w:lang w:val="en-US"/>
        </w:rPr>
        <w:lastRenderedPageBreak/>
        <w:t>MENETREY Robinson - mr407280@etu.unice.fr</w:t>
      </w:r>
    </w:p>
    <w:p w:rsidR="00035169" w:rsidRPr="00035169" w:rsidRDefault="00035169" w:rsidP="00035169">
      <w:pPr>
        <w:rPr>
          <w:lang w:val="en-US"/>
        </w:rPr>
      </w:pPr>
    </w:p>
    <w:p w:rsidR="00035169" w:rsidRDefault="00C6190F" w:rsidP="00035169">
      <w:pPr>
        <w:jc w:val="left"/>
      </w:pPr>
      <w:r>
        <w:t xml:space="preserve">Monsieur </w:t>
      </w:r>
      <w:proofErr w:type="spellStart"/>
      <w:r>
        <w:t>Menetrey</w:t>
      </w:r>
      <w:proofErr w:type="spellEnd"/>
      <w:r>
        <w:t xml:space="preserve"> Robinson</w:t>
      </w:r>
      <w:r w:rsidR="009872EF">
        <w:t xml:space="preserve"> a fait le p</w:t>
      </w:r>
      <w:r w:rsidR="00035169" w:rsidRPr="005D7865">
        <w:t xml:space="preserve">arcours </w:t>
      </w:r>
      <w:r w:rsidR="009872EF">
        <w:t xml:space="preserve">suivant </w:t>
      </w:r>
      <w:r w:rsidR="00035169" w:rsidRPr="005D7865">
        <w:t>: Bac S option SVT spécialisation ISN au lycée Henri Matisse, aucun stage en rapport avec l'informa</w:t>
      </w:r>
      <w:r w:rsidR="00035169">
        <w:t>tiq</w:t>
      </w:r>
      <w:r>
        <w:t xml:space="preserve">ue ou le projet VDI effectué. Il a </w:t>
      </w:r>
      <w:r w:rsidR="00035169">
        <w:t>participé à</w:t>
      </w:r>
      <w:r w:rsidR="00035169" w:rsidRPr="005D7865">
        <w:t xml:space="preserve"> un projet dans le cadre de l'ISN en programmant une bataille navale en python, ainsi que le projet du S1 sur les </w:t>
      </w:r>
      <w:r w:rsidR="00035169">
        <w:t xml:space="preserve">formats de fichier où </w:t>
      </w:r>
      <w:r>
        <w:t xml:space="preserve">il </w:t>
      </w:r>
      <w:r w:rsidR="00035169">
        <w:t>faisai</w:t>
      </w:r>
      <w:r>
        <w:t>t</w:t>
      </w:r>
      <w:r w:rsidR="00035169" w:rsidRPr="005D7865">
        <w:t xml:space="preserve"> des reche</w:t>
      </w:r>
      <w:r w:rsidR="00035169">
        <w:t xml:space="preserve">rches sur le format TIFF. </w:t>
      </w:r>
      <w:r>
        <w:t>Il f</w:t>
      </w:r>
      <w:r w:rsidR="00035169">
        <w:t>ai</w:t>
      </w:r>
      <w:r>
        <w:t>t</w:t>
      </w:r>
      <w:r w:rsidR="00035169">
        <w:t xml:space="preserve"> parti</w:t>
      </w:r>
      <w:r w:rsidR="00035169" w:rsidRPr="005D7865">
        <w:t xml:space="preserve"> du Lot Exercice.</w:t>
      </w:r>
    </w:p>
    <w:p w:rsidR="00035169" w:rsidRDefault="00035169" w:rsidP="00035169"/>
    <w:p w:rsidR="00035169" w:rsidRPr="00FE6073" w:rsidRDefault="00035169" w:rsidP="00035169">
      <w:pPr>
        <w:jc w:val="center"/>
        <w:rPr>
          <w:rFonts w:asciiTheme="majorHAnsi" w:hAnsiTheme="majorHAnsi"/>
          <w:b/>
          <w:i/>
          <w:sz w:val="32"/>
          <w:szCs w:val="32"/>
        </w:rPr>
      </w:pPr>
      <w:r w:rsidRPr="00FE6073">
        <w:rPr>
          <w:rFonts w:asciiTheme="majorHAnsi" w:hAnsiTheme="majorHAnsi"/>
          <w:b/>
          <w:i/>
          <w:sz w:val="32"/>
          <w:szCs w:val="32"/>
        </w:rPr>
        <w:t>QUACHERO Alaric - quacheroalaric@yahoo.fr</w:t>
      </w:r>
    </w:p>
    <w:p w:rsidR="00035169" w:rsidRDefault="00035169" w:rsidP="00035169"/>
    <w:p w:rsidR="00035169" w:rsidRDefault="009872EF" w:rsidP="00035169">
      <w:pPr>
        <w:jc w:val="left"/>
      </w:pPr>
      <w:r>
        <w:t xml:space="preserve">Monsieur </w:t>
      </w:r>
      <w:proofErr w:type="spellStart"/>
      <w:r>
        <w:t>Quachero</w:t>
      </w:r>
      <w:proofErr w:type="spellEnd"/>
      <w:r>
        <w:t xml:space="preserve"> Alaric est</w:t>
      </w:r>
      <w:r w:rsidR="00035169">
        <w:t xml:space="preserve"> titulaire d’un bac scientifique.</w:t>
      </w:r>
    </w:p>
    <w:p w:rsidR="00035169" w:rsidRDefault="009872EF" w:rsidP="00035169">
      <w:pPr>
        <w:jc w:val="left"/>
      </w:pPr>
      <w:r>
        <w:t>Il n’a</w:t>
      </w:r>
      <w:r w:rsidR="00035169">
        <w:t xml:space="preserve"> pas beaucoup d’expérience passée en relation avec l’informatique. Ayant choisi la spécialité ISN (dans le cadre de ma terminal</w:t>
      </w:r>
      <w:r>
        <w:t xml:space="preserve">e scientifique série SVT), il a </w:t>
      </w:r>
      <w:r w:rsidR="00035169">
        <w:t xml:space="preserve">réalisé un petit jeu stratégique sur damier. </w:t>
      </w:r>
    </w:p>
    <w:p w:rsidR="00035169" w:rsidRDefault="009872EF" w:rsidP="00035169">
      <w:pPr>
        <w:jc w:val="left"/>
      </w:pPr>
      <w:r>
        <w:t>Il a</w:t>
      </w:r>
      <w:r w:rsidR="00035169">
        <w:t xml:space="preserve"> aussi effectué </w:t>
      </w:r>
      <w:r>
        <w:t xml:space="preserve">quelques retouches de forum et il créait </w:t>
      </w:r>
      <w:r w:rsidR="00035169">
        <w:t>quelques pages web en amateur.</w:t>
      </w:r>
    </w:p>
    <w:p w:rsidR="00035169" w:rsidRDefault="009872EF" w:rsidP="00035169">
      <w:pPr>
        <w:jc w:val="left"/>
      </w:pPr>
      <w:r>
        <w:t xml:space="preserve">Comme beaucoup d’autre, il a </w:t>
      </w:r>
      <w:r w:rsidR="00035169">
        <w:t>réfléchi au découpage du projet en lot et en tache.</w:t>
      </w:r>
    </w:p>
    <w:p w:rsidR="00035169" w:rsidRDefault="009872EF" w:rsidP="00035169">
      <w:pPr>
        <w:jc w:val="left"/>
      </w:pPr>
      <w:r>
        <w:t xml:space="preserve">Il </w:t>
      </w:r>
      <w:r w:rsidR="00035169">
        <w:t xml:space="preserve">compte </w:t>
      </w:r>
      <w:r>
        <w:t>s</w:t>
      </w:r>
      <w:r w:rsidR="00035169">
        <w:t>’impliquer dans la partie « Exercices » du projet.</w:t>
      </w:r>
    </w:p>
    <w:p w:rsidR="00035169" w:rsidRDefault="00035169" w:rsidP="00035169"/>
    <w:p w:rsidR="00035169" w:rsidRPr="00FE6073" w:rsidRDefault="00035169" w:rsidP="00035169">
      <w:pPr>
        <w:jc w:val="center"/>
        <w:rPr>
          <w:rFonts w:asciiTheme="majorHAnsi" w:hAnsiTheme="majorHAnsi"/>
          <w:b/>
          <w:i/>
          <w:sz w:val="32"/>
          <w:szCs w:val="32"/>
        </w:rPr>
      </w:pPr>
      <w:r w:rsidRPr="00FE6073">
        <w:rPr>
          <w:rFonts w:asciiTheme="majorHAnsi" w:hAnsiTheme="majorHAnsi"/>
          <w:b/>
          <w:i/>
          <w:sz w:val="32"/>
          <w:szCs w:val="32"/>
        </w:rPr>
        <w:t xml:space="preserve">COTTE </w:t>
      </w:r>
      <w:proofErr w:type="spellStart"/>
      <w:r w:rsidRPr="00FE6073">
        <w:rPr>
          <w:rFonts w:asciiTheme="majorHAnsi" w:hAnsiTheme="majorHAnsi"/>
          <w:b/>
          <w:i/>
          <w:sz w:val="32"/>
          <w:szCs w:val="32"/>
        </w:rPr>
        <w:t>Sebastien</w:t>
      </w:r>
      <w:proofErr w:type="spellEnd"/>
      <w:r w:rsidRPr="00FE6073">
        <w:rPr>
          <w:rFonts w:asciiTheme="majorHAnsi" w:hAnsiTheme="majorHAnsi"/>
          <w:b/>
          <w:i/>
          <w:sz w:val="32"/>
          <w:szCs w:val="32"/>
        </w:rPr>
        <w:t xml:space="preserve"> - xcode.seb@gmail.com</w:t>
      </w:r>
    </w:p>
    <w:p w:rsidR="00035169" w:rsidRDefault="00035169" w:rsidP="00035169"/>
    <w:p w:rsidR="00035169" w:rsidRDefault="004C7B27" w:rsidP="00035169">
      <w:pPr>
        <w:jc w:val="left"/>
      </w:pPr>
      <w:r>
        <w:t>Monsieur Cotte Sébastien a fait le p</w:t>
      </w:r>
      <w:r w:rsidR="00035169">
        <w:t>arcours académique</w:t>
      </w:r>
      <w:r>
        <w:t xml:space="preserve"> suivant :</w:t>
      </w:r>
      <w:r w:rsidR="00035169">
        <w:t xml:space="preserve"> 1ère S spécialité SVT (lycée Albert Calmette), Terminale S spécialité SVT + option</w:t>
      </w:r>
      <w:r>
        <w:t xml:space="preserve"> ISN (lycée Albert Calmette. Il a obtenu un </w:t>
      </w:r>
      <w:r w:rsidR="00035169">
        <w:t xml:space="preserve"> Bac S avec option ISN (Informatique et Sciences du Numérique)</w:t>
      </w:r>
    </w:p>
    <w:p w:rsidR="00035169" w:rsidRDefault="004C7B27" w:rsidP="00035169">
      <w:pPr>
        <w:jc w:val="left"/>
      </w:pPr>
      <w:r>
        <w:t xml:space="preserve">Il a participé </w:t>
      </w:r>
      <w:r w:rsidR="00035169">
        <w:t xml:space="preserve">à </w:t>
      </w:r>
      <w:r>
        <w:t>divers</w:t>
      </w:r>
      <w:r w:rsidR="00035169">
        <w:t xml:space="preserve"> projet</w:t>
      </w:r>
      <w:r>
        <w:t>s.</w:t>
      </w:r>
      <w:r w:rsidR="00035169">
        <w:t xml:space="preserve"> Durant l'année de terminale S </w:t>
      </w:r>
      <w:r>
        <w:t>il a</w:t>
      </w:r>
      <w:r w:rsidR="00035169">
        <w:t xml:space="preserve"> réalisé avec un binôme le jeu "</w:t>
      </w:r>
      <w:proofErr w:type="spellStart"/>
      <w:r w:rsidR="00035169">
        <w:t>Squaro</w:t>
      </w:r>
      <w:proofErr w:type="spellEnd"/>
      <w:r w:rsidR="00035169">
        <w:t>" dans le langage de programmation 'python'</w:t>
      </w:r>
    </w:p>
    <w:p w:rsidR="00035169" w:rsidRDefault="004C7B27" w:rsidP="00035169">
      <w:pPr>
        <w:jc w:val="left"/>
      </w:pPr>
      <w:r>
        <w:t>Son i</w:t>
      </w:r>
      <w:r w:rsidR="00035169">
        <w:t>mplic</w:t>
      </w:r>
      <w:r>
        <w:t>ation dans le projet actuel : il compte</w:t>
      </w:r>
      <w:r w:rsidR="00035169">
        <w:t xml:space="preserve"> participe</w:t>
      </w:r>
      <w:r>
        <w:t>r à</w:t>
      </w:r>
      <w:r w:rsidR="00035169">
        <w:t xml:space="preserve"> la mise en œuvre du lot 'exercices'</w:t>
      </w:r>
    </w:p>
    <w:p w:rsidR="00035169" w:rsidRDefault="00035169" w:rsidP="00035169"/>
    <w:p w:rsidR="00035169" w:rsidRPr="00035169" w:rsidRDefault="00035169" w:rsidP="00035169">
      <w:pPr>
        <w:jc w:val="center"/>
        <w:rPr>
          <w:rFonts w:asciiTheme="majorHAnsi" w:hAnsiTheme="majorHAnsi"/>
          <w:b/>
          <w:i/>
          <w:sz w:val="32"/>
          <w:szCs w:val="32"/>
          <w:lang w:val="en-US"/>
        </w:rPr>
      </w:pPr>
      <w:r w:rsidRPr="00035169">
        <w:rPr>
          <w:rFonts w:asciiTheme="majorHAnsi" w:hAnsiTheme="majorHAnsi"/>
          <w:b/>
          <w:i/>
          <w:sz w:val="32"/>
          <w:szCs w:val="32"/>
          <w:lang w:val="en-US"/>
        </w:rPr>
        <w:t>GOUREVITCH Nikita - gn400106@etu.unice.fr</w:t>
      </w:r>
    </w:p>
    <w:p w:rsidR="00035169" w:rsidRPr="00035169" w:rsidRDefault="00035169" w:rsidP="00035169">
      <w:pPr>
        <w:rPr>
          <w:lang w:val="en-US"/>
        </w:rPr>
      </w:pPr>
    </w:p>
    <w:p w:rsidR="00035169" w:rsidRDefault="004C7B27" w:rsidP="00035169">
      <w:pPr>
        <w:jc w:val="left"/>
      </w:pPr>
      <w:r>
        <w:t xml:space="preserve">Monsieur </w:t>
      </w:r>
      <w:proofErr w:type="spellStart"/>
      <w:r>
        <w:t>Gourevitch</w:t>
      </w:r>
      <w:proofErr w:type="spellEnd"/>
      <w:r>
        <w:t xml:space="preserve"> Nikita vient du </w:t>
      </w:r>
      <w:r w:rsidR="00035169">
        <w:t>Lycée Masséna,  Lycée eucalyptus STI2D option Systèmes informatiques et numériques.</w:t>
      </w:r>
    </w:p>
    <w:p w:rsidR="00035169" w:rsidRDefault="00035169" w:rsidP="00035169">
      <w:pPr>
        <w:jc w:val="left"/>
      </w:pPr>
      <w:r>
        <w:t>Dans le cadre de</w:t>
      </w:r>
      <w:r w:rsidR="004C7B27">
        <w:t xml:space="preserve"> ses</w:t>
      </w:r>
      <w:r>
        <w:t xml:space="preserve"> études</w:t>
      </w:r>
      <w:r w:rsidR="004C7B27">
        <w:t>, il a réalisé</w:t>
      </w:r>
      <w:r>
        <w:t xml:space="preserve"> le projet suivant :</w:t>
      </w:r>
    </w:p>
    <w:p w:rsidR="00035169" w:rsidRDefault="00035169" w:rsidP="00035169">
      <w:pPr>
        <w:jc w:val="left"/>
      </w:pPr>
      <w:proofErr w:type="spellStart"/>
      <w:r>
        <w:t>OsCloud</w:t>
      </w:r>
      <w:proofErr w:type="spellEnd"/>
      <w:r>
        <w:t xml:space="preserve"> Web </w:t>
      </w:r>
      <w:proofErr w:type="spellStart"/>
      <w:r>
        <w:t>app</w:t>
      </w:r>
      <w:proofErr w:type="spellEnd"/>
      <w:r>
        <w:t xml:space="preserve"> modélisant un Os basique stocké sur un Microordinateur.</w:t>
      </w:r>
    </w:p>
    <w:p w:rsidR="00035169" w:rsidRDefault="004C7B27" w:rsidP="00035169">
      <w:pPr>
        <w:jc w:val="left"/>
      </w:pPr>
      <w:r>
        <w:t>Il a effectué</w:t>
      </w:r>
      <w:r w:rsidR="00035169">
        <w:t xml:space="preserve"> des recherches approfondies sur les méthodes de chiffrage dans le  cadre des projets  </w:t>
      </w:r>
      <w:proofErr w:type="spellStart"/>
      <w:r w:rsidR="00035169">
        <w:t>tutorés</w:t>
      </w:r>
      <w:proofErr w:type="spellEnd"/>
      <w:r w:rsidR="00035169">
        <w:t xml:space="preserve">. </w:t>
      </w:r>
    </w:p>
    <w:p w:rsidR="00035169" w:rsidRDefault="004D27E1" w:rsidP="00035169">
      <w:pPr>
        <w:jc w:val="left"/>
      </w:pPr>
      <w:r>
        <w:t>Dans le cadre professionnel il a</w:t>
      </w:r>
      <w:r w:rsidR="00035169">
        <w:t xml:space="preserve"> particip</w:t>
      </w:r>
      <w:r>
        <w:t>é</w:t>
      </w:r>
      <w:r w:rsidR="00035169">
        <w:t xml:space="preserve"> aux projets suivants :</w:t>
      </w:r>
    </w:p>
    <w:p w:rsidR="00035169" w:rsidRDefault="00035169" w:rsidP="00035169">
      <w:pPr>
        <w:jc w:val="left"/>
      </w:pPr>
      <w:r>
        <w:t>Conception et développement au sein d’une équipe, d’un logiciel de facturation,  de gestion de clients et de matériel.</w:t>
      </w:r>
    </w:p>
    <w:p w:rsidR="00035169" w:rsidRDefault="00035169" w:rsidP="00035169">
      <w:pPr>
        <w:jc w:val="left"/>
      </w:pPr>
      <w:r>
        <w:t xml:space="preserve">Nombreux site web « Carte de visite » présentant différentes  activités des entreprises à leurs éventuels clients.    </w:t>
      </w:r>
    </w:p>
    <w:p w:rsidR="00035169" w:rsidRDefault="00035169" w:rsidP="00035169">
      <w:pPr>
        <w:jc w:val="left"/>
      </w:pPr>
      <w:r>
        <w:t xml:space="preserve">Projet actuel </w:t>
      </w:r>
    </w:p>
    <w:p w:rsidR="00035169" w:rsidRDefault="004D27E1" w:rsidP="00035169">
      <w:pPr>
        <w:jc w:val="left"/>
      </w:pPr>
      <w:r>
        <w:t xml:space="preserve">Dans le projet actuelle il se trouve  dans le lot IHM, pour lui l’expérience utilisateur, lui </w:t>
      </w:r>
      <w:r w:rsidR="00035169">
        <w:t>semble être un aspect intéressant de la conception</w:t>
      </w:r>
    </w:p>
    <w:p w:rsidR="00035169" w:rsidRDefault="00035169" w:rsidP="00035169"/>
    <w:p w:rsidR="00035169" w:rsidRDefault="00035169" w:rsidP="00035169"/>
    <w:p w:rsidR="00035169" w:rsidRDefault="00035169" w:rsidP="00035169"/>
    <w:p w:rsidR="00035169" w:rsidRPr="00035169" w:rsidRDefault="00035169" w:rsidP="00035169">
      <w:pPr>
        <w:jc w:val="center"/>
        <w:rPr>
          <w:rFonts w:asciiTheme="majorHAnsi" w:hAnsiTheme="majorHAnsi"/>
          <w:b/>
          <w:i/>
          <w:sz w:val="32"/>
          <w:szCs w:val="32"/>
          <w:lang w:val="en-US"/>
        </w:rPr>
      </w:pPr>
      <w:r w:rsidRPr="00035169">
        <w:rPr>
          <w:rFonts w:asciiTheme="majorHAnsi" w:hAnsiTheme="majorHAnsi"/>
          <w:b/>
          <w:i/>
          <w:sz w:val="32"/>
          <w:szCs w:val="32"/>
          <w:lang w:val="en-US"/>
        </w:rPr>
        <w:lastRenderedPageBreak/>
        <w:t>CABIOCH Evan - ce200681@etu.unice.fr</w:t>
      </w:r>
    </w:p>
    <w:p w:rsidR="00035169" w:rsidRPr="00035169" w:rsidRDefault="00035169" w:rsidP="00035169">
      <w:pPr>
        <w:rPr>
          <w:lang w:val="en-US"/>
        </w:rPr>
      </w:pPr>
    </w:p>
    <w:p w:rsidR="00035169" w:rsidRDefault="004D27E1" w:rsidP="00035169">
      <w:pPr>
        <w:jc w:val="left"/>
      </w:pPr>
      <w:r>
        <w:t xml:space="preserve">Monsieur </w:t>
      </w:r>
      <w:proofErr w:type="spellStart"/>
      <w:r>
        <w:t>Cabioch</w:t>
      </w:r>
      <w:proofErr w:type="spellEnd"/>
      <w:r>
        <w:t xml:space="preserve"> </w:t>
      </w:r>
      <w:proofErr w:type="spellStart"/>
      <w:r>
        <w:t>Evan</w:t>
      </w:r>
      <w:proofErr w:type="spellEnd"/>
      <w:r>
        <w:t xml:space="preserve"> </w:t>
      </w:r>
      <w:r w:rsidR="00035169">
        <w:t xml:space="preserve"> possède un bac S SVT spé</w:t>
      </w:r>
      <w:r>
        <w:t xml:space="preserve"> maths mention européenne. Il a fait 2 années à </w:t>
      </w:r>
      <w:proofErr w:type="spellStart"/>
      <w:r>
        <w:t>Polytech</w:t>
      </w:r>
      <w:proofErr w:type="spellEnd"/>
      <w:r>
        <w:t>, et il est</w:t>
      </w:r>
      <w:r w:rsidR="00035169">
        <w:t xml:space="preserve"> </w:t>
      </w:r>
      <w:r>
        <w:t>venu à l'IUT après l'échec de sa</w:t>
      </w:r>
      <w:r w:rsidR="00035169">
        <w:t xml:space="preserve"> d</w:t>
      </w:r>
      <w:r>
        <w:t xml:space="preserve">euxième année. A </w:t>
      </w:r>
      <w:proofErr w:type="spellStart"/>
      <w:r>
        <w:t>Polytech</w:t>
      </w:r>
      <w:proofErr w:type="spellEnd"/>
      <w:r>
        <w:t xml:space="preserve">, il a </w:t>
      </w:r>
      <w:r w:rsidR="00035169">
        <w:t xml:space="preserve">réalisé un jeu </w:t>
      </w:r>
      <w:r>
        <w:t>2048 et un jeu Siam. De plus, il est</w:t>
      </w:r>
      <w:r w:rsidR="00035169">
        <w:t xml:space="preserve"> chargé depuis 2 ans de la maintenance d'un site internet durant le meeting de natation de Monaco.</w:t>
      </w:r>
    </w:p>
    <w:p w:rsidR="00035169" w:rsidRDefault="00035169" w:rsidP="00035169"/>
    <w:p w:rsidR="00035169" w:rsidRPr="00FE6073" w:rsidRDefault="00035169" w:rsidP="00035169">
      <w:pPr>
        <w:jc w:val="center"/>
        <w:rPr>
          <w:rFonts w:asciiTheme="majorHAnsi" w:hAnsiTheme="majorHAnsi"/>
          <w:b/>
          <w:i/>
          <w:sz w:val="32"/>
          <w:szCs w:val="32"/>
        </w:rPr>
      </w:pPr>
      <w:r w:rsidRPr="00FE6073">
        <w:rPr>
          <w:rFonts w:asciiTheme="majorHAnsi" w:hAnsiTheme="majorHAnsi"/>
          <w:b/>
          <w:i/>
          <w:sz w:val="32"/>
          <w:szCs w:val="32"/>
        </w:rPr>
        <w:t xml:space="preserve">ADAM </w:t>
      </w:r>
      <w:proofErr w:type="spellStart"/>
      <w:r w:rsidRPr="00FE6073">
        <w:rPr>
          <w:rFonts w:asciiTheme="majorHAnsi" w:hAnsiTheme="majorHAnsi"/>
          <w:b/>
          <w:i/>
          <w:sz w:val="32"/>
          <w:szCs w:val="32"/>
        </w:rPr>
        <w:t>Issoufi</w:t>
      </w:r>
      <w:proofErr w:type="spellEnd"/>
      <w:r w:rsidRPr="00FE6073">
        <w:rPr>
          <w:rFonts w:asciiTheme="majorHAnsi" w:hAnsiTheme="majorHAnsi"/>
          <w:b/>
          <w:i/>
          <w:sz w:val="32"/>
          <w:szCs w:val="32"/>
        </w:rPr>
        <w:t xml:space="preserve"> - Adam.ali.issoufi@gmail.com</w:t>
      </w:r>
    </w:p>
    <w:p w:rsidR="00035169" w:rsidRDefault="00035169" w:rsidP="00035169">
      <w:pPr>
        <w:jc w:val="left"/>
      </w:pPr>
    </w:p>
    <w:p w:rsidR="00035169" w:rsidRDefault="000C7B4C" w:rsidP="00035169">
      <w:pPr>
        <w:jc w:val="left"/>
      </w:pPr>
      <w:r>
        <w:t xml:space="preserve">Monsieur Adam </w:t>
      </w:r>
      <w:proofErr w:type="spellStart"/>
      <w:r>
        <w:t>Issoufi</w:t>
      </w:r>
      <w:proofErr w:type="spellEnd"/>
      <w:r>
        <w:t xml:space="preserve"> a </w:t>
      </w:r>
      <w:r w:rsidR="00035169">
        <w:t>fait un bac S option Science de l’ingénieur puis une prépa intégré</w:t>
      </w:r>
      <w:r>
        <w:t>e</w:t>
      </w:r>
      <w:r w:rsidR="00035169">
        <w:t xml:space="preserve"> à </w:t>
      </w:r>
      <w:proofErr w:type="spellStart"/>
      <w:r w:rsidR="00035169">
        <w:t>Polytec</w:t>
      </w:r>
      <w:proofErr w:type="spellEnd"/>
      <w:r w:rsidR="00035169">
        <w:t xml:space="preserve"> Marseille (1ere année de </w:t>
      </w:r>
      <w:proofErr w:type="spellStart"/>
      <w:r w:rsidR="00035169">
        <w:t>Peip</w:t>
      </w:r>
      <w:proofErr w:type="spellEnd"/>
      <w:r w:rsidR="00035169">
        <w:t>) avant d’intégrer l’IUT.</w:t>
      </w:r>
    </w:p>
    <w:p w:rsidR="00035169" w:rsidRDefault="000C7B4C" w:rsidP="00035169">
      <w:pPr>
        <w:jc w:val="left"/>
      </w:pPr>
      <w:r>
        <w:t xml:space="preserve">L’un de ses </w:t>
      </w:r>
      <w:r w:rsidR="00035169">
        <w:t>projets :</w:t>
      </w:r>
    </w:p>
    <w:p w:rsidR="00035169" w:rsidRDefault="000C7B4C" w:rsidP="00035169">
      <w:pPr>
        <w:jc w:val="left"/>
      </w:pPr>
      <w:r>
        <w:t xml:space="preserve">En terminal, il a </w:t>
      </w:r>
      <w:r w:rsidR="00035169">
        <w:t>réalisé dans le cadre d’un projet un sismographe électronique capable d’envoyer différente</w:t>
      </w:r>
      <w:r>
        <w:t>s</w:t>
      </w:r>
      <w:r w:rsidR="00035169">
        <w:t xml:space="preserve"> donnée</w:t>
      </w:r>
      <w:r>
        <w:t>s</w:t>
      </w:r>
      <w:r w:rsidR="00035169">
        <w:t xml:space="preserve"> en temps réel vers un autre appareil. Cela </w:t>
      </w:r>
      <w:r>
        <w:t xml:space="preserve">lui </w:t>
      </w:r>
      <w:r w:rsidR="00035169">
        <w:t xml:space="preserve">a permis de découvrir  le microcontrôleur </w:t>
      </w:r>
      <w:proofErr w:type="spellStart"/>
      <w:r w:rsidR="00035169">
        <w:t>arduino</w:t>
      </w:r>
      <w:proofErr w:type="spellEnd"/>
      <w:r w:rsidR="00035169">
        <w:t xml:space="preserve"> et quelque de ces différents modules externe</w:t>
      </w:r>
      <w:r>
        <w:t>s</w:t>
      </w:r>
      <w:r w:rsidR="00035169">
        <w:t>.</w:t>
      </w:r>
    </w:p>
    <w:p w:rsidR="00035169" w:rsidRDefault="000C7B4C" w:rsidP="00035169">
      <w:pPr>
        <w:jc w:val="left"/>
      </w:pPr>
      <w:r>
        <w:t>Au niveau de l’implication</w:t>
      </w:r>
      <w:r w:rsidR="00035169">
        <w:t xml:space="preserve"> : </w:t>
      </w:r>
    </w:p>
    <w:p w:rsidR="00035169" w:rsidRDefault="000C7B4C" w:rsidP="00035169">
      <w:pPr>
        <w:jc w:val="left"/>
      </w:pPr>
      <w:r>
        <w:t xml:space="preserve">Il </w:t>
      </w:r>
      <w:r w:rsidR="00035169">
        <w:t xml:space="preserve">aime bien les mathématiques et plus particulièrement la Géométrie. </w:t>
      </w:r>
      <w:r>
        <w:t>Il va essayer</w:t>
      </w:r>
      <w:r w:rsidR="00035169">
        <w:t xml:space="preserve"> de corriger la déformation des cercles pr</w:t>
      </w:r>
      <w:r>
        <w:t>ojetés au sol est un défi qui lui</w:t>
      </w:r>
      <w:r w:rsidR="00035169">
        <w:t xml:space="preserve"> plait.</w:t>
      </w:r>
    </w:p>
    <w:p w:rsidR="00035169" w:rsidRDefault="00035169" w:rsidP="00035169"/>
    <w:p w:rsidR="00035169" w:rsidRPr="00FE6073" w:rsidRDefault="00035169" w:rsidP="00035169">
      <w:pPr>
        <w:jc w:val="center"/>
        <w:rPr>
          <w:rFonts w:asciiTheme="majorHAnsi" w:hAnsiTheme="majorHAnsi"/>
          <w:b/>
          <w:i/>
          <w:sz w:val="32"/>
          <w:szCs w:val="32"/>
        </w:rPr>
      </w:pPr>
      <w:r>
        <w:rPr>
          <w:rFonts w:asciiTheme="majorHAnsi" w:hAnsiTheme="majorHAnsi"/>
          <w:b/>
          <w:i/>
          <w:sz w:val="32"/>
          <w:szCs w:val="32"/>
        </w:rPr>
        <w:t>LANDOLSI Yanis</w:t>
      </w:r>
      <w:r w:rsidRPr="00FE6073">
        <w:rPr>
          <w:rFonts w:asciiTheme="majorHAnsi" w:hAnsiTheme="majorHAnsi"/>
          <w:b/>
          <w:i/>
          <w:sz w:val="32"/>
          <w:szCs w:val="32"/>
        </w:rPr>
        <w:t xml:space="preserve"> - </w:t>
      </w:r>
      <w:r>
        <w:rPr>
          <w:rFonts w:asciiTheme="majorHAnsi" w:hAnsiTheme="majorHAnsi"/>
          <w:b/>
          <w:i/>
          <w:sz w:val="32"/>
          <w:szCs w:val="32"/>
        </w:rPr>
        <w:t>ly400060@etu.unice.fr</w:t>
      </w:r>
    </w:p>
    <w:p w:rsidR="00035169" w:rsidRDefault="00035169" w:rsidP="00035169"/>
    <w:p w:rsidR="00035169" w:rsidRDefault="000C7B4C" w:rsidP="00035169">
      <w:pPr>
        <w:jc w:val="left"/>
      </w:pPr>
      <w:r>
        <w:t xml:space="preserve">Monsieur </w:t>
      </w:r>
      <w:proofErr w:type="spellStart"/>
      <w:r>
        <w:t>Landolsi</w:t>
      </w:r>
      <w:proofErr w:type="spellEnd"/>
      <w:r>
        <w:t xml:space="preserve"> Yanis est</w:t>
      </w:r>
      <w:r w:rsidR="00035169">
        <w:t xml:space="preserve"> titulaire d'un Baccalauréat STI2D option SIN (Systèmes Informatiques Numériques). Dans le cadre du pr</w:t>
      </w:r>
      <w:r>
        <w:t xml:space="preserve">ojet de cette même option, il a </w:t>
      </w:r>
      <w:r w:rsidR="00035169">
        <w:t xml:space="preserve">entrepris la réalisation d'un système de Cloud </w:t>
      </w:r>
      <w:proofErr w:type="spellStart"/>
      <w:r w:rsidR="00035169">
        <w:t>Computing</w:t>
      </w:r>
      <w:proofErr w:type="spellEnd"/>
      <w:r w:rsidR="00035169">
        <w:t xml:space="preserve"> sous la forme d'un OS </w:t>
      </w:r>
      <w:r>
        <w:t>en ligne (accès par navigateur)</w:t>
      </w:r>
      <w:r w:rsidR="00035169">
        <w:t xml:space="preserve"> "</w:t>
      </w:r>
      <w:proofErr w:type="spellStart"/>
      <w:r w:rsidR="00035169">
        <w:t>from</w:t>
      </w:r>
      <w:proofErr w:type="spellEnd"/>
      <w:r w:rsidR="00035169">
        <w:t xml:space="preserve"> scratch". Ce qui </w:t>
      </w:r>
      <w:r>
        <w:t xml:space="preserve">lui </w:t>
      </w:r>
      <w:r w:rsidR="00035169">
        <w:t>a permis de "tâter" différents outils de gestion de projet.</w:t>
      </w:r>
    </w:p>
    <w:p w:rsidR="00035169" w:rsidRDefault="000C7B4C" w:rsidP="00035169">
      <w:pPr>
        <w:jc w:val="left"/>
      </w:pPr>
      <w:r>
        <w:t xml:space="preserve">Aussi, il a </w:t>
      </w:r>
      <w:r w:rsidR="00035169">
        <w:t xml:space="preserve">été webmaster du site web d'un </w:t>
      </w:r>
      <w:r>
        <w:t xml:space="preserve">collège pendant 4 ans, ce qui lui </w:t>
      </w:r>
      <w:r w:rsidR="00035169">
        <w:t>a notamment permis de travailler dans des conditions professionnelles où la confidentialité des informations est indispensable.</w:t>
      </w:r>
    </w:p>
    <w:p w:rsidR="00035169" w:rsidRDefault="000C7B4C" w:rsidP="00035169">
      <w:pPr>
        <w:jc w:val="left"/>
      </w:pPr>
      <w:r>
        <w:t>Son</w:t>
      </w:r>
      <w:r w:rsidR="00035169">
        <w:t xml:space="preserve"> souci de l</w:t>
      </w:r>
      <w:r>
        <w:t>'esthétique et de l'ergonomie l’</w:t>
      </w:r>
      <w:r w:rsidR="00035169">
        <w:t xml:space="preserve">a poussé à devenir chef du projet du lot </w:t>
      </w:r>
      <w:r>
        <w:t>IHM qui développe des axes qui l</w:t>
      </w:r>
      <w:bookmarkStart w:id="27" w:name="_GoBack"/>
      <w:bookmarkEnd w:id="27"/>
      <w:r w:rsidR="00035169">
        <w:t>'intéressent.</w:t>
      </w:r>
    </w:p>
    <w:p w:rsidR="00B9304F" w:rsidRDefault="00B9304F" w:rsidP="00726C53"/>
    <w:p w:rsidR="002B5C58" w:rsidRDefault="002B5C58" w:rsidP="006653D1"/>
    <w:p w:rsidR="002B5C58" w:rsidRDefault="002B5C58" w:rsidP="006653D1"/>
    <w:p w:rsidR="002B5C58" w:rsidRDefault="002B5C58" w:rsidP="006653D1"/>
    <w:p w:rsidR="002B5C58" w:rsidRDefault="002B5C58" w:rsidP="006653D1"/>
    <w:p w:rsidR="00863A71" w:rsidRDefault="00863A71" w:rsidP="006653D1"/>
    <w:p w:rsidR="00863A71" w:rsidRDefault="00863A71" w:rsidP="006653D1"/>
    <w:p w:rsidR="00863A71" w:rsidRDefault="00863A71" w:rsidP="006653D1"/>
    <w:p w:rsidR="00863A71" w:rsidRDefault="00863A71" w:rsidP="006653D1"/>
    <w:p w:rsidR="00863A71" w:rsidRDefault="00863A71" w:rsidP="006653D1"/>
    <w:p w:rsidR="00863A71" w:rsidRDefault="00863A71" w:rsidP="006653D1"/>
    <w:p w:rsidR="00863A71" w:rsidRDefault="00863A71" w:rsidP="006653D1"/>
    <w:p w:rsidR="00863A71" w:rsidRDefault="00863A71" w:rsidP="006653D1"/>
    <w:p w:rsidR="00863A71" w:rsidRDefault="00863A71" w:rsidP="006653D1"/>
    <w:p w:rsidR="00035169" w:rsidRDefault="00035169" w:rsidP="006653D1"/>
    <w:p w:rsidR="00035169" w:rsidRDefault="00035169" w:rsidP="006653D1"/>
    <w:p w:rsidR="00666EE2" w:rsidRDefault="00504C50" w:rsidP="00504C50">
      <w:pPr>
        <w:pStyle w:val="Titre1"/>
        <w:numPr>
          <w:ilvl w:val="0"/>
          <w:numId w:val="6"/>
        </w:numPr>
      </w:pPr>
      <w:bookmarkStart w:id="28" w:name="_Toc415665423"/>
      <w:r>
        <w:lastRenderedPageBreak/>
        <w:t>Bibliographie</w:t>
      </w:r>
      <w:r w:rsidR="004D6463">
        <w:t xml:space="preserve"> &amp; Références</w:t>
      </w:r>
      <w:bookmarkEnd w:id="28"/>
    </w:p>
    <w:p w:rsidR="00504C50" w:rsidRDefault="00504C50" w:rsidP="00666EE2"/>
    <w:p w:rsidR="00D677DB" w:rsidRDefault="00D677DB" w:rsidP="00957354">
      <w:pPr>
        <w:jc w:val="left"/>
        <w:rPr>
          <w:rStyle w:val="Emphaseple"/>
          <w:color w:val="auto"/>
        </w:rPr>
      </w:pPr>
      <w:proofErr w:type="spellStart"/>
      <w:r w:rsidRPr="00D677DB">
        <w:rPr>
          <w:rStyle w:val="Emphaseple"/>
          <w:color w:val="auto"/>
        </w:rPr>
        <w:t>Verdadera</w:t>
      </w:r>
      <w:proofErr w:type="spellEnd"/>
      <w:r w:rsidRPr="00D677DB">
        <w:rPr>
          <w:rStyle w:val="Emphaseple"/>
          <w:color w:val="auto"/>
        </w:rPr>
        <w:t xml:space="preserve"> </w:t>
      </w:r>
      <w:proofErr w:type="spellStart"/>
      <w:r w:rsidRPr="00D677DB">
        <w:rPr>
          <w:rStyle w:val="Emphaseple"/>
          <w:color w:val="auto"/>
        </w:rPr>
        <w:t>destreza</w:t>
      </w:r>
      <w:proofErr w:type="spellEnd"/>
      <w:r w:rsidRPr="00D677DB">
        <w:rPr>
          <w:rStyle w:val="Emphaseple"/>
          <w:color w:val="auto"/>
        </w:rPr>
        <w:t xml:space="preserve"> : présentation du modèle d’escrime espagnol du </w:t>
      </w:r>
      <w:proofErr w:type="spellStart"/>
      <w:r w:rsidRPr="00D677DB">
        <w:rPr>
          <w:rStyle w:val="Emphaseple"/>
          <w:color w:val="auto"/>
        </w:rPr>
        <w:t>XVIéme</w:t>
      </w:r>
      <w:proofErr w:type="spellEnd"/>
      <w:r w:rsidRPr="00D677DB">
        <w:rPr>
          <w:rStyle w:val="Emphaseple"/>
          <w:color w:val="auto"/>
        </w:rPr>
        <w:t xml:space="preserve"> siècle : </w:t>
      </w:r>
      <w:hyperlink r:id="rId22" w:history="1">
        <w:r w:rsidRPr="000938C0">
          <w:rPr>
            <w:rStyle w:val="Lienhypertexte"/>
          </w:rPr>
          <w:t>http://fr.wikipedia.org/wiki/Verdadera_destreza</w:t>
        </w:r>
      </w:hyperlink>
      <w:r w:rsidRPr="00D677DB">
        <w:rPr>
          <w:rStyle w:val="Emphaseple"/>
          <w:color w:val="auto"/>
        </w:rPr>
        <w:t xml:space="preserve"> </w:t>
      </w:r>
    </w:p>
    <w:p w:rsidR="00D677DB" w:rsidRDefault="00D677DB" w:rsidP="00957354">
      <w:pPr>
        <w:jc w:val="left"/>
        <w:rPr>
          <w:rStyle w:val="Emphaseple"/>
          <w:color w:val="auto"/>
        </w:rPr>
      </w:pPr>
    </w:p>
    <w:p w:rsidR="002B581B" w:rsidRPr="002B581B" w:rsidRDefault="00D677DB" w:rsidP="00957354">
      <w:pPr>
        <w:jc w:val="left"/>
        <w:rPr>
          <w:rStyle w:val="Emphaseple"/>
          <w:color w:val="auto"/>
        </w:rPr>
      </w:pPr>
      <w:r>
        <w:rPr>
          <w:rStyle w:val="Emphaseple"/>
          <w:color w:val="auto"/>
        </w:rPr>
        <w:t xml:space="preserve"> </w:t>
      </w:r>
      <w:r w:rsidRPr="00D677DB">
        <w:rPr>
          <w:rStyle w:val="Emphaseple"/>
          <w:color w:val="auto"/>
        </w:rPr>
        <w:t xml:space="preserve"> Régionalisation de logiciel : le processus de traduction de l'interface utilisateur d'un logiciel d'une langue vers une autre : h</w:t>
      </w:r>
      <w:hyperlink r:id="rId23" w:history="1">
        <w:r w:rsidRPr="000938C0">
          <w:rPr>
            <w:rStyle w:val="Lienhypertexte"/>
          </w:rPr>
          <w:t>ttp://fr.wikipedia.org/wiki/Localisation_(informatique)</w:t>
        </w:r>
      </w:hyperlink>
    </w:p>
    <w:sectPr w:rsidR="002B581B" w:rsidRPr="002B581B" w:rsidSect="00A53E70">
      <w:pgSz w:w="11900" w:h="16840"/>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BFB" w:rsidRDefault="00837BFB" w:rsidP="00A53E70">
      <w:r>
        <w:separator/>
      </w:r>
    </w:p>
  </w:endnote>
  <w:endnote w:type="continuationSeparator" w:id="0">
    <w:p w:rsidR="00837BFB" w:rsidRDefault="00837BFB" w:rsidP="00A53E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685" w:rsidRDefault="00E85BD8" w:rsidP="009F0072">
    <w:pPr>
      <w:pStyle w:val="Pieddepage"/>
      <w:framePr w:wrap="around" w:vAnchor="text" w:hAnchor="margin" w:xAlign="outside" w:y="1"/>
      <w:rPr>
        <w:rStyle w:val="Numrodepage"/>
      </w:rPr>
    </w:pPr>
    <w:r>
      <w:rPr>
        <w:rStyle w:val="Numrodepage"/>
      </w:rPr>
      <w:fldChar w:fldCharType="begin"/>
    </w:r>
    <w:r w:rsidR="00C07685">
      <w:rPr>
        <w:rStyle w:val="Numrodepage"/>
      </w:rPr>
      <w:instrText xml:space="preserve">PAGE  </w:instrText>
    </w:r>
    <w:r>
      <w:rPr>
        <w:rStyle w:val="Numrodepage"/>
      </w:rPr>
      <w:fldChar w:fldCharType="separate"/>
    </w:r>
    <w:r w:rsidR="00A40231">
      <w:rPr>
        <w:rStyle w:val="Numrodepage"/>
        <w:noProof/>
      </w:rPr>
      <w:t>2</w:t>
    </w:r>
    <w:r>
      <w:rPr>
        <w:rStyle w:val="Numrodepage"/>
      </w:rPr>
      <w:fldChar w:fldCharType="end"/>
    </w:r>
  </w:p>
  <w:tbl>
    <w:tblPr>
      <w:tblStyle w:val="Trameclaire-Accent11"/>
      <w:tblW w:w="0" w:type="auto"/>
      <w:tblInd w:w="108" w:type="dxa"/>
      <w:tblBorders>
        <w:top w:val="single" w:sz="8" w:space="0" w:color="8DB3E2" w:themeColor="text2" w:themeTint="66"/>
        <w:left w:val="single" w:sz="8" w:space="0" w:color="8DB3E2" w:themeColor="text2" w:themeTint="66"/>
        <w:bottom w:val="single" w:sz="8" w:space="0" w:color="8DB3E2" w:themeColor="text2" w:themeTint="66"/>
        <w:right w:val="single" w:sz="8" w:space="0" w:color="8DB3E2" w:themeColor="text2" w:themeTint="66"/>
        <w:insideV w:val="single" w:sz="8" w:space="0" w:color="8DB3E2" w:themeColor="text2" w:themeTint="66"/>
      </w:tblBorders>
      <w:shd w:val="clear" w:color="auto" w:fill="92CDDC" w:themeFill="accent5" w:themeFillTint="99"/>
      <w:tblLook w:val="0600"/>
    </w:tblPr>
    <w:tblGrid>
      <w:gridCol w:w="355"/>
      <w:gridCol w:w="8819"/>
    </w:tblGrid>
    <w:tr w:rsidR="00C07685" w:rsidRPr="00485651" w:rsidTr="00AD11EE">
      <w:tc>
        <w:tcPr>
          <w:tcW w:w="360" w:type="dxa"/>
          <w:tcBorders>
            <w:right w:val="single" w:sz="8" w:space="0" w:color="B8CCE4" w:themeColor="accent1" w:themeTint="66"/>
          </w:tcBorders>
          <w:shd w:val="clear" w:color="auto" w:fill="8DB3E2" w:themeFill="text2" w:themeFillTint="66"/>
        </w:tcPr>
        <w:p w:rsidR="00C07685" w:rsidRDefault="00C07685" w:rsidP="003E30C7">
          <w:pPr>
            <w:ind w:right="360" w:firstLine="360"/>
            <w:rPr>
              <w:color w:val="FFFFFF" w:themeColor="background1"/>
              <w:szCs w:val="24"/>
            </w:rPr>
          </w:pPr>
        </w:p>
      </w:tc>
      <w:tc>
        <w:tcPr>
          <w:tcW w:w="9108" w:type="dxa"/>
          <w:tcBorders>
            <w:top w:val="single" w:sz="8" w:space="0" w:color="B8CCE4" w:themeColor="accent1" w:themeTint="66"/>
            <w:left w:val="single" w:sz="8" w:space="0" w:color="B8CCE4" w:themeColor="accent1" w:themeTint="66"/>
            <w:bottom w:val="single" w:sz="8" w:space="0" w:color="B8CCE4" w:themeColor="accent1" w:themeTint="66"/>
            <w:right w:val="single" w:sz="8" w:space="0" w:color="B8CCE4" w:themeColor="accent1" w:themeTint="66"/>
          </w:tcBorders>
          <w:shd w:val="clear" w:color="auto" w:fill="B8CCE4" w:themeFill="accent1" w:themeFillTint="66"/>
        </w:tcPr>
        <w:p w:rsidR="00C07685" w:rsidRDefault="00E85BD8">
          <w:pPr>
            <w:rPr>
              <w:color w:val="FFFFFF" w:themeColor="background1"/>
            </w:rPr>
          </w:pPr>
          <w:sdt>
            <w:sdtPr>
              <w:rPr>
                <w:rFonts w:ascii="Calibri" w:hAnsi="Calibri"/>
                <w:b/>
                <w:bCs/>
                <w:caps/>
                <w:color w:val="FFFFFF" w:themeColor="background1"/>
              </w:rPr>
              <w:alias w:val="Titre"/>
              <w:id w:val="-932117121"/>
              <w:dataBinding w:prefixMappings="xmlns:ns0='http://schemas.openxmlformats.org/package/2006/metadata/core-properties' xmlns:ns1='http://purl.org/dc/elements/1.1/'" w:xpath="/ns0:coreProperties[1]/ns1:title[1]" w:storeItemID="{6C3C8BC8-F283-45AE-878A-BAB7291924A1}"/>
              <w:text/>
            </w:sdtPr>
            <w:sdtContent>
              <w:r w:rsidR="00C07685">
                <w:rPr>
                  <w:rFonts w:ascii="Calibri" w:hAnsi="Calibri"/>
                  <w:b/>
                  <w:bCs/>
                  <w:caps/>
                  <w:color w:val="FFFFFF" w:themeColor="background1"/>
                </w:rPr>
                <w:t>Projet VDI</w:t>
              </w:r>
            </w:sdtContent>
          </w:sdt>
        </w:p>
      </w:tc>
    </w:tr>
  </w:tbl>
  <w:p w:rsidR="00C07685" w:rsidRDefault="00C0768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BFB" w:rsidRDefault="00837BFB" w:rsidP="00A53E70">
      <w:r>
        <w:separator/>
      </w:r>
    </w:p>
  </w:footnote>
  <w:footnote w:type="continuationSeparator" w:id="0">
    <w:p w:rsidR="00837BFB" w:rsidRDefault="00837BFB" w:rsidP="00A53E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852AED"/>
    <w:multiLevelType w:val="hybridMultilevel"/>
    <w:tmpl w:val="5956A9F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hint="default"/>
      </w:rPr>
    </w:lvl>
    <w:lvl w:ilvl="5" w:tplc="040C0005" w:tentative="1">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nsid w:val="071B475C"/>
    <w:multiLevelType w:val="hybridMultilevel"/>
    <w:tmpl w:val="0EDA41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AB328B7"/>
    <w:multiLevelType w:val="hybridMultilevel"/>
    <w:tmpl w:val="3EC691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BE3688"/>
    <w:multiLevelType w:val="hybridMultilevel"/>
    <w:tmpl w:val="86EC9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6200701"/>
    <w:multiLevelType w:val="hybridMultilevel"/>
    <w:tmpl w:val="2FCE3EA8"/>
    <w:lvl w:ilvl="0" w:tplc="EDB8331C">
      <w:numFmt w:val="bullet"/>
      <w:lvlText w:val="•"/>
      <w:lvlJc w:val="left"/>
      <w:pPr>
        <w:ind w:left="720" w:hanging="360"/>
      </w:pPr>
      <w:rPr>
        <w:rFonts w:ascii="Calibri" w:eastAsiaTheme="majorEastAsia" w:hAnsi="Calibri"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68E6C00"/>
    <w:multiLevelType w:val="hybridMultilevel"/>
    <w:tmpl w:val="03762DA0"/>
    <w:lvl w:ilvl="0" w:tplc="040C0001">
      <w:start w:val="1"/>
      <w:numFmt w:val="bullet"/>
      <w:lvlText w:val=""/>
      <w:lvlJc w:val="left"/>
      <w:pPr>
        <w:ind w:left="708" w:hanging="360"/>
      </w:pPr>
      <w:rPr>
        <w:rFonts w:ascii="Symbol" w:hAnsi="Symbol" w:hint="default"/>
      </w:rPr>
    </w:lvl>
    <w:lvl w:ilvl="1" w:tplc="040C0001">
      <w:start w:val="1"/>
      <w:numFmt w:val="bullet"/>
      <w:lvlText w:val=""/>
      <w:lvlJc w:val="left"/>
      <w:pPr>
        <w:ind w:left="1428" w:hanging="360"/>
      </w:pPr>
      <w:rPr>
        <w:rFonts w:ascii="Symbol" w:hAnsi="Symbol" w:hint="default"/>
      </w:rPr>
    </w:lvl>
    <w:lvl w:ilvl="2" w:tplc="040C0005" w:tentative="1">
      <w:start w:val="1"/>
      <w:numFmt w:val="bullet"/>
      <w:lvlText w:val=""/>
      <w:lvlJc w:val="left"/>
      <w:pPr>
        <w:ind w:left="2148" w:hanging="360"/>
      </w:pPr>
      <w:rPr>
        <w:rFonts w:ascii="Wingdings" w:hAnsi="Wingdings" w:hint="default"/>
      </w:rPr>
    </w:lvl>
    <w:lvl w:ilvl="3" w:tplc="040C0001" w:tentative="1">
      <w:start w:val="1"/>
      <w:numFmt w:val="bullet"/>
      <w:lvlText w:val=""/>
      <w:lvlJc w:val="left"/>
      <w:pPr>
        <w:ind w:left="2868" w:hanging="360"/>
      </w:pPr>
      <w:rPr>
        <w:rFonts w:ascii="Symbol" w:hAnsi="Symbol" w:hint="default"/>
      </w:rPr>
    </w:lvl>
    <w:lvl w:ilvl="4" w:tplc="040C0003" w:tentative="1">
      <w:start w:val="1"/>
      <w:numFmt w:val="bullet"/>
      <w:lvlText w:val="o"/>
      <w:lvlJc w:val="left"/>
      <w:pPr>
        <w:ind w:left="3588" w:hanging="360"/>
      </w:pPr>
      <w:rPr>
        <w:rFonts w:ascii="Courier New" w:hAnsi="Courier New" w:cs="Courier New" w:hint="default"/>
      </w:rPr>
    </w:lvl>
    <w:lvl w:ilvl="5" w:tplc="040C0005" w:tentative="1">
      <w:start w:val="1"/>
      <w:numFmt w:val="bullet"/>
      <w:lvlText w:val=""/>
      <w:lvlJc w:val="left"/>
      <w:pPr>
        <w:ind w:left="4308" w:hanging="360"/>
      </w:pPr>
      <w:rPr>
        <w:rFonts w:ascii="Wingdings" w:hAnsi="Wingdings" w:hint="default"/>
      </w:rPr>
    </w:lvl>
    <w:lvl w:ilvl="6" w:tplc="040C0001" w:tentative="1">
      <w:start w:val="1"/>
      <w:numFmt w:val="bullet"/>
      <w:lvlText w:val=""/>
      <w:lvlJc w:val="left"/>
      <w:pPr>
        <w:ind w:left="5028" w:hanging="360"/>
      </w:pPr>
      <w:rPr>
        <w:rFonts w:ascii="Symbol" w:hAnsi="Symbol" w:hint="default"/>
      </w:rPr>
    </w:lvl>
    <w:lvl w:ilvl="7" w:tplc="040C0003" w:tentative="1">
      <w:start w:val="1"/>
      <w:numFmt w:val="bullet"/>
      <w:lvlText w:val="o"/>
      <w:lvlJc w:val="left"/>
      <w:pPr>
        <w:ind w:left="5748" w:hanging="360"/>
      </w:pPr>
      <w:rPr>
        <w:rFonts w:ascii="Courier New" w:hAnsi="Courier New" w:cs="Courier New" w:hint="default"/>
      </w:rPr>
    </w:lvl>
    <w:lvl w:ilvl="8" w:tplc="040C0005" w:tentative="1">
      <w:start w:val="1"/>
      <w:numFmt w:val="bullet"/>
      <w:lvlText w:val=""/>
      <w:lvlJc w:val="left"/>
      <w:pPr>
        <w:ind w:left="6468" w:hanging="360"/>
      </w:pPr>
      <w:rPr>
        <w:rFonts w:ascii="Wingdings" w:hAnsi="Wingdings" w:hint="default"/>
      </w:rPr>
    </w:lvl>
  </w:abstractNum>
  <w:abstractNum w:abstractNumId="7">
    <w:nsid w:val="19AD3571"/>
    <w:multiLevelType w:val="hybridMultilevel"/>
    <w:tmpl w:val="EBE2CA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81C79AE"/>
    <w:multiLevelType w:val="multilevel"/>
    <w:tmpl w:val="D37012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28C37ED2"/>
    <w:multiLevelType w:val="hybridMultilevel"/>
    <w:tmpl w:val="1DBC23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9A00727"/>
    <w:multiLevelType w:val="hybridMultilevel"/>
    <w:tmpl w:val="42702B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DC34FBC"/>
    <w:multiLevelType w:val="hybridMultilevel"/>
    <w:tmpl w:val="6C489F8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302068D4"/>
    <w:multiLevelType w:val="hybridMultilevel"/>
    <w:tmpl w:val="9AE81A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70157D5"/>
    <w:multiLevelType w:val="hybridMultilevel"/>
    <w:tmpl w:val="9EEC3F5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D2621F8"/>
    <w:multiLevelType w:val="hybridMultilevel"/>
    <w:tmpl w:val="D37012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DD25B73"/>
    <w:multiLevelType w:val="hybridMultilevel"/>
    <w:tmpl w:val="D7FEB9A8"/>
    <w:lvl w:ilvl="0" w:tplc="040C000B">
      <w:start w:val="1"/>
      <w:numFmt w:val="bullet"/>
      <w:lvlText w:val=""/>
      <w:lvlJc w:val="left"/>
      <w:pPr>
        <w:ind w:left="360" w:hanging="360"/>
      </w:pPr>
      <w:rPr>
        <w:rFonts w:ascii="Wingdings" w:hAnsi="Wingdings" w:hint="default"/>
      </w:rPr>
    </w:lvl>
    <w:lvl w:ilvl="1" w:tplc="EEFAAC04">
      <w:numFmt w:val="bullet"/>
      <w:lvlText w:val="•"/>
      <w:lvlJc w:val="left"/>
      <w:pPr>
        <w:ind w:left="1080" w:hanging="360"/>
      </w:pPr>
      <w:rPr>
        <w:rFonts w:ascii="Cambria" w:eastAsiaTheme="minorEastAsia" w:hAnsi="Cambria" w:cstheme="minorBid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3F70695B"/>
    <w:multiLevelType w:val="hybridMultilevel"/>
    <w:tmpl w:val="36D025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F8D41CC"/>
    <w:multiLevelType w:val="hybridMultilevel"/>
    <w:tmpl w:val="06D8CE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686117C"/>
    <w:multiLevelType w:val="hybridMultilevel"/>
    <w:tmpl w:val="CEC027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EA64AFF"/>
    <w:multiLevelType w:val="hybridMultilevel"/>
    <w:tmpl w:val="D32E27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CD0233F"/>
    <w:multiLevelType w:val="hybridMultilevel"/>
    <w:tmpl w:val="E10653D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6FF14BE2"/>
    <w:multiLevelType w:val="hybridMultilevel"/>
    <w:tmpl w:val="9FC82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0E13927"/>
    <w:multiLevelType w:val="hybridMultilevel"/>
    <w:tmpl w:val="B8B0CB5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749C58D4"/>
    <w:multiLevelType w:val="hybridMultilevel"/>
    <w:tmpl w:val="13088E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EA129B9"/>
    <w:multiLevelType w:val="hybridMultilevel"/>
    <w:tmpl w:val="B6EE5F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17"/>
  </w:num>
  <w:num w:numId="4">
    <w:abstractNumId w:val="10"/>
  </w:num>
  <w:num w:numId="5">
    <w:abstractNumId w:val="7"/>
  </w:num>
  <w:num w:numId="6">
    <w:abstractNumId w:val="2"/>
  </w:num>
  <w:num w:numId="7">
    <w:abstractNumId w:val="14"/>
  </w:num>
  <w:num w:numId="8">
    <w:abstractNumId w:val="8"/>
  </w:num>
  <w:num w:numId="9">
    <w:abstractNumId w:val="18"/>
  </w:num>
  <w:num w:numId="10">
    <w:abstractNumId w:val="4"/>
  </w:num>
  <w:num w:numId="11">
    <w:abstractNumId w:val="9"/>
  </w:num>
  <w:num w:numId="12">
    <w:abstractNumId w:val="16"/>
  </w:num>
  <w:num w:numId="13">
    <w:abstractNumId w:val="3"/>
  </w:num>
  <w:num w:numId="14">
    <w:abstractNumId w:val="19"/>
  </w:num>
  <w:num w:numId="15">
    <w:abstractNumId w:val="23"/>
  </w:num>
  <w:num w:numId="16">
    <w:abstractNumId w:val="15"/>
  </w:num>
  <w:num w:numId="17">
    <w:abstractNumId w:val="5"/>
  </w:num>
  <w:num w:numId="18">
    <w:abstractNumId w:val="11"/>
  </w:num>
  <w:num w:numId="19">
    <w:abstractNumId w:val="20"/>
  </w:num>
  <w:num w:numId="20">
    <w:abstractNumId w:val="22"/>
  </w:num>
  <w:num w:numId="21">
    <w:abstractNumId w:val="12"/>
  </w:num>
  <w:num w:numId="22">
    <w:abstractNumId w:val="6"/>
  </w:num>
  <w:num w:numId="23">
    <w:abstractNumId w:val="13"/>
  </w:num>
  <w:num w:numId="24">
    <w:abstractNumId w:val="24"/>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attachedTemplate r:id="rId1"/>
  <w:defaultTabStop w:val="708"/>
  <w:hyphenationZone w:val="425"/>
  <w:evenAndOddHeaders/>
  <w:characterSpacingControl w:val="doNotCompress"/>
  <w:footnotePr>
    <w:footnote w:id="-1"/>
    <w:footnote w:id="0"/>
  </w:footnotePr>
  <w:endnotePr>
    <w:endnote w:id="-1"/>
    <w:endnote w:id="0"/>
  </w:endnotePr>
  <w:compat>
    <w:useFELayout/>
  </w:compat>
  <w:rsids>
    <w:rsidRoot w:val="00E92E79"/>
    <w:rsid w:val="00003F79"/>
    <w:rsid w:val="00004F3F"/>
    <w:rsid w:val="00022C04"/>
    <w:rsid w:val="00030B16"/>
    <w:rsid w:val="00035169"/>
    <w:rsid w:val="0003595F"/>
    <w:rsid w:val="00042A3E"/>
    <w:rsid w:val="000434E8"/>
    <w:rsid w:val="00043884"/>
    <w:rsid w:val="000458D8"/>
    <w:rsid w:val="000462FA"/>
    <w:rsid w:val="00057A58"/>
    <w:rsid w:val="00060754"/>
    <w:rsid w:val="000646E7"/>
    <w:rsid w:val="000657D3"/>
    <w:rsid w:val="00070B87"/>
    <w:rsid w:val="0007210B"/>
    <w:rsid w:val="00072A85"/>
    <w:rsid w:val="00072C41"/>
    <w:rsid w:val="00081112"/>
    <w:rsid w:val="000825EB"/>
    <w:rsid w:val="000868CE"/>
    <w:rsid w:val="000875FC"/>
    <w:rsid w:val="00091DB0"/>
    <w:rsid w:val="000938C0"/>
    <w:rsid w:val="000A15AE"/>
    <w:rsid w:val="000A15B5"/>
    <w:rsid w:val="000A2415"/>
    <w:rsid w:val="000A6A9A"/>
    <w:rsid w:val="000B0889"/>
    <w:rsid w:val="000B455E"/>
    <w:rsid w:val="000B48AB"/>
    <w:rsid w:val="000C6763"/>
    <w:rsid w:val="000C78F4"/>
    <w:rsid w:val="000C7B4C"/>
    <w:rsid w:val="000D2681"/>
    <w:rsid w:val="000D6AE6"/>
    <w:rsid w:val="000E04EF"/>
    <w:rsid w:val="000E45EC"/>
    <w:rsid w:val="000E5121"/>
    <w:rsid w:val="00105F29"/>
    <w:rsid w:val="00107E67"/>
    <w:rsid w:val="001144E5"/>
    <w:rsid w:val="001145FE"/>
    <w:rsid w:val="00114D80"/>
    <w:rsid w:val="0011545E"/>
    <w:rsid w:val="00122BBD"/>
    <w:rsid w:val="0012451F"/>
    <w:rsid w:val="0013207B"/>
    <w:rsid w:val="001331D9"/>
    <w:rsid w:val="0013364F"/>
    <w:rsid w:val="00143405"/>
    <w:rsid w:val="001442BB"/>
    <w:rsid w:val="00154464"/>
    <w:rsid w:val="00161B4D"/>
    <w:rsid w:val="00163678"/>
    <w:rsid w:val="00165B75"/>
    <w:rsid w:val="00170C08"/>
    <w:rsid w:val="0017104A"/>
    <w:rsid w:val="00171ACE"/>
    <w:rsid w:val="00172A2A"/>
    <w:rsid w:val="001766B5"/>
    <w:rsid w:val="00177133"/>
    <w:rsid w:val="00180804"/>
    <w:rsid w:val="00184CC0"/>
    <w:rsid w:val="00191DB9"/>
    <w:rsid w:val="00192365"/>
    <w:rsid w:val="001A21FB"/>
    <w:rsid w:val="001B0E80"/>
    <w:rsid w:val="001B16E0"/>
    <w:rsid w:val="001B22FE"/>
    <w:rsid w:val="001B2C94"/>
    <w:rsid w:val="001B418E"/>
    <w:rsid w:val="001B492D"/>
    <w:rsid w:val="001B74A9"/>
    <w:rsid w:val="001C2A91"/>
    <w:rsid w:val="001C3892"/>
    <w:rsid w:val="001C5FD6"/>
    <w:rsid w:val="001D2A73"/>
    <w:rsid w:val="001D4C24"/>
    <w:rsid w:val="001D5162"/>
    <w:rsid w:val="001D5C99"/>
    <w:rsid w:val="001D5D79"/>
    <w:rsid w:val="001E068C"/>
    <w:rsid w:val="001E1E62"/>
    <w:rsid w:val="001E594B"/>
    <w:rsid w:val="001E5A79"/>
    <w:rsid w:val="001E6526"/>
    <w:rsid w:val="001F27B8"/>
    <w:rsid w:val="00203B47"/>
    <w:rsid w:val="00203FD5"/>
    <w:rsid w:val="00207E89"/>
    <w:rsid w:val="00210003"/>
    <w:rsid w:val="0021646B"/>
    <w:rsid w:val="002172C8"/>
    <w:rsid w:val="002243A7"/>
    <w:rsid w:val="00224BEA"/>
    <w:rsid w:val="00224D4F"/>
    <w:rsid w:val="0022677D"/>
    <w:rsid w:val="00227230"/>
    <w:rsid w:val="00231FED"/>
    <w:rsid w:val="00233FB1"/>
    <w:rsid w:val="002368C9"/>
    <w:rsid w:val="0023693A"/>
    <w:rsid w:val="00241FAE"/>
    <w:rsid w:val="00252FBC"/>
    <w:rsid w:val="0025326E"/>
    <w:rsid w:val="00254E0D"/>
    <w:rsid w:val="00256363"/>
    <w:rsid w:val="00263F42"/>
    <w:rsid w:val="00263F44"/>
    <w:rsid w:val="00265DA3"/>
    <w:rsid w:val="00266A24"/>
    <w:rsid w:val="00272340"/>
    <w:rsid w:val="002760BF"/>
    <w:rsid w:val="00280A7F"/>
    <w:rsid w:val="00281581"/>
    <w:rsid w:val="00281EE1"/>
    <w:rsid w:val="002846DC"/>
    <w:rsid w:val="00290161"/>
    <w:rsid w:val="00293955"/>
    <w:rsid w:val="00293D23"/>
    <w:rsid w:val="00295710"/>
    <w:rsid w:val="0029643C"/>
    <w:rsid w:val="002A5B4A"/>
    <w:rsid w:val="002A5C10"/>
    <w:rsid w:val="002A6DB0"/>
    <w:rsid w:val="002B581B"/>
    <w:rsid w:val="002B5C58"/>
    <w:rsid w:val="002C44B6"/>
    <w:rsid w:val="002E0F75"/>
    <w:rsid w:val="002E1B94"/>
    <w:rsid w:val="002E20CC"/>
    <w:rsid w:val="002E259E"/>
    <w:rsid w:val="002E4C85"/>
    <w:rsid w:val="002E7461"/>
    <w:rsid w:val="002F091A"/>
    <w:rsid w:val="002F09DE"/>
    <w:rsid w:val="002F22F7"/>
    <w:rsid w:val="002F2532"/>
    <w:rsid w:val="002F2B6E"/>
    <w:rsid w:val="00302876"/>
    <w:rsid w:val="00302B75"/>
    <w:rsid w:val="0030583D"/>
    <w:rsid w:val="0030790B"/>
    <w:rsid w:val="00310135"/>
    <w:rsid w:val="003207D2"/>
    <w:rsid w:val="00324CCB"/>
    <w:rsid w:val="00331361"/>
    <w:rsid w:val="00336B7E"/>
    <w:rsid w:val="00342900"/>
    <w:rsid w:val="00343FBA"/>
    <w:rsid w:val="00345CA2"/>
    <w:rsid w:val="003516D4"/>
    <w:rsid w:val="003528C8"/>
    <w:rsid w:val="0035353C"/>
    <w:rsid w:val="0035481F"/>
    <w:rsid w:val="003627AB"/>
    <w:rsid w:val="00362B1A"/>
    <w:rsid w:val="003643F2"/>
    <w:rsid w:val="00370D06"/>
    <w:rsid w:val="003745DA"/>
    <w:rsid w:val="00375BA0"/>
    <w:rsid w:val="00377A18"/>
    <w:rsid w:val="003811E1"/>
    <w:rsid w:val="0038722A"/>
    <w:rsid w:val="00390AF8"/>
    <w:rsid w:val="0039157D"/>
    <w:rsid w:val="003A29F2"/>
    <w:rsid w:val="003A51C1"/>
    <w:rsid w:val="003A6EDF"/>
    <w:rsid w:val="003B3ACC"/>
    <w:rsid w:val="003B3E0F"/>
    <w:rsid w:val="003B4AA3"/>
    <w:rsid w:val="003B5653"/>
    <w:rsid w:val="003B7181"/>
    <w:rsid w:val="003C09CE"/>
    <w:rsid w:val="003C206E"/>
    <w:rsid w:val="003C4817"/>
    <w:rsid w:val="003C79EB"/>
    <w:rsid w:val="003D10C4"/>
    <w:rsid w:val="003D218A"/>
    <w:rsid w:val="003D6395"/>
    <w:rsid w:val="003E2321"/>
    <w:rsid w:val="003E30C7"/>
    <w:rsid w:val="003E4994"/>
    <w:rsid w:val="003E58D8"/>
    <w:rsid w:val="003E6741"/>
    <w:rsid w:val="004017D3"/>
    <w:rsid w:val="00401A01"/>
    <w:rsid w:val="00402AFE"/>
    <w:rsid w:val="004054FA"/>
    <w:rsid w:val="0040682A"/>
    <w:rsid w:val="00407506"/>
    <w:rsid w:val="00407EFB"/>
    <w:rsid w:val="004120CB"/>
    <w:rsid w:val="004128BB"/>
    <w:rsid w:val="0041379D"/>
    <w:rsid w:val="00414E74"/>
    <w:rsid w:val="00417DEF"/>
    <w:rsid w:val="0042174D"/>
    <w:rsid w:val="00424B4B"/>
    <w:rsid w:val="00434C5E"/>
    <w:rsid w:val="00437851"/>
    <w:rsid w:val="004404D9"/>
    <w:rsid w:val="0044079F"/>
    <w:rsid w:val="0044225A"/>
    <w:rsid w:val="004451F7"/>
    <w:rsid w:val="00453B8C"/>
    <w:rsid w:val="00455138"/>
    <w:rsid w:val="00457189"/>
    <w:rsid w:val="00461D9A"/>
    <w:rsid w:val="00462370"/>
    <w:rsid w:val="00471060"/>
    <w:rsid w:val="00471F7C"/>
    <w:rsid w:val="00472D37"/>
    <w:rsid w:val="00474631"/>
    <w:rsid w:val="00475298"/>
    <w:rsid w:val="00485E24"/>
    <w:rsid w:val="00486781"/>
    <w:rsid w:val="00486E56"/>
    <w:rsid w:val="00491B7C"/>
    <w:rsid w:val="004933AC"/>
    <w:rsid w:val="00494A52"/>
    <w:rsid w:val="00497735"/>
    <w:rsid w:val="004A0064"/>
    <w:rsid w:val="004A0078"/>
    <w:rsid w:val="004A0A7E"/>
    <w:rsid w:val="004B1A97"/>
    <w:rsid w:val="004B2C2D"/>
    <w:rsid w:val="004B461A"/>
    <w:rsid w:val="004C6005"/>
    <w:rsid w:val="004C7B27"/>
    <w:rsid w:val="004D27E1"/>
    <w:rsid w:val="004D4184"/>
    <w:rsid w:val="004D6463"/>
    <w:rsid w:val="004F05E8"/>
    <w:rsid w:val="004F1B21"/>
    <w:rsid w:val="004F3D12"/>
    <w:rsid w:val="004F66B2"/>
    <w:rsid w:val="00504C50"/>
    <w:rsid w:val="0050786B"/>
    <w:rsid w:val="00512D6D"/>
    <w:rsid w:val="00514165"/>
    <w:rsid w:val="005210CC"/>
    <w:rsid w:val="00523206"/>
    <w:rsid w:val="005304CC"/>
    <w:rsid w:val="00532315"/>
    <w:rsid w:val="00541011"/>
    <w:rsid w:val="00544C1E"/>
    <w:rsid w:val="00554E44"/>
    <w:rsid w:val="00566DDF"/>
    <w:rsid w:val="005706A3"/>
    <w:rsid w:val="005751DD"/>
    <w:rsid w:val="005757F8"/>
    <w:rsid w:val="00576730"/>
    <w:rsid w:val="00580099"/>
    <w:rsid w:val="0058269F"/>
    <w:rsid w:val="00587458"/>
    <w:rsid w:val="00587C1B"/>
    <w:rsid w:val="00587E92"/>
    <w:rsid w:val="00590A91"/>
    <w:rsid w:val="00593B43"/>
    <w:rsid w:val="00595D92"/>
    <w:rsid w:val="005A4CF5"/>
    <w:rsid w:val="005A57CF"/>
    <w:rsid w:val="005B17CF"/>
    <w:rsid w:val="005B75C3"/>
    <w:rsid w:val="005B7AC0"/>
    <w:rsid w:val="005C64C5"/>
    <w:rsid w:val="005D3059"/>
    <w:rsid w:val="005D7865"/>
    <w:rsid w:val="005E3D24"/>
    <w:rsid w:val="005F5E8A"/>
    <w:rsid w:val="006016EE"/>
    <w:rsid w:val="00603251"/>
    <w:rsid w:val="0061253E"/>
    <w:rsid w:val="00620984"/>
    <w:rsid w:val="0062163A"/>
    <w:rsid w:val="0062415A"/>
    <w:rsid w:val="00626ED4"/>
    <w:rsid w:val="00632A3D"/>
    <w:rsid w:val="00641E54"/>
    <w:rsid w:val="006465ED"/>
    <w:rsid w:val="00655D1F"/>
    <w:rsid w:val="00660CB4"/>
    <w:rsid w:val="006653D1"/>
    <w:rsid w:val="00666EE2"/>
    <w:rsid w:val="00672D0B"/>
    <w:rsid w:val="00674D8D"/>
    <w:rsid w:val="0067620E"/>
    <w:rsid w:val="00683F65"/>
    <w:rsid w:val="00692763"/>
    <w:rsid w:val="006A630E"/>
    <w:rsid w:val="006B7776"/>
    <w:rsid w:val="006D34B0"/>
    <w:rsid w:val="006E1281"/>
    <w:rsid w:val="006E4723"/>
    <w:rsid w:val="006E508E"/>
    <w:rsid w:val="006E68DC"/>
    <w:rsid w:val="006E6D47"/>
    <w:rsid w:val="006E770B"/>
    <w:rsid w:val="007064C7"/>
    <w:rsid w:val="00710775"/>
    <w:rsid w:val="0071128A"/>
    <w:rsid w:val="007139F6"/>
    <w:rsid w:val="00725215"/>
    <w:rsid w:val="00726C53"/>
    <w:rsid w:val="00732138"/>
    <w:rsid w:val="0073427F"/>
    <w:rsid w:val="00741646"/>
    <w:rsid w:val="0074189D"/>
    <w:rsid w:val="007427D1"/>
    <w:rsid w:val="00745EAD"/>
    <w:rsid w:val="00747F19"/>
    <w:rsid w:val="0075115F"/>
    <w:rsid w:val="00751602"/>
    <w:rsid w:val="00751788"/>
    <w:rsid w:val="00752B20"/>
    <w:rsid w:val="00757910"/>
    <w:rsid w:val="0076206B"/>
    <w:rsid w:val="00762F90"/>
    <w:rsid w:val="007635C4"/>
    <w:rsid w:val="00763A1D"/>
    <w:rsid w:val="00764A1D"/>
    <w:rsid w:val="00771121"/>
    <w:rsid w:val="0077781B"/>
    <w:rsid w:val="007778E4"/>
    <w:rsid w:val="00787841"/>
    <w:rsid w:val="00791505"/>
    <w:rsid w:val="007A481D"/>
    <w:rsid w:val="007A58B6"/>
    <w:rsid w:val="007A76E8"/>
    <w:rsid w:val="007B12AA"/>
    <w:rsid w:val="007B51E7"/>
    <w:rsid w:val="007B54F2"/>
    <w:rsid w:val="007B5744"/>
    <w:rsid w:val="007C1BDE"/>
    <w:rsid w:val="007C20C7"/>
    <w:rsid w:val="007C625B"/>
    <w:rsid w:val="007C72E2"/>
    <w:rsid w:val="007E51B6"/>
    <w:rsid w:val="007E7435"/>
    <w:rsid w:val="007F57CF"/>
    <w:rsid w:val="007F7AB3"/>
    <w:rsid w:val="00802008"/>
    <w:rsid w:val="00802A3F"/>
    <w:rsid w:val="00803104"/>
    <w:rsid w:val="00804F48"/>
    <w:rsid w:val="00805EEC"/>
    <w:rsid w:val="008141D8"/>
    <w:rsid w:val="00816D47"/>
    <w:rsid w:val="00817407"/>
    <w:rsid w:val="00817FD2"/>
    <w:rsid w:val="00826956"/>
    <w:rsid w:val="0082785D"/>
    <w:rsid w:val="008317EE"/>
    <w:rsid w:val="00832AAE"/>
    <w:rsid w:val="00837BFB"/>
    <w:rsid w:val="00840AF8"/>
    <w:rsid w:val="00850C4B"/>
    <w:rsid w:val="008527F9"/>
    <w:rsid w:val="00853820"/>
    <w:rsid w:val="00856D9D"/>
    <w:rsid w:val="00863A71"/>
    <w:rsid w:val="00875847"/>
    <w:rsid w:val="00877014"/>
    <w:rsid w:val="0087759D"/>
    <w:rsid w:val="00884FE3"/>
    <w:rsid w:val="00885D8F"/>
    <w:rsid w:val="008869F4"/>
    <w:rsid w:val="0089161F"/>
    <w:rsid w:val="008946F2"/>
    <w:rsid w:val="00894E2F"/>
    <w:rsid w:val="00896571"/>
    <w:rsid w:val="008A16D5"/>
    <w:rsid w:val="008A457C"/>
    <w:rsid w:val="008A45A3"/>
    <w:rsid w:val="008A5ECC"/>
    <w:rsid w:val="008B3336"/>
    <w:rsid w:val="008B4BA1"/>
    <w:rsid w:val="008B6569"/>
    <w:rsid w:val="008B6B1E"/>
    <w:rsid w:val="008D1206"/>
    <w:rsid w:val="008D227B"/>
    <w:rsid w:val="008D3BD3"/>
    <w:rsid w:val="008E1664"/>
    <w:rsid w:val="008E7E64"/>
    <w:rsid w:val="008F7E9B"/>
    <w:rsid w:val="00902D28"/>
    <w:rsid w:val="00902DB5"/>
    <w:rsid w:val="0090794C"/>
    <w:rsid w:val="0091188E"/>
    <w:rsid w:val="0091336D"/>
    <w:rsid w:val="00913A6D"/>
    <w:rsid w:val="00914B3E"/>
    <w:rsid w:val="00917048"/>
    <w:rsid w:val="009172F7"/>
    <w:rsid w:val="00926E9B"/>
    <w:rsid w:val="00931AA3"/>
    <w:rsid w:val="0093322D"/>
    <w:rsid w:val="0093457D"/>
    <w:rsid w:val="009350AC"/>
    <w:rsid w:val="00942896"/>
    <w:rsid w:val="00943A15"/>
    <w:rsid w:val="00952C93"/>
    <w:rsid w:val="00954D3F"/>
    <w:rsid w:val="00957141"/>
    <w:rsid w:val="00957354"/>
    <w:rsid w:val="00960B05"/>
    <w:rsid w:val="00961FD5"/>
    <w:rsid w:val="00970CC4"/>
    <w:rsid w:val="009807E7"/>
    <w:rsid w:val="009872EF"/>
    <w:rsid w:val="00991E0A"/>
    <w:rsid w:val="00992F32"/>
    <w:rsid w:val="0099678A"/>
    <w:rsid w:val="00996AA8"/>
    <w:rsid w:val="009976FD"/>
    <w:rsid w:val="009A46B9"/>
    <w:rsid w:val="009A5498"/>
    <w:rsid w:val="009B0F04"/>
    <w:rsid w:val="009C53BE"/>
    <w:rsid w:val="009C7028"/>
    <w:rsid w:val="009C781D"/>
    <w:rsid w:val="009C7BDD"/>
    <w:rsid w:val="009D0A9D"/>
    <w:rsid w:val="009D4F45"/>
    <w:rsid w:val="009E44BD"/>
    <w:rsid w:val="009E4C3C"/>
    <w:rsid w:val="009F0072"/>
    <w:rsid w:val="009F05B1"/>
    <w:rsid w:val="009F225B"/>
    <w:rsid w:val="009F4906"/>
    <w:rsid w:val="009F7A86"/>
    <w:rsid w:val="00A018E1"/>
    <w:rsid w:val="00A12041"/>
    <w:rsid w:val="00A122B7"/>
    <w:rsid w:val="00A20421"/>
    <w:rsid w:val="00A2063E"/>
    <w:rsid w:val="00A22965"/>
    <w:rsid w:val="00A270B9"/>
    <w:rsid w:val="00A30933"/>
    <w:rsid w:val="00A31459"/>
    <w:rsid w:val="00A32197"/>
    <w:rsid w:val="00A344B6"/>
    <w:rsid w:val="00A34A51"/>
    <w:rsid w:val="00A35E24"/>
    <w:rsid w:val="00A35E5E"/>
    <w:rsid w:val="00A369BD"/>
    <w:rsid w:val="00A36D27"/>
    <w:rsid w:val="00A40231"/>
    <w:rsid w:val="00A5226A"/>
    <w:rsid w:val="00A53581"/>
    <w:rsid w:val="00A53E70"/>
    <w:rsid w:val="00A564D6"/>
    <w:rsid w:val="00A62CC6"/>
    <w:rsid w:val="00A65CD0"/>
    <w:rsid w:val="00A703AE"/>
    <w:rsid w:val="00A70B04"/>
    <w:rsid w:val="00A76015"/>
    <w:rsid w:val="00A8076E"/>
    <w:rsid w:val="00A81567"/>
    <w:rsid w:val="00A83A9C"/>
    <w:rsid w:val="00A85EED"/>
    <w:rsid w:val="00A86D11"/>
    <w:rsid w:val="00A953E3"/>
    <w:rsid w:val="00A95426"/>
    <w:rsid w:val="00AA438E"/>
    <w:rsid w:val="00AB1714"/>
    <w:rsid w:val="00AB1A88"/>
    <w:rsid w:val="00AB4C79"/>
    <w:rsid w:val="00AC0D7A"/>
    <w:rsid w:val="00AC2012"/>
    <w:rsid w:val="00AC41AE"/>
    <w:rsid w:val="00AD0F7D"/>
    <w:rsid w:val="00AD11EE"/>
    <w:rsid w:val="00AE58BF"/>
    <w:rsid w:val="00AE739D"/>
    <w:rsid w:val="00AF0895"/>
    <w:rsid w:val="00AF6A42"/>
    <w:rsid w:val="00B043BD"/>
    <w:rsid w:val="00B04686"/>
    <w:rsid w:val="00B1476F"/>
    <w:rsid w:val="00B169E8"/>
    <w:rsid w:val="00B16A74"/>
    <w:rsid w:val="00B20F51"/>
    <w:rsid w:val="00B3354E"/>
    <w:rsid w:val="00B3433A"/>
    <w:rsid w:val="00B36E08"/>
    <w:rsid w:val="00B42335"/>
    <w:rsid w:val="00B42CAB"/>
    <w:rsid w:val="00B446EE"/>
    <w:rsid w:val="00B51241"/>
    <w:rsid w:val="00B54047"/>
    <w:rsid w:val="00B54092"/>
    <w:rsid w:val="00B611C4"/>
    <w:rsid w:val="00B61710"/>
    <w:rsid w:val="00B651A5"/>
    <w:rsid w:val="00B6571D"/>
    <w:rsid w:val="00B748EA"/>
    <w:rsid w:val="00B75B7F"/>
    <w:rsid w:val="00B8002C"/>
    <w:rsid w:val="00B81B54"/>
    <w:rsid w:val="00B85E4D"/>
    <w:rsid w:val="00B86C79"/>
    <w:rsid w:val="00B871B8"/>
    <w:rsid w:val="00B90BF1"/>
    <w:rsid w:val="00B91562"/>
    <w:rsid w:val="00B92E29"/>
    <w:rsid w:val="00B9304F"/>
    <w:rsid w:val="00B950D1"/>
    <w:rsid w:val="00BA294A"/>
    <w:rsid w:val="00BA2F8C"/>
    <w:rsid w:val="00BA3800"/>
    <w:rsid w:val="00BA6EC4"/>
    <w:rsid w:val="00BB7314"/>
    <w:rsid w:val="00BC1D9D"/>
    <w:rsid w:val="00BC4A6A"/>
    <w:rsid w:val="00BF0AA0"/>
    <w:rsid w:val="00BF23D1"/>
    <w:rsid w:val="00C00C41"/>
    <w:rsid w:val="00C06FAB"/>
    <w:rsid w:val="00C07685"/>
    <w:rsid w:val="00C07E68"/>
    <w:rsid w:val="00C107CF"/>
    <w:rsid w:val="00C13134"/>
    <w:rsid w:val="00C1411F"/>
    <w:rsid w:val="00C268F3"/>
    <w:rsid w:val="00C3061C"/>
    <w:rsid w:val="00C31016"/>
    <w:rsid w:val="00C3148F"/>
    <w:rsid w:val="00C34D0A"/>
    <w:rsid w:val="00C375DA"/>
    <w:rsid w:val="00C406FE"/>
    <w:rsid w:val="00C47823"/>
    <w:rsid w:val="00C50581"/>
    <w:rsid w:val="00C6190F"/>
    <w:rsid w:val="00C62B16"/>
    <w:rsid w:val="00C648C4"/>
    <w:rsid w:val="00C66484"/>
    <w:rsid w:val="00C6674A"/>
    <w:rsid w:val="00C74231"/>
    <w:rsid w:val="00C760FA"/>
    <w:rsid w:val="00C76E19"/>
    <w:rsid w:val="00C77E55"/>
    <w:rsid w:val="00C77E8C"/>
    <w:rsid w:val="00C803BB"/>
    <w:rsid w:val="00C82F58"/>
    <w:rsid w:val="00C90746"/>
    <w:rsid w:val="00CA387F"/>
    <w:rsid w:val="00CB3132"/>
    <w:rsid w:val="00CB408E"/>
    <w:rsid w:val="00CB6471"/>
    <w:rsid w:val="00CB7ACA"/>
    <w:rsid w:val="00CC3242"/>
    <w:rsid w:val="00CC6488"/>
    <w:rsid w:val="00CC7B8E"/>
    <w:rsid w:val="00CD13B8"/>
    <w:rsid w:val="00CD7C91"/>
    <w:rsid w:val="00CE39CB"/>
    <w:rsid w:val="00CE3BAB"/>
    <w:rsid w:val="00CE6FA3"/>
    <w:rsid w:val="00D00A4A"/>
    <w:rsid w:val="00D1386C"/>
    <w:rsid w:val="00D20A30"/>
    <w:rsid w:val="00D22481"/>
    <w:rsid w:val="00D32376"/>
    <w:rsid w:val="00D32D34"/>
    <w:rsid w:val="00D33F06"/>
    <w:rsid w:val="00D40BA4"/>
    <w:rsid w:val="00D42F03"/>
    <w:rsid w:val="00D4503F"/>
    <w:rsid w:val="00D4583E"/>
    <w:rsid w:val="00D47FF9"/>
    <w:rsid w:val="00D51A89"/>
    <w:rsid w:val="00D555CC"/>
    <w:rsid w:val="00D569F4"/>
    <w:rsid w:val="00D609B1"/>
    <w:rsid w:val="00D60EB9"/>
    <w:rsid w:val="00D6108E"/>
    <w:rsid w:val="00D677DB"/>
    <w:rsid w:val="00D7070E"/>
    <w:rsid w:val="00D72A34"/>
    <w:rsid w:val="00D74C5F"/>
    <w:rsid w:val="00D81172"/>
    <w:rsid w:val="00D82574"/>
    <w:rsid w:val="00D87F53"/>
    <w:rsid w:val="00D96951"/>
    <w:rsid w:val="00DA11A3"/>
    <w:rsid w:val="00DA303C"/>
    <w:rsid w:val="00DA4952"/>
    <w:rsid w:val="00DA5F6B"/>
    <w:rsid w:val="00DA6847"/>
    <w:rsid w:val="00DA7EB5"/>
    <w:rsid w:val="00DB1CB9"/>
    <w:rsid w:val="00DB47C9"/>
    <w:rsid w:val="00DB6C5C"/>
    <w:rsid w:val="00DC1139"/>
    <w:rsid w:val="00DC194F"/>
    <w:rsid w:val="00DC6CFD"/>
    <w:rsid w:val="00DC72D8"/>
    <w:rsid w:val="00DC7588"/>
    <w:rsid w:val="00DD1ED8"/>
    <w:rsid w:val="00DD59D4"/>
    <w:rsid w:val="00DD5F9A"/>
    <w:rsid w:val="00DD755D"/>
    <w:rsid w:val="00DE3CD8"/>
    <w:rsid w:val="00DE653B"/>
    <w:rsid w:val="00DF01FF"/>
    <w:rsid w:val="00DF4198"/>
    <w:rsid w:val="00DF4DB0"/>
    <w:rsid w:val="00DF5CAD"/>
    <w:rsid w:val="00DF74D3"/>
    <w:rsid w:val="00E0222F"/>
    <w:rsid w:val="00E02B43"/>
    <w:rsid w:val="00E03A70"/>
    <w:rsid w:val="00E03BFA"/>
    <w:rsid w:val="00E14347"/>
    <w:rsid w:val="00E156E4"/>
    <w:rsid w:val="00E15A64"/>
    <w:rsid w:val="00E20988"/>
    <w:rsid w:val="00E22C14"/>
    <w:rsid w:val="00E35BD6"/>
    <w:rsid w:val="00E41D34"/>
    <w:rsid w:val="00E43E5C"/>
    <w:rsid w:val="00E44231"/>
    <w:rsid w:val="00E52D58"/>
    <w:rsid w:val="00E53FC7"/>
    <w:rsid w:val="00E60650"/>
    <w:rsid w:val="00E631F4"/>
    <w:rsid w:val="00E64797"/>
    <w:rsid w:val="00E748CB"/>
    <w:rsid w:val="00E85963"/>
    <w:rsid w:val="00E85BD8"/>
    <w:rsid w:val="00E86AAC"/>
    <w:rsid w:val="00E903A9"/>
    <w:rsid w:val="00E9253E"/>
    <w:rsid w:val="00E92E79"/>
    <w:rsid w:val="00E97665"/>
    <w:rsid w:val="00EA1A23"/>
    <w:rsid w:val="00EA38D7"/>
    <w:rsid w:val="00EA3900"/>
    <w:rsid w:val="00EB0767"/>
    <w:rsid w:val="00EB1438"/>
    <w:rsid w:val="00EC066E"/>
    <w:rsid w:val="00EC34F2"/>
    <w:rsid w:val="00EC6465"/>
    <w:rsid w:val="00ED079C"/>
    <w:rsid w:val="00ED5D29"/>
    <w:rsid w:val="00EE2682"/>
    <w:rsid w:val="00EE458B"/>
    <w:rsid w:val="00EE6E6B"/>
    <w:rsid w:val="00EF4CDF"/>
    <w:rsid w:val="00F01647"/>
    <w:rsid w:val="00F13D60"/>
    <w:rsid w:val="00F14E7F"/>
    <w:rsid w:val="00F21BDD"/>
    <w:rsid w:val="00F25600"/>
    <w:rsid w:val="00F25FB7"/>
    <w:rsid w:val="00F277F2"/>
    <w:rsid w:val="00F315E6"/>
    <w:rsid w:val="00F34FDB"/>
    <w:rsid w:val="00F40CC4"/>
    <w:rsid w:val="00F40E6C"/>
    <w:rsid w:val="00F41F04"/>
    <w:rsid w:val="00F42EF8"/>
    <w:rsid w:val="00F456E8"/>
    <w:rsid w:val="00F4574E"/>
    <w:rsid w:val="00F458E4"/>
    <w:rsid w:val="00F45A57"/>
    <w:rsid w:val="00F4676B"/>
    <w:rsid w:val="00F5135C"/>
    <w:rsid w:val="00F53E54"/>
    <w:rsid w:val="00F5409F"/>
    <w:rsid w:val="00F57C3A"/>
    <w:rsid w:val="00F65FA7"/>
    <w:rsid w:val="00F726F0"/>
    <w:rsid w:val="00F75759"/>
    <w:rsid w:val="00F76998"/>
    <w:rsid w:val="00F8185F"/>
    <w:rsid w:val="00F938F1"/>
    <w:rsid w:val="00F9760B"/>
    <w:rsid w:val="00FA0612"/>
    <w:rsid w:val="00FA46AA"/>
    <w:rsid w:val="00FA68F6"/>
    <w:rsid w:val="00FA7522"/>
    <w:rsid w:val="00FB6A76"/>
    <w:rsid w:val="00FC0E1E"/>
    <w:rsid w:val="00FC22C9"/>
    <w:rsid w:val="00FC4F68"/>
    <w:rsid w:val="00FC5890"/>
    <w:rsid w:val="00FC601F"/>
    <w:rsid w:val="00FD13CC"/>
    <w:rsid w:val="00FD2106"/>
    <w:rsid w:val="00FD688C"/>
    <w:rsid w:val="00FE0DB4"/>
    <w:rsid w:val="00FE6073"/>
    <w:rsid w:val="00FE68C8"/>
    <w:rsid w:val="00FF1696"/>
    <w:rsid w:val="00FF582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rules v:ext="edit">
        <o:r id="V:Rule15" type="connector" idref="#Connecteur droit avec flèche 25"/>
        <o:r id="V:Rule16" type="connector" idref="#AutoShape 8"/>
        <o:r id="V:Rule17" type="connector" idref="#Connecteur droit avec flèche 27"/>
        <o:r id="V:Rule18" type="connector" idref="#_x0000_s1054"/>
        <o:r id="V:Rule19" type="connector" idref="#Connecteur droit avec flèche 24"/>
        <o:r id="V:Rule20" type="connector" idref="#Connecteur droit avec flèche 30"/>
        <o:r id="V:Rule21" type="connector" idref="#_x0000_s1055"/>
        <o:r id="V:Rule22" type="connector" idref="#Connecteur droit avec flèche 32"/>
        <o:r id="V:Rule23" type="connector" idref="#Connecteur droit avec flèche 31"/>
        <o:r id="V:Rule24" type="connector" idref="#Connecteur droit avec flèche 6"/>
        <o:r id="V:Rule25" type="connector" idref="#Connecteur droit avec flèche 28"/>
        <o:r id="V:Rule26" type="connector" idref="#Connecteur droit avec flèche 26"/>
        <o:r id="V:Rule27" type="connector" idref="#Connecteur droit avec flèche 29"/>
        <o:r id="V:Rule28"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Corps de Texte"/>
    <w:qFormat/>
    <w:rsid w:val="0029643C"/>
    <w:pPr>
      <w:jc w:val="both"/>
    </w:pPr>
    <w:rPr>
      <w:lang w:val="fr-FR"/>
    </w:rPr>
  </w:style>
  <w:style w:type="paragraph" w:styleId="Titre1">
    <w:name w:val="heading 1"/>
    <w:basedOn w:val="Normal"/>
    <w:next w:val="Normal"/>
    <w:link w:val="Titre1Car"/>
    <w:uiPriority w:val="9"/>
    <w:qFormat/>
    <w:rsid w:val="0029643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unhideWhenUsed/>
    <w:qFormat/>
    <w:rsid w:val="00A53E7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9C7BDD"/>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1E652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52B2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752B20"/>
    <w:rPr>
      <w:rFonts w:ascii="Lucida Grande" w:hAnsi="Lucida Grande" w:cs="Lucida Grande"/>
      <w:sz w:val="18"/>
      <w:szCs w:val="18"/>
      <w:lang w:val="fr-FR"/>
    </w:rPr>
  </w:style>
  <w:style w:type="table" w:styleId="Grilledutableau">
    <w:name w:val="Table Grid"/>
    <w:basedOn w:val="TableauNormal"/>
    <w:uiPriority w:val="59"/>
    <w:rsid w:val="00752B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Ombrageclair1">
    <w:name w:val="Ombrage clair1"/>
    <w:basedOn w:val="TableauNormal"/>
    <w:uiPriority w:val="60"/>
    <w:rsid w:val="00752B2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aragraphedeliste">
    <w:name w:val="List Paragraph"/>
    <w:basedOn w:val="Normal"/>
    <w:uiPriority w:val="34"/>
    <w:qFormat/>
    <w:rsid w:val="00BB7314"/>
    <w:pPr>
      <w:ind w:left="720"/>
      <w:contextualSpacing/>
    </w:pPr>
  </w:style>
  <w:style w:type="character" w:styleId="Marquedecommentaire">
    <w:name w:val="annotation reference"/>
    <w:basedOn w:val="Policepardfaut"/>
    <w:uiPriority w:val="99"/>
    <w:semiHidden/>
    <w:unhideWhenUsed/>
    <w:rsid w:val="0076206B"/>
    <w:rPr>
      <w:sz w:val="18"/>
      <w:szCs w:val="18"/>
    </w:rPr>
  </w:style>
  <w:style w:type="paragraph" w:styleId="Commentaire">
    <w:name w:val="annotation text"/>
    <w:basedOn w:val="Normal"/>
    <w:link w:val="CommentaireCar"/>
    <w:uiPriority w:val="99"/>
    <w:semiHidden/>
    <w:unhideWhenUsed/>
    <w:rsid w:val="0076206B"/>
  </w:style>
  <w:style w:type="character" w:customStyle="1" w:styleId="CommentaireCar">
    <w:name w:val="Commentaire Car"/>
    <w:basedOn w:val="Policepardfaut"/>
    <w:link w:val="Commentaire"/>
    <w:uiPriority w:val="99"/>
    <w:semiHidden/>
    <w:rsid w:val="0076206B"/>
    <w:rPr>
      <w:lang w:val="fr-FR"/>
    </w:rPr>
  </w:style>
  <w:style w:type="paragraph" w:styleId="Objetducommentaire">
    <w:name w:val="annotation subject"/>
    <w:basedOn w:val="Commentaire"/>
    <w:next w:val="Commentaire"/>
    <w:link w:val="ObjetducommentaireCar"/>
    <w:uiPriority w:val="99"/>
    <w:semiHidden/>
    <w:unhideWhenUsed/>
    <w:rsid w:val="0076206B"/>
    <w:rPr>
      <w:b/>
      <w:bCs/>
      <w:sz w:val="20"/>
      <w:szCs w:val="20"/>
    </w:rPr>
  </w:style>
  <w:style w:type="character" w:customStyle="1" w:styleId="ObjetducommentaireCar">
    <w:name w:val="Objet du commentaire Car"/>
    <w:basedOn w:val="CommentaireCar"/>
    <w:link w:val="Objetducommentaire"/>
    <w:uiPriority w:val="99"/>
    <w:semiHidden/>
    <w:rsid w:val="0076206B"/>
    <w:rPr>
      <w:b/>
      <w:bCs/>
      <w:sz w:val="20"/>
      <w:szCs w:val="20"/>
      <w:lang w:val="fr-FR"/>
    </w:rPr>
  </w:style>
  <w:style w:type="character" w:styleId="Emphaseple">
    <w:name w:val="Subtle Emphasis"/>
    <w:basedOn w:val="Policepardfaut"/>
    <w:uiPriority w:val="19"/>
    <w:qFormat/>
    <w:rsid w:val="0029643C"/>
    <w:rPr>
      <w:i/>
      <w:iCs/>
      <w:color w:val="808080" w:themeColor="text1" w:themeTint="7F"/>
    </w:rPr>
  </w:style>
  <w:style w:type="paragraph" w:styleId="Sous-titre">
    <w:name w:val="Subtitle"/>
    <w:basedOn w:val="Normal"/>
    <w:next w:val="Normal"/>
    <w:link w:val="Sous-titreCar"/>
    <w:uiPriority w:val="11"/>
    <w:qFormat/>
    <w:rsid w:val="0029643C"/>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29643C"/>
    <w:rPr>
      <w:rFonts w:asciiTheme="majorHAnsi" w:eastAsiaTheme="majorEastAsia" w:hAnsiTheme="majorHAnsi" w:cstheme="majorBidi"/>
      <w:i/>
      <w:iCs/>
      <w:color w:val="4F81BD" w:themeColor="accent1"/>
      <w:spacing w:val="15"/>
    </w:rPr>
  </w:style>
  <w:style w:type="paragraph" w:styleId="Titre">
    <w:name w:val="Title"/>
    <w:basedOn w:val="Normal"/>
    <w:next w:val="Normal"/>
    <w:link w:val="TitreCar"/>
    <w:uiPriority w:val="10"/>
    <w:qFormat/>
    <w:rsid w:val="002964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9643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29643C"/>
    <w:rPr>
      <w:rFonts w:asciiTheme="majorHAnsi" w:eastAsiaTheme="majorEastAsia" w:hAnsiTheme="majorHAnsi" w:cstheme="majorBidi"/>
      <w:b/>
      <w:bCs/>
      <w:color w:val="345A8A" w:themeColor="accent1" w:themeShade="B5"/>
      <w:sz w:val="32"/>
      <w:szCs w:val="32"/>
    </w:rPr>
  </w:style>
  <w:style w:type="paragraph" w:styleId="En-tte">
    <w:name w:val="header"/>
    <w:basedOn w:val="Normal"/>
    <w:link w:val="En-tteCar"/>
    <w:uiPriority w:val="99"/>
    <w:unhideWhenUsed/>
    <w:rsid w:val="00A53E70"/>
    <w:pPr>
      <w:tabs>
        <w:tab w:val="center" w:pos="4536"/>
        <w:tab w:val="right" w:pos="9072"/>
      </w:tabs>
    </w:pPr>
  </w:style>
  <w:style w:type="character" w:customStyle="1" w:styleId="En-tteCar">
    <w:name w:val="En-tête Car"/>
    <w:basedOn w:val="Policepardfaut"/>
    <w:link w:val="En-tte"/>
    <w:uiPriority w:val="99"/>
    <w:rsid w:val="00A53E70"/>
  </w:style>
  <w:style w:type="paragraph" w:styleId="Pieddepage">
    <w:name w:val="footer"/>
    <w:basedOn w:val="Normal"/>
    <w:link w:val="PieddepageCar"/>
    <w:uiPriority w:val="99"/>
    <w:unhideWhenUsed/>
    <w:rsid w:val="00A53E70"/>
    <w:pPr>
      <w:tabs>
        <w:tab w:val="center" w:pos="4536"/>
        <w:tab w:val="right" w:pos="9072"/>
      </w:tabs>
    </w:pPr>
  </w:style>
  <w:style w:type="character" w:customStyle="1" w:styleId="PieddepageCar">
    <w:name w:val="Pied de page Car"/>
    <w:basedOn w:val="Policepardfaut"/>
    <w:link w:val="Pieddepage"/>
    <w:uiPriority w:val="99"/>
    <w:rsid w:val="00A53E70"/>
  </w:style>
  <w:style w:type="table" w:customStyle="1" w:styleId="Trameclaire-Accent11">
    <w:name w:val="Trame claire - Accent 11"/>
    <w:basedOn w:val="TableauNormal"/>
    <w:uiPriority w:val="60"/>
    <w:rsid w:val="00A53E70"/>
    <w:rPr>
      <w:color w:val="365F91" w:themeColor="accent1" w:themeShade="BF"/>
      <w:sz w:val="22"/>
      <w:szCs w:val="22"/>
      <w:lang w:val="fr-F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En-ttedetabledesmatires">
    <w:name w:val="TOC Heading"/>
    <w:basedOn w:val="Titre1"/>
    <w:next w:val="Normal"/>
    <w:uiPriority w:val="39"/>
    <w:unhideWhenUsed/>
    <w:qFormat/>
    <w:rsid w:val="00A53E70"/>
    <w:pPr>
      <w:spacing w:line="276" w:lineRule="auto"/>
      <w:jc w:val="left"/>
      <w:outlineLvl w:val="9"/>
    </w:pPr>
    <w:rPr>
      <w:color w:val="365F91" w:themeColor="accent1" w:themeShade="BF"/>
      <w:sz w:val="28"/>
      <w:szCs w:val="28"/>
    </w:rPr>
  </w:style>
  <w:style w:type="paragraph" w:styleId="TM1">
    <w:name w:val="toc 1"/>
    <w:basedOn w:val="Normal"/>
    <w:next w:val="Normal"/>
    <w:autoRedefine/>
    <w:uiPriority w:val="39"/>
    <w:unhideWhenUsed/>
    <w:rsid w:val="00EE6E6B"/>
    <w:pPr>
      <w:tabs>
        <w:tab w:val="left" w:pos="480"/>
        <w:tab w:val="right" w:leader="dot" w:pos="9056"/>
      </w:tabs>
      <w:spacing w:before="120"/>
      <w:jc w:val="left"/>
    </w:pPr>
    <w:rPr>
      <w:rFonts w:asciiTheme="majorHAnsi" w:hAnsiTheme="majorHAnsi"/>
      <w:b/>
      <w:noProof/>
      <w:color w:val="548DD4"/>
    </w:rPr>
  </w:style>
  <w:style w:type="paragraph" w:styleId="TM2">
    <w:name w:val="toc 2"/>
    <w:basedOn w:val="Normal"/>
    <w:next w:val="Normal"/>
    <w:autoRedefine/>
    <w:uiPriority w:val="39"/>
    <w:unhideWhenUsed/>
    <w:rsid w:val="00A53E70"/>
    <w:pPr>
      <w:jc w:val="left"/>
    </w:pPr>
    <w:rPr>
      <w:sz w:val="22"/>
      <w:szCs w:val="22"/>
    </w:rPr>
  </w:style>
  <w:style w:type="paragraph" w:styleId="TM3">
    <w:name w:val="toc 3"/>
    <w:basedOn w:val="Normal"/>
    <w:next w:val="Normal"/>
    <w:autoRedefine/>
    <w:uiPriority w:val="39"/>
    <w:unhideWhenUsed/>
    <w:rsid w:val="00A53E70"/>
    <w:pPr>
      <w:ind w:left="240"/>
      <w:jc w:val="left"/>
    </w:pPr>
    <w:rPr>
      <w:i/>
      <w:sz w:val="22"/>
      <w:szCs w:val="22"/>
    </w:rPr>
  </w:style>
  <w:style w:type="paragraph" w:styleId="TM4">
    <w:name w:val="toc 4"/>
    <w:basedOn w:val="Normal"/>
    <w:next w:val="Normal"/>
    <w:autoRedefine/>
    <w:uiPriority w:val="39"/>
    <w:unhideWhenUsed/>
    <w:rsid w:val="00A53E70"/>
    <w:pPr>
      <w:pBdr>
        <w:between w:val="double" w:sz="6" w:space="0" w:color="auto"/>
      </w:pBdr>
      <w:ind w:left="480"/>
      <w:jc w:val="left"/>
    </w:pPr>
    <w:rPr>
      <w:sz w:val="20"/>
      <w:szCs w:val="20"/>
    </w:rPr>
  </w:style>
  <w:style w:type="paragraph" w:styleId="TM5">
    <w:name w:val="toc 5"/>
    <w:basedOn w:val="Normal"/>
    <w:next w:val="Normal"/>
    <w:autoRedefine/>
    <w:uiPriority w:val="39"/>
    <w:unhideWhenUsed/>
    <w:rsid w:val="00A53E70"/>
    <w:pPr>
      <w:pBdr>
        <w:between w:val="double" w:sz="6" w:space="0" w:color="auto"/>
      </w:pBdr>
      <w:ind w:left="720"/>
      <w:jc w:val="left"/>
    </w:pPr>
    <w:rPr>
      <w:sz w:val="20"/>
      <w:szCs w:val="20"/>
    </w:rPr>
  </w:style>
  <w:style w:type="paragraph" w:styleId="TM6">
    <w:name w:val="toc 6"/>
    <w:basedOn w:val="Normal"/>
    <w:next w:val="Normal"/>
    <w:autoRedefine/>
    <w:uiPriority w:val="39"/>
    <w:unhideWhenUsed/>
    <w:rsid w:val="00A53E70"/>
    <w:pPr>
      <w:pBdr>
        <w:between w:val="double" w:sz="6" w:space="0" w:color="auto"/>
      </w:pBdr>
      <w:ind w:left="960"/>
      <w:jc w:val="left"/>
    </w:pPr>
    <w:rPr>
      <w:sz w:val="20"/>
      <w:szCs w:val="20"/>
    </w:rPr>
  </w:style>
  <w:style w:type="paragraph" w:styleId="TM7">
    <w:name w:val="toc 7"/>
    <w:basedOn w:val="Normal"/>
    <w:next w:val="Normal"/>
    <w:autoRedefine/>
    <w:uiPriority w:val="39"/>
    <w:unhideWhenUsed/>
    <w:rsid w:val="00A53E70"/>
    <w:pPr>
      <w:pBdr>
        <w:between w:val="double" w:sz="6" w:space="0" w:color="auto"/>
      </w:pBdr>
      <w:ind w:left="1200"/>
      <w:jc w:val="left"/>
    </w:pPr>
    <w:rPr>
      <w:sz w:val="20"/>
      <w:szCs w:val="20"/>
    </w:rPr>
  </w:style>
  <w:style w:type="paragraph" w:styleId="TM8">
    <w:name w:val="toc 8"/>
    <w:basedOn w:val="Normal"/>
    <w:next w:val="Normal"/>
    <w:autoRedefine/>
    <w:uiPriority w:val="39"/>
    <w:unhideWhenUsed/>
    <w:rsid w:val="00A53E70"/>
    <w:pPr>
      <w:pBdr>
        <w:between w:val="double" w:sz="6" w:space="0" w:color="auto"/>
      </w:pBdr>
      <w:ind w:left="1440"/>
      <w:jc w:val="left"/>
    </w:pPr>
    <w:rPr>
      <w:sz w:val="20"/>
      <w:szCs w:val="20"/>
    </w:rPr>
  </w:style>
  <w:style w:type="paragraph" w:styleId="TM9">
    <w:name w:val="toc 9"/>
    <w:basedOn w:val="Normal"/>
    <w:next w:val="Normal"/>
    <w:autoRedefine/>
    <w:uiPriority w:val="39"/>
    <w:unhideWhenUsed/>
    <w:rsid w:val="00A53E70"/>
    <w:pPr>
      <w:pBdr>
        <w:between w:val="double" w:sz="6" w:space="0" w:color="auto"/>
      </w:pBdr>
      <w:ind w:left="1680"/>
      <w:jc w:val="left"/>
    </w:pPr>
    <w:rPr>
      <w:sz w:val="20"/>
      <w:szCs w:val="20"/>
    </w:rPr>
  </w:style>
  <w:style w:type="character" w:customStyle="1" w:styleId="Titre2Car">
    <w:name w:val="Titre 2 Car"/>
    <w:basedOn w:val="Policepardfaut"/>
    <w:link w:val="Titre2"/>
    <w:uiPriority w:val="9"/>
    <w:rsid w:val="00A53E70"/>
    <w:rPr>
      <w:rFonts w:asciiTheme="majorHAnsi" w:eastAsiaTheme="majorEastAsia" w:hAnsiTheme="majorHAnsi" w:cstheme="majorBidi"/>
      <w:b/>
      <w:bCs/>
      <w:color w:val="4F81BD" w:themeColor="accent1"/>
      <w:sz w:val="26"/>
      <w:szCs w:val="26"/>
    </w:rPr>
  </w:style>
  <w:style w:type="paragraph" w:styleId="Lgende">
    <w:name w:val="caption"/>
    <w:basedOn w:val="Normal"/>
    <w:next w:val="Normal"/>
    <w:uiPriority w:val="35"/>
    <w:unhideWhenUsed/>
    <w:qFormat/>
    <w:rsid w:val="003A29F2"/>
    <w:pPr>
      <w:spacing w:after="200"/>
    </w:pPr>
    <w:rPr>
      <w:b/>
      <w:bCs/>
      <w:color w:val="4F81BD" w:themeColor="accent1"/>
      <w:sz w:val="18"/>
      <w:szCs w:val="18"/>
    </w:rPr>
  </w:style>
  <w:style w:type="character" w:styleId="Numrodepage">
    <w:name w:val="page number"/>
    <w:basedOn w:val="Policepardfaut"/>
    <w:uiPriority w:val="99"/>
    <w:semiHidden/>
    <w:unhideWhenUsed/>
    <w:rsid w:val="003E30C7"/>
  </w:style>
  <w:style w:type="paragraph" w:styleId="Explorateurdedocuments">
    <w:name w:val="Document Map"/>
    <w:basedOn w:val="Normal"/>
    <w:link w:val="ExplorateurdedocumentsCar"/>
    <w:uiPriority w:val="99"/>
    <w:semiHidden/>
    <w:unhideWhenUsed/>
    <w:rsid w:val="000D2681"/>
    <w:rPr>
      <w:rFonts w:ascii="Lucida Grande" w:hAnsi="Lucida Grande" w:cs="Lucida Grande"/>
    </w:rPr>
  </w:style>
  <w:style w:type="character" w:customStyle="1" w:styleId="ExplorateurdedocumentsCar">
    <w:name w:val="Explorateur de documents Car"/>
    <w:basedOn w:val="Policepardfaut"/>
    <w:link w:val="Explorateurdedocuments"/>
    <w:uiPriority w:val="99"/>
    <w:semiHidden/>
    <w:rsid w:val="000D2681"/>
    <w:rPr>
      <w:rFonts w:ascii="Lucida Grande" w:hAnsi="Lucida Grande" w:cs="Lucida Grande"/>
      <w:lang w:val="fr-FR"/>
    </w:rPr>
  </w:style>
  <w:style w:type="character" w:customStyle="1" w:styleId="Titre3Car">
    <w:name w:val="Titre 3 Car"/>
    <w:basedOn w:val="Policepardfaut"/>
    <w:link w:val="Titre3"/>
    <w:uiPriority w:val="9"/>
    <w:rsid w:val="009C7BDD"/>
    <w:rPr>
      <w:rFonts w:asciiTheme="majorHAnsi" w:eastAsiaTheme="majorEastAsia" w:hAnsiTheme="majorHAnsi" w:cstheme="majorBidi"/>
      <w:b/>
      <w:bCs/>
      <w:color w:val="4F81BD" w:themeColor="accent1"/>
      <w:lang w:val="fr-FR"/>
    </w:rPr>
  </w:style>
  <w:style w:type="character" w:styleId="lev">
    <w:name w:val="Strong"/>
    <w:basedOn w:val="Policepardfaut"/>
    <w:uiPriority w:val="22"/>
    <w:qFormat/>
    <w:rsid w:val="008D227B"/>
    <w:rPr>
      <w:b/>
      <w:bCs/>
    </w:rPr>
  </w:style>
  <w:style w:type="paragraph" w:styleId="Citation">
    <w:name w:val="Quote"/>
    <w:basedOn w:val="Normal"/>
    <w:next w:val="Normal"/>
    <w:link w:val="CitationCar"/>
    <w:uiPriority w:val="29"/>
    <w:qFormat/>
    <w:rsid w:val="008D227B"/>
    <w:rPr>
      <w:i/>
      <w:iCs/>
      <w:color w:val="000000" w:themeColor="text1"/>
    </w:rPr>
  </w:style>
  <w:style w:type="character" w:customStyle="1" w:styleId="CitationCar">
    <w:name w:val="Citation Car"/>
    <w:basedOn w:val="Policepardfaut"/>
    <w:link w:val="Citation"/>
    <w:uiPriority w:val="29"/>
    <w:rsid w:val="008D227B"/>
    <w:rPr>
      <w:i/>
      <w:iCs/>
      <w:color w:val="000000" w:themeColor="text1"/>
      <w:lang w:val="fr-FR"/>
    </w:rPr>
  </w:style>
  <w:style w:type="character" w:customStyle="1" w:styleId="Titre4Car">
    <w:name w:val="Titre 4 Car"/>
    <w:basedOn w:val="Policepardfaut"/>
    <w:link w:val="Titre4"/>
    <w:uiPriority w:val="9"/>
    <w:rsid w:val="001E6526"/>
    <w:rPr>
      <w:rFonts w:asciiTheme="majorHAnsi" w:eastAsiaTheme="majorEastAsia" w:hAnsiTheme="majorHAnsi" w:cstheme="majorBidi"/>
      <w:b/>
      <w:bCs/>
      <w:i/>
      <w:iCs/>
      <w:color w:val="4F81BD" w:themeColor="accent1"/>
      <w:lang w:val="fr-FR"/>
    </w:rPr>
  </w:style>
  <w:style w:type="character" w:styleId="Lienhypertexte">
    <w:name w:val="Hyperlink"/>
    <w:basedOn w:val="Policepardfaut"/>
    <w:uiPriority w:val="99"/>
    <w:unhideWhenUsed/>
    <w:rsid w:val="001B0E80"/>
    <w:rPr>
      <w:color w:val="0000FF" w:themeColor="hyperlink"/>
      <w:u w:val="single"/>
    </w:rPr>
  </w:style>
  <w:style w:type="character" w:styleId="Lienhypertextesuivivisit">
    <w:name w:val="FollowedHyperlink"/>
    <w:basedOn w:val="Policepardfaut"/>
    <w:uiPriority w:val="99"/>
    <w:semiHidden/>
    <w:unhideWhenUsed/>
    <w:rsid w:val="00587458"/>
    <w:rPr>
      <w:color w:val="800080" w:themeColor="followedHyperlink"/>
      <w:u w:val="single"/>
    </w:rPr>
  </w:style>
  <w:style w:type="paragraph" w:styleId="NormalWeb">
    <w:name w:val="Normal (Web)"/>
    <w:basedOn w:val="Normal"/>
    <w:uiPriority w:val="99"/>
    <w:unhideWhenUsed/>
    <w:rsid w:val="00514165"/>
    <w:pPr>
      <w:spacing w:before="100" w:beforeAutospacing="1" w:after="100" w:afterAutospacing="1"/>
      <w:jc w:val="left"/>
    </w:pPr>
    <w:rPr>
      <w:rFonts w:ascii="Times New Roman" w:eastAsia="Times New Roman" w:hAnsi="Times New Roman" w:cs="Times New Roman"/>
    </w:rPr>
  </w:style>
  <w:style w:type="character" w:customStyle="1" w:styleId="5yl5">
    <w:name w:val="_5yl5"/>
    <w:basedOn w:val="Policepardfaut"/>
    <w:rsid w:val="00B1476F"/>
  </w:style>
  <w:style w:type="character" w:customStyle="1" w:styleId="apple-converted-space">
    <w:name w:val="apple-converted-space"/>
    <w:basedOn w:val="Policepardfaut"/>
    <w:rsid w:val="00850C4B"/>
  </w:style>
</w:styles>
</file>

<file path=word/webSettings.xml><?xml version="1.0" encoding="utf-8"?>
<w:webSettings xmlns:r="http://schemas.openxmlformats.org/officeDocument/2006/relationships" xmlns:w="http://schemas.openxmlformats.org/wordprocessingml/2006/main">
  <w:divs>
    <w:div w:id="627510675">
      <w:bodyDiv w:val="1"/>
      <w:marLeft w:val="0"/>
      <w:marRight w:val="0"/>
      <w:marTop w:val="0"/>
      <w:marBottom w:val="0"/>
      <w:divBdr>
        <w:top w:val="none" w:sz="0" w:space="0" w:color="auto"/>
        <w:left w:val="none" w:sz="0" w:space="0" w:color="auto"/>
        <w:bottom w:val="none" w:sz="0" w:space="0" w:color="auto"/>
        <w:right w:val="none" w:sz="0" w:space="0" w:color="auto"/>
      </w:divBdr>
    </w:div>
    <w:div w:id="1262689722">
      <w:bodyDiv w:val="1"/>
      <w:marLeft w:val="0"/>
      <w:marRight w:val="0"/>
      <w:marTop w:val="0"/>
      <w:marBottom w:val="0"/>
      <w:divBdr>
        <w:top w:val="none" w:sz="0" w:space="0" w:color="auto"/>
        <w:left w:val="none" w:sz="0" w:space="0" w:color="auto"/>
        <w:bottom w:val="none" w:sz="0" w:space="0" w:color="auto"/>
        <w:right w:val="none" w:sz="0" w:space="0" w:color="auto"/>
      </w:divBdr>
      <w:divsChild>
        <w:div w:id="39940655">
          <w:marLeft w:val="0"/>
          <w:marRight w:val="0"/>
          <w:marTop w:val="94"/>
          <w:marBottom w:val="0"/>
          <w:divBdr>
            <w:top w:val="none" w:sz="0" w:space="0" w:color="auto"/>
            <w:left w:val="none" w:sz="0" w:space="0" w:color="auto"/>
            <w:bottom w:val="none" w:sz="0" w:space="0" w:color="auto"/>
            <w:right w:val="none" w:sz="0" w:space="0" w:color="auto"/>
          </w:divBdr>
        </w:div>
        <w:div w:id="259605964">
          <w:marLeft w:val="0"/>
          <w:marRight w:val="0"/>
          <w:marTop w:val="94"/>
          <w:marBottom w:val="0"/>
          <w:divBdr>
            <w:top w:val="none" w:sz="0" w:space="0" w:color="auto"/>
            <w:left w:val="none" w:sz="0" w:space="0" w:color="auto"/>
            <w:bottom w:val="none" w:sz="0" w:space="0" w:color="auto"/>
            <w:right w:val="none" w:sz="0" w:space="0" w:color="auto"/>
          </w:divBdr>
        </w:div>
        <w:div w:id="783230402">
          <w:marLeft w:val="0"/>
          <w:marRight w:val="0"/>
          <w:marTop w:val="94"/>
          <w:marBottom w:val="0"/>
          <w:divBdr>
            <w:top w:val="none" w:sz="0" w:space="0" w:color="auto"/>
            <w:left w:val="none" w:sz="0" w:space="0" w:color="auto"/>
            <w:bottom w:val="none" w:sz="0" w:space="0" w:color="auto"/>
            <w:right w:val="none" w:sz="0" w:space="0" w:color="auto"/>
          </w:divBdr>
        </w:div>
        <w:div w:id="132871443">
          <w:marLeft w:val="0"/>
          <w:marRight w:val="0"/>
          <w:marTop w:val="94"/>
          <w:marBottom w:val="0"/>
          <w:divBdr>
            <w:top w:val="none" w:sz="0" w:space="0" w:color="auto"/>
            <w:left w:val="none" w:sz="0" w:space="0" w:color="auto"/>
            <w:bottom w:val="none" w:sz="0" w:space="0" w:color="auto"/>
            <w:right w:val="none" w:sz="0" w:space="0" w:color="auto"/>
          </w:divBdr>
        </w:div>
        <w:div w:id="1952200693">
          <w:marLeft w:val="0"/>
          <w:marRight w:val="0"/>
          <w:marTop w:val="94"/>
          <w:marBottom w:val="0"/>
          <w:divBdr>
            <w:top w:val="none" w:sz="0" w:space="0" w:color="auto"/>
            <w:left w:val="none" w:sz="0" w:space="0" w:color="auto"/>
            <w:bottom w:val="none" w:sz="0" w:space="0" w:color="auto"/>
            <w:right w:val="none" w:sz="0" w:space="0" w:color="auto"/>
          </w:divBdr>
        </w:div>
      </w:divsChild>
    </w:div>
    <w:div w:id="1656572159">
      <w:bodyDiv w:val="1"/>
      <w:marLeft w:val="0"/>
      <w:marRight w:val="0"/>
      <w:marTop w:val="0"/>
      <w:marBottom w:val="0"/>
      <w:divBdr>
        <w:top w:val="none" w:sz="0" w:space="0" w:color="auto"/>
        <w:left w:val="none" w:sz="0" w:space="0" w:color="auto"/>
        <w:bottom w:val="none" w:sz="0" w:space="0" w:color="auto"/>
        <w:right w:val="none" w:sz="0" w:space="0" w:color="auto"/>
      </w:divBdr>
    </w:div>
    <w:div w:id="2031561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chart" Target="charts/chart6.xml"/><Relationship Id="rId3" Type="http://schemas.openxmlformats.org/officeDocument/2006/relationships/numbering" Target="numbering.xml"/><Relationship Id="rId21" Type="http://schemas.openxmlformats.org/officeDocument/2006/relationships/chart" Target="charts/chart9.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chart" Target="charts/chart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hart" Target="charts/chart4.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hyperlink" Target="ttp://fr.wikipedia.org/wiki/Localisation_(informatique)" TargetMode="External"/><Relationship Id="rId10" Type="http://schemas.openxmlformats.org/officeDocument/2006/relationships/image" Target="media/image1.png"/><Relationship Id="rId19" Type="http://schemas.openxmlformats.org/officeDocument/2006/relationships/chart" Target="charts/chart7.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hart" Target="charts/chart2.xml"/><Relationship Id="rId22" Type="http://schemas.openxmlformats.org/officeDocument/2006/relationships/hyperlink" Target="http://fr.wikipedia.org/wiki/Verdadera_destrez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235;tan\AppData\Local\Temp\Temp1_dow_pfe_2013.zip\DoW_PFE_2013\PFE_DoW_2013_tpl.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Feuille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Feuille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Feuille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Feuille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Feuille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Feuille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Feuille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Feuille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Feuille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fr-FR"/>
  <c:style val="18"/>
  <c:chart>
    <c:title/>
    <c:plotArea>
      <c:layout/>
      <c:pieChart>
        <c:varyColors val="1"/>
        <c:ser>
          <c:idx val="0"/>
          <c:order val="0"/>
          <c:tx>
            <c:strRef>
              <c:f>Feuil1!$B$1</c:f>
              <c:strCache>
                <c:ptCount val="1"/>
                <c:pt idx="0">
                  <c:v>Effort / lot</c:v>
                </c:pt>
              </c:strCache>
            </c:strRef>
          </c:tx>
          <c:dLbls>
            <c:spPr>
              <a:noFill/>
              <a:ln>
                <a:noFill/>
              </a:ln>
              <a:effectLst/>
            </c:spPr>
            <c:showVal val="1"/>
            <c:showLeaderLines val="1"/>
            <c:extLst>
              <c:ext xmlns:c15="http://schemas.microsoft.com/office/drawing/2012/chart" uri="{CE6537A1-D6FC-4f65-9D91-7224C49458BB}"/>
            </c:extLst>
          </c:dLbls>
          <c:cat>
            <c:strRef>
              <c:f>Feuil1!$A$2:$A$9</c:f>
              <c:strCache>
                <c:ptCount val="8"/>
                <c:pt idx="0">
                  <c:v>Lot 0 - Coordination</c:v>
                </c:pt>
                <c:pt idx="1">
                  <c:v>Lot 1 - Analyse</c:v>
                </c:pt>
                <c:pt idx="2">
                  <c:v>Lot 2 - Gestion Exercices</c:v>
                </c:pt>
                <c:pt idx="3">
                  <c:v>Lot 3 - IHM</c:v>
                </c:pt>
                <c:pt idx="4">
                  <c:v>Lot 4 - Projection</c:v>
                </c:pt>
                <c:pt idx="5">
                  <c:v>Lot 5 - Enonciation</c:v>
                </c:pt>
                <c:pt idx="6">
                  <c:v>Lot 6 - Intégration</c:v>
                </c:pt>
                <c:pt idx="7">
                  <c:v>Lot 7 - Expérimentation</c:v>
                </c:pt>
              </c:strCache>
            </c:strRef>
          </c:cat>
          <c:val>
            <c:numRef>
              <c:f>Feuil1!$B$2:$B$9</c:f>
              <c:numCache>
                <c:formatCode>General</c:formatCode>
                <c:ptCount val="8"/>
                <c:pt idx="0">
                  <c:v>140</c:v>
                </c:pt>
                <c:pt idx="1">
                  <c:v>200</c:v>
                </c:pt>
                <c:pt idx="2">
                  <c:v>600</c:v>
                </c:pt>
                <c:pt idx="3">
                  <c:v>600</c:v>
                </c:pt>
                <c:pt idx="4">
                  <c:v>600</c:v>
                </c:pt>
                <c:pt idx="5">
                  <c:v>600</c:v>
                </c:pt>
                <c:pt idx="6">
                  <c:v>300</c:v>
                </c:pt>
                <c:pt idx="7">
                  <c:v>200</c:v>
                </c:pt>
              </c:numCache>
            </c:numRef>
          </c:val>
        </c:ser>
        <c:firstSliceAng val="0"/>
      </c:pieChart>
    </c:plotArea>
    <c:legend>
      <c:legendPos val="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fr-FR"/>
  <c:style val="18"/>
  <c:chart>
    <c:title>
      <c:tx>
        <c:rich>
          <a:bodyPr/>
          <a:lstStyle/>
          <a:p>
            <a:pPr>
              <a:defRPr/>
            </a:pPr>
            <a:r>
              <a:rPr lang="fr-FR"/>
              <a:t>Lot 0 - Coordination</a:t>
            </a:r>
          </a:p>
        </c:rich>
      </c:tx>
    </c:title>
    <c:plotArea>
      <c:layout/>
      <c:pieChart>
        <c:varyColors val="1"/>
        <c:ser>
          <c:idx val="0"/>
          <c:order val="0"/>
          <c:tx>
            <c:strRef>
              <c:f>Feuil1!$B$1</c:f>
              <c:strCache>
                <c:ptCount val="1"/>
                <c:pt idx="0">
                  <c:v>Effort / lot / Tâche</c:v>
                </c:pt>
              </c:strCache>
            </c:strRef>
          </c:tx>
          <c:dLbls>
            <c:dLbl>
              <c:idx val="0"/>
              <c:layout>
                <c:manualLayout>
                  <c:x val="-9.1046202591613265E-2"/>
                  <c:y val="1.7402292225498242E-4"/>
                </c:manualLayout>
              </c:layout>
              <c:showVal val="1"/>
              <c:extLst>
                <c:ext xmlns:c15="http://schemas.microsoft.com/office/drawing/2012/chart" uri="{CE6537A1-D6FC-4f65-9D91-7224C49458BB}"/>
              </c:extLst>
            </c:dLbl>
            <c:dLbl>
              <c:idx val="1"/>
              <c:layout>
                <c:manualLayout>
                  <c:x val="8.9513724429426886E-2"/>
                  <c:y val="1.7402292225498242E-4"/>
                </c:manualLayout>
              </c:layout>
              <c:showVal val="1"/>
              <c:extLst>
                <c:ext xmlns:c15="http://schemas.microsoft.com/office/drawing/2012/chart" uri="{CE6537A1-D6FC-4f65-9D91-7224C49458BB}"/>
              </c:extLst>
            </c:dLbl>
            <c:delete val="1"/>
            <c:spPr>
              <a:noFill/>
              <a:ln>
                <a:noFill/>
              </a:ln>
              <a:effectLst/>
            </c:spPr>
            <c:extLst>
              <c:ext xmlns:c15="http://schemas.microsoft.com/office/drawing/2012/chart" uri="{CE6537A1-D6FC-4f65-9D91-7224C49458BB}"/>
            </c:extLst>
          </c:dLbls>
          <c:cat>
            <c:strRef>
              <c:f>Feuil1!$A$2:$A$3</c:f>
              <c:strCache>
                <c:ptCount val="2"/>
                <c:pt idx="0">
                  <c:v>Gestion de l'avancée</c:v>
                </c:pt>
                <c:pt idx="1">
                  <c:v>Mise en commun</c:v>
                </c:pt>
              </c:strCache>
            </c:strRef>
          </c:cat>
          <c:val>
            <c:numRef>
              <c:f>Feuil1!$B$2:$B$3</c:f>
              <c:numCache>
                <c:formatCode>General</c:formatCode>
                <c:ptCount val="2"/>
                <c:pt idx="0">
                  <c:v>70</c:v>
                </c:pt>
                <c:pt idx="1">
                  <c:v>70</c:v>
                </c:pt>
              </c:numCache>
            </c:numRef>
          </c:val>
        </c:ser>
        <c:firstSliceAng val="0"/>
      </c:pieChart>
    </c:plotArea>
    <c:legend>
      <c:legendPos val="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fr-FR"/>
  <c:style val="18"/>
  <c:chart>
    <c:title>
      <c:tx>
        <c:rich>
          <a:bodyPr/>
          <a:lstStyle/>
          <a:p>
            <a:pPr>
              <a:defRPr/>
            </a:pPr>
            <a:r>
              <a:rPr lang="fr-FR"/>
              <a:t>Lot</a:t>
            </a:r>
            <a:r>
              <a:rPr lang="fr-FR" baseline="0"/>
              <a:t> 1 - Analyse / Conception</a:t>
            </a:r>
            <a:endParaRPr lang="fr-FR"/>
          </a:p>
        </c:rich>
      </c:tx>
    </c:title>
    <c:plotArea>
      <c:layout/>
      <c:pieChart>
        <c:varyColors val="1"/>
        <c:ser>
          <c:idx val="0"/>
          <c:order val="0"/>
          <c:tx>
            <c:strRef>
              <c:f>Feuil1!$B$1</c:f>
              <c:strCache>
                <c:ptCount val="1"/>
                <c:pt idx="0">
                  <c:v>Effort / lot / Tâche</c:v>
                </c:pt>
              </c:strCache>
            </c:strRef>
          </c:tx>
          <c:dLbls>
            <c:dLbl>
              <c:idx val="0"/>
              <c:tx>
                <c:rich>
                  <a:bodyPr/>
                  <a:lstStyle/>
                  <a:p>
                    <a:r>
                      <a:rPr lang="en-US"/>
                      <a:t>100</a:t>
                    </a:r>
                  </a:p>
                </c:rich>
              </c:tx>
              <c:showVal val="1"/>
              <c:extLst>
                <c:ext xmlns:c15="http://schemas.microsoft.com/office/drawing/2012/chart" uri="{CE6537A1-D6FC-4f65-9D91-7224C49458BB}"/>
              </c:extLst>
            </c:dLbl>
            <c:dLbl>
              <c:idx val="1"/>
              <c:tx>
                <c:rich>
                  <a:bodyPr/>
                  <a:lstStyle/>
                  <a:p>
                    <a:r>
                      <a:rPr lang="en-US"/>
                      <a:t>100</a:t>
                    </a:r>
                  </a:p>
                </c:rich>
              </c:tx>
              <c:showVal val="1"/>
              <c:extLst>
                <c:ext xmlns:c15="http://schemas.microsoft.com/office/drawing/2012/chart" uri="{CE6537A1-D6FC-4f65-9D91-7224C49458BB}"/>
              </c:extLst>
            </c:dLbl>
            <c:delete val="1"/>
            <c:spPr>
              <a:noFill/>
              <a:ln>
                <a:noFill/>
              </a:ln>
              <a:effectLst/>
            </c:spPr>
            <c:extLst>
              <c:ext xmlns:c15="http://schemas.microsoft.com/office/drawing/2012/chart" uri="{CE6537A1-D6FC-4f65-9D91-7224C49458BB}"/>
            </c:extLst>
          </c:dLbls>
          <c:cat>
            <c:strRef>
              <c:f>Feuil1!$A$2:$A$3</c:f>
              <c:strCache>
                <c:ptCount val="2"/>
                <c:pt idx="0">
                  <c:v>Analyse </c:v>
                </c:pt>
                <c:pt idx="1">
                  <c:v>Conception</c:v>
                </c:pt>
              </c:strCache>
            </c:strRef>
          </c:cat>
          <c:val>
            <c:numRef>
              <c:f>Feuil1!$B$2:$B$3</c:f>
              <c:numCache>
                <c:formatCode>General</c:formatCode>
                <c:ptCount val="2"/>
                <c:pt idx="0">
                  <c:v>100</c:v>
                </c:pt>
                <c:pt idx="1">
                  <c:v>100</c:v>
                </c:pt>
              </c:numCache>
            </c:numRef>
          </c:val>
        </c:ser>
        <c:firstSliceAng val="0"/>
      </c:pieChart>
    </c:plotArea>
    <c:legend>
      <c:legendPos val="r"/>
    </c:legend>
    <c:plotVisOnly val="1"/>
    <c:dispBlanksAs val="zero"/>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fr-FR"/>
  <c:style val="18"/>
  <c:chart>
    <c:title>
      <c:tx>
        <c:rich>
          <a:bodyPr/>
          <a:lstStyle/>
          <a:p>
            <a:pPr>
              <a:defRPr/>
            </a:pPr>
            <a:r>
              <a:rPr lang="fr-FR"/>
              <a:t>Lot 2  - Gestion des Exercices</a:t>
            </a:r>
          </a:p>
        </c:rich>
      </c:tx>
    </c:title>
    <c:plotArea>
      <c:layout/>
      <c:pieChart>
        <c:varyColors val="1"/>
        <c:ser>
          <c:idx val="0"/>
          <c:order val="0"/>
          <c:tx>
            <c:strRef>
              <c:f>Feuil1!$B$1</c:f>
              <c:strCache>
                <c:ptCount val="1"/>
                <c:pt idx="0">
                  <c:v>Effort / Taches</c:v>
                </c:pt>
              </c:strCache>
            </c:strRef>
          </c:tx>
          <c:dLbls>
            <c:spPr>
              <a:noFill/>
              <a:ln>
                <a:noFill/>
              </a:ln>
              <a:effectLst/>
            </c:spPr>
            <c:showVal val="1"/>
            <c:showLeaderLines val="1"/>
            <c:extLst>
              <c:ext xmlns:c15="http://schemas.microsoft.com/office/drawing/2012/chart" uri="{CE6537A1-D6FC-4f65-9D91-7224C49458BB}"/>
            </c:extLst>
          </c:dLbls>
          <c:cat>
            <c:strRef>
              <c:f>Feuil1!$A$2:$A$5</c:f>
              <c:strCache>
                <c:ptCount val="4"/>
                <c:pt idx="0">
                  <c:v>Analyse et Conception générale</c:v>
                </c:pt>
                <c:pt idx="1">
                  <c:v>Conception détaillée des exercices</c:v>
                </c:pt>
                <c:pt idx="2">
                  <c:v>Programmation base logiciel/fichiers de stockage</c:v>
                </c:pt>
                <c:pt idx="3">
                  <c:v>Développement des différents exercices</c:v>
                </c:pt>
              </c:strCache>
            </c:strRef>
          </c:cat>
          <c:val>
            <c:numRef>
              <c:f>Feuil1!$B$2:$B$5</c:f>
              <c:numCache>
                <c:formatCode>General</c:formatCode>
                <c:ptCount val="4"/>
                <c:pt idx="0">
                  <c:v>100</c:v>
                </c:pt>
                <c:pt idx="1">
                  <c:v>200</c:v>
                </c:pt>
                <c:pt idx="2">
                  <c:v>170</c:v>
                </c:pt>
                <c:pt idx="3">
                  <c:v>170</c:v>
                </c:pt>
              </c:numCache>
            </c:numRef>
          </c:val>
        </c:ser>
        <c:firstSliceAng val="0"/>
      </c:pieChart>
    </c:plotArea>
    <c:legend>
      <c:legendPos val="r"/>
    </c:legend>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fr-FR"/>
  <c:style val="18"/>
  <c:chart>
    <c:title>
      <c:tx>
        <c:rich>
          <a:bodyPr/>
          <a:lstStyle/>
          <a:p>
            <a:pPr>
              <a:defRPr/>
            </a:pPr>
            <a:r>
              <a:rPr lang="fr-FR"/>
              <a:t>Lot 3 - Interface Homme-Machine</a:t>
            </a:r>
          </a:p>
        </c:rich>
      </c:tx>
    </c:title>
    <c:plotArea>
      <c:layout/>
      <c:pieChart>
        <c:varyColors val="1"/>
        <c:ser>
          <c:idx val="0"/>
          <c:order val="0"/>
          <c:tx>
            <c:strRef>
              <c:f>Feuil1!$B$1</c:f>
              <c:strCache>
                <c:ptCount val="1"/>
                <c:pt idx="0">
                  <c:v>Effort / Taches</c:v>
                </c:pt>
              </c:strCache>
            </c:strRef>
          </c:tx>
          <c:dLbls>
            <c:spPr>
              <a:noFill/>
              <a:ln>
                <a:noFill/>
              </a:ln>
              <a:effectLst/>
            </c:spPr>
            <c:showVal val="1"/>
            <c:showLeaderLines val="1"/>
            <c:extLst>
              <c:ext xmlns:c15="http://schemas.microsoft.com/office/drawing/2012/chart" uri="{CE6537A1-D6FC-4f65-9D91-7224C49458BB}"/>
            </c:extLst>
          </c:dLbls>
          <c:cat>
            <c:strRef>
              <c:f>Feuil1!$A$2:$A$5</c:f>
              <c:strCache>
                <c:ptCount val="4"/>
                <c:pt idx="0">
                  <c:v>Analyse et Mockup</c:v>
                </c:pt>
                <c:pt idx="1">
                  <c:v>Validation et conception des solutions</c:v>
                </c:pt>
                <c:pt idx="2">
                  <c:v>Developpement GUI</c:v>
                </c:pt>
                <c:pt idx="3">
                  <c:v>Developpement de la solution de traduction</c:v>
                </c:pt>
              </c:strCache>
            </c:strRef>
          </c:cat>
          <c:val>
            <c:numRef>
              <c:f>Feuil1!$B$2:$B$5</c:f>
              <c:numCache>
                <c:formatCode>General</c:formatCode>
                <c:ptCount val="4"/>
                <c:pt idx="0">
                  <c:v>100</c:v>
                </c:pt>
                <c:pt idx="1">
                  <c:v>200</c:v>
                </c:pt>
                <c:pt idx="2">
                  <c:v>180</c:v>
                </c:pt>
                <c:pt idx="3">
                  <c:v>160</c:v>
                </c:pt>
              </c:numCache>
            </c:numRef>
          </c:val>
        </c:ser>
        <c:firstSliceAng val="0"/>
      </c:pieChart>
    </c:plotArea>
    <c:legend>
      <c:legendPos val="r"/>
    </c:legend>
    <c:plotVisOnly val="1"/>
    <c:dispBlanksAs val="zero"/>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fr-FR"/>
  <c:style val="18"/>
  <c:chart>
    <c:title>
      <c:tx>
        <c:rich>
          <a:bodyPr/>
          <a:lstStyle/>
          <a:p>
            <a:pPr>
              <a:defRPr/>
            </a:pPr>
            <a:r>
              <a:rPr lang="fr-FR"/>
              <a:t>Lot 4 - Projection</a:t>
            </a:r>
          </a:p>
        </c:rich>
      </c:tx>
    </c:title>
    <c:plotArea>
      <c:layout/>
      <c:pieChart>
        <c:varyColors val="1"/>
        <c:ser>
          <c:idx val="0"/>
          <c:order val="0"/>
          <c:tx>
            <c:strRef>
              <c:f>Feuil1!$B$1</c:f>
              <c:strCache>
                <c:ptCount val="1"/>
                <c:pt idx="0">
                  <c:v>Effort / Taches</c:v>
                </c:pt>
              </c:strCache>
            </c:strRef>
          </c:tx>
          <c:dLbls>
            <c:dLbl>
              <c:idx val="0"/>
              <c:layout>
                <c:manualLayout>
                  <c:x val="-0.10240812406514346"/>
                  <c:y val="0.13025879496780124"/>
                </c:manualLayout>
              </c:layout>
              <c:showVal val="1"/>
              <c:extLst>
                <c:ext xmlns:c15="http://schemas.microsoft.com/office/drawing/2012/chart" uri="{CE6537A1-D6FC-4f65-9D91-7224C49458BB}"/>
              </c:extLst>
            </c:dLbl>
            <c:dLbl>
              <c:idx val="1"/>
              <c:layout>
                <c:manualLayout>
                  <c:x val="-8.4150199225045047E-2"/>
                  <c:y val="-0.13132710905351522"/>
                </c:manualLayout>
              </c:layout>
              <c:showVal val="1"/>
              <c:extLst>
                <c:ext xmlns:c15="http://schemas.microsoft.com/office/drawing/2012/chart" uri="{CE6537A1-D6FC-4f65-9D91-7224C49458BB}"/>
              </c:extLst>
            </c:dLbl>
            <c:dLbl>
              <c:idx val="2"/>
              <c:layout>
                <c:manualLayout>
                  <c:x val="6.6634934549242353E-2"/>
                  <c:y val="-0.12369546045469992"/>
                </c:manualLayout>
              </c:layout>
              <c:showVal val="1"/>
              <c:extLst>
                <c:ext xmlns:c15="http://schemas.microsoft.com/office/drawing/2012/chart" uri="{CE6537A1-D6FC-4f65-9D91-7224C49458BB}"/>
              </c:extLst>
            </c:dLbl>
            <c:dLbl>
              <c:idx val="3"/>
              <c:layout>
                <c:manualLayout>
                  <c:x val="8.5463193456793193E-2"/>
                  <c:y val="0.11556638669193728"/>
                </c:manualLayout>
              </c:layout>
              <c:showVal val="1"/>
              <c:extLst>
                <c:ext xmlns:c15="http://schemas.microsoft.com/office/drawing/2012/chart" uri="{CE6537A1-D6FC-4f65-9D91-7224C49458BB}"/>
              </c:extLst>
            </c:dLbl>
            <c:spPr>
              <a:noFill/>
              <a:ln>
                <a:noFill/>
              </a:ln>
              <a:effectLst/>
            </c:spPr>
            <c:showVal val="1"/>
            <c:showLeaderLines val="1"/>
            <c:extLst>
              <c:ext xmlns:c15="http://schemas.microsoft.com/office/drawing/2012/chart" uri="{CE6537A1-D6FC-4f65-9D91-7224C49458BB}"/>
            </c:extLst>
          </c:dLbls>
          <c:cat>
            <c:strRef>
              <c:f>Feuil1!$A$2:$A$5</c:f>
              <c:strCache>
                <c:ptCount val="4"/>
                <c:pt idx="0">
                  <c:v>Analyse et Conception - Calibrage</c:v>
                </c:pt>
                <c:pt idx="1">
                  <c:v>Analyse et Conception - Algorithmie</c:v>
                </c:pt>
                <c:pt idx="2">
                  <c:v>Developpement Calibrage</c:v>
                </c:pt>
                <c:pt idx="3">
                  <c:v>Developpement Algorithme de projection</c:v>
                </c:pt>
              </c:strCache>
            </c:strRef>
          </c:cat>
          <c:val>
            <c:numRef>
              <c:f>Feuil1!$B$2:$B$5</c:f>
              <c:numCache>
                <c:formatCode>General</c:formatCode>
                <c:ptCount val="4"/>
                <c:pt idx="0">
                  <c:v>150</c:v>
                </c:pt>
                <c:pt idx="1">
                  <c:v>150</c:v>
                </c:pt>
                <c:pt idx="2">
                  <c:v>170</c:v>
                </c:pt>
                <c:pt idx="3">
                  <c:v>170</c:v>
                </c:pt>
              </c:numCache>
            </c:numRef>
          </c:val>
        </c:ser>
        <c:firstSliceAng val="0"/>
      </c:pieChart>
    </c:plotArea>
    <c:legend>
      <c:legendPos val="r"/>
    </c:legend>
    <c:plotVisOnly val="1"/>
    <c:dispBlanksAs val="zero"/>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fr-FR"/>
  <c:style val="18"/>
  <c:chart>
    <c:title>
      <c:tx>
        <c:rich>
          <a:bodyPr/>
          <a:lstStyle/>
          <a:p>
            <a:pPr>
              <a:defRPr/>
            </a:pPr>
            <a:r>
              <a:rPr lang="fr-FR"/>
              <a:t>Lot 5</a:t>
            </a:r>
            <a:r>
              <a:rPr lang="fr-FR" baseline="0"/>
              <a:t> - Enonciation / Vocalisation</a:t>
            </a:r>
            <a:endParaRPr lang="fr-FR"/>
          </a:p>
        </c:rich>
      </c:tx>
    </c:title>
    <c:plotArea>
      <c:layout/>
      <c:pieChart>
        <c:varyColors val="1"/>
        <c:ser>
          <c:idx val="0"/>
          <c:order val="0"/>
          <c:tx>
            <c:strRef>
              <c:f>Feuil1!$B$1</c:f>
              <c:strCache>
                <c:ptCount val="1"/>
                <c:pt idx="0">
                  <c:v>Effort / Taches</c:v>
                </c:pt>
              </c:strCache>
            </c:strRef>
          </c:tx>
          <c:dLbls>
            <c:spPr>
              <a:noFill/>
              <a:ln>
                <a:noFill/>
              </a:ln>
              <a:effectLst/>
            </c:spPr>
            <c:showVal val="1"/>
            <c:showLeaderLines val="1"/>
            <c:extLst>
              <c:ext xmlns:c15="http://schemas.microsoft.com/office/drawing/2012/chart" uri="{CE6537A1-D6FC-4f65-9D91-7224C49458BB}"/>
            </c:extLst>
          </c:dLbls>
          <c:cat>
            <c:strRef>
              <c:f>Feuil1!$A$2:$A$4</c:f>
              <c:strCache>
                <c:ptCount val="3"/>
                <c:pt idx="0">
                  <c:v>Analyse</c:v>
                </c:pt>
                <c:pt idx="1">
                  <c:v>Conception</c:v>
                </c:pt>
                <c:pt idx="2">
                  <c:v>Développement</c:v>
                </c:pt>
              </c:strCache>
            </c:strRef>
          </c:cat>
          <c:val>
            <c:numRef>
              <c:f>Feuil1!$B$2:$B$4</c:f>
              <c:numCache>
                <c:formatCode>General</c:formatCode>
                <c:ptCount val="3"/>
                <c:pt idx="0">
                  <c:v>180</c:v>
                </c:pt>
                <c:pt idx="1">
                  <c:v>120</c:v>
                </c:pt>
                <c:pt idx="2">
                  <c:v>340</c:v>
                </c:pt>
              </c:numCache>
            </c:numRef>
          </c:val>
        </c:ser>
        <c:firstSliceAng val="0"/>
      </c:pieChart>
    </c:plotArea>
    <c:legend>
      <c:legendPos val="r"/>
    </c:legend>
    <c:plotVisOnly val="1"/>
    <c:dispBlanksAs val="zero"/>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fr-FR"/>
  <c:style val="18"/>
  <c:chart>
    <c:title>
      <c:tx>
        <c:rich>
          <a:bodyPr/>
          <a:lstStyle/>
          <a:p>
            <a:pPr>
              <a:defRPr/>
            </a:pPr>
            <a:r>
              <a:rPr lang="fr-FR"/>
              <a:t>Lot 6 - Intégration</a:t>
            </a:r>
          </a:p>
        </c:rich>
      </c:tx>
    </c:title>
    <c:plotArea>
      <c:layout/>
      <c:pieChart>
        <c:varyColors val="1"/>
        <c:ser>
          <c:idx val="0"/>
          <c:order val="0"/>
          <c:tx>
            <c:strRef>
              <c:f>Feuil1!$B$1</c:f>
              <c:strCache>
                <c:ptCount val="1"/>
                <c:pt idx="0">
                  <c:v>Effort / Taches</c:v>
                </c:pt>
              </c:strCache>
            </c:strRef>
          </c:tx>
          <c:dLbls>
            <c:dLbl>
              <c:idx val="0"/>
              <c:layout>
                <c:manualLayout>
                  <c:x val="-0.1023799715890346"/>
                  <c:y val="7.1097563915718245E-4"/>
                </c:manualLayout>
              </c:layout>
              <c:showVal val="1"/>
              <c:extLst>
                <c:ext xmlns:c15="http://schemas.microsoft.com/office/drawing/2012/chart" uri="{CE6537A1-D6FC-4f65-9D91-7224C49458BB}"/>
              </c:extLst>
            </c:dLbl>
            <c:dLbl>
              <c:idx val="1"/>
              <c:layout>
                <c:manualLayout>
                  <c:x val="9.9312911031693235E-2"/>
                  <c:y val="1.4534346410589372E-2"/>
                </c:manualLayout>
              </c:layout>
              <c:showVal val="1"/>
              <c:extLst>
                <c:ext xmlns:c15="http://schemas.microsoft.com/office/drawing/2012/chart" uri="{CE6537A1-D6FC-4f65-9D91-7224C49458BB}"/>
              </c:extLst>
            </c:dLbl>
            <c:spPr>
              <a:noFill/>
              <a:ln>
                <a:noFill/>
              </a:ln>
              <a:effectLst/>
            </c:spPr>
            <c:showVal val="1"/>
            <c:showLeaderLines val="1"/>
            <c:extLst>
              <c:ext xmlns:c15="http://schemas.microsoft.com/office/drawing/2012/chart" uri="{CE6537A1-D6FC-4f65-9D91-7224C49458BB}"/>
            </c:extLst>
          </c:dLbls>
          <c:cat>
            <c:strRef>
              <c:f>Feuil1!$A$2:$A$3</c:f>
              <c:strCache>
                <c:ptCount val="2"/>
                <c:pt idx="0">
                  <c:v>Intégration globale</c:v>
                </c:pt>
                <c:pt idx="1">
                  <c:v>Correction des détails</c:v>
                </c:pt>
              </c:strCache>
            </c:strRef>
          </c:cat>
          <c:val>
            <c:numRef>
              <c:f>Feuil1!$B$2:$B$3</c:f>
              <c:numCache>
                <c:formatCode>General</c:formatCode>
                <c:ptCount val="2"/>
                <c:pt idx="0">
                  <c:v>100</c:v>
                </c:pt>
                <c:pt idx="1">
                  <c:v>100</c:v>
                </c:pt>
              </c:numCache>
            </c:numRef>
          </c:val>
        </c:ser>
        <c:firstSliceAng val="0"/>
      </c:pieChart>
    </c:plotArea>
    <c:legend>
      <c:legendPos val="r"/>
    </c:legend>
    <c:plotVisOnly val="1"/>
    <c:dispBlanksAs val="zero"/>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fr-FR"/>
  <c:style val="18"/>
  <c:chart>
    <c:title>
      <c:tx>
        <c:rich>
          <a:bodyPr/>
          <a:lstStyle/>
          <a:p>
            <a:pPr>
              <a:defRPr/>
            </a:pPr>
            <a:r>
              <a:rPr lang="fr-FR"/>
              <a:t>Lot 7 -</a:t>
            </a:r>
            <a:r>
              <a:rPr lang="fr-FR" baseline="0"/>
              <a:t> Expérimentation</a:t>
            </a:r>
            <a:endParaRPr lang="fr-FR"/>
          </a:p>
        </c:rich>
      </c:tx>
    </c:title>
    <c:plotArea>
      <c:layout/>
      <c:pieChart>
        <c:varyColors val="1"/>
        <c:ser>
          <c:idx val="0"/>
          <c:order val="0"/>
          <c:tx>
            <c:strRef>
              <c:f>Feuil1!$B$1</c:f>
              <c:strCache>
                <c:ptCount val="1"/>
                <c:pt idx="0">
                  <c:v>Effort / Taches</c:v>
                </c:pt>
              </c:strCache>
            </c:strRef>
          </c:tx>
          <c:dLbls>
            <c:dLbl>
              <c:idx val="0"/>
              <c:layout>
                <c:manualLayout>
                  <c:x val="-8.4326826206320565E-2"/>
                  <c:y val="1.8009938438584484E-2"/>
                </c:manualLayout>
              </c:layout>
              <c:showVal val="1"/>
              <c:extLst>
                <c:ext xmlns:c15="http://schemas.microsoft.com/office/drawing/2012/chart" uri="{CE6537A1-D6FC-4f65-9D91-7224C49458BB}"/>
              </c:extLst>
            </c:dLbl>
            <c:dLbl>
              <c:idx val="1"/>
              <c:layout>
                <c:manualLayout>
                  <c:x val="9.6733886468575281E-2"/>
                  <c:y val="-1.3909700497093443E-2"/>
                </c:manualLayout>
              </c:layout>
              <c:showVal val="1"/>
              <c:extLst>
                <c:ext xmlns:c15="http://schemas.microsoft.com/office/drawing/2012/chart" uri="{CE6537A1-D6FC-4f65-9D91-7224C49458BB}"/>
              </c:extLst>
            </c:dLbl>
            <c:dLbl>
              <c:idx val="2"/>
              <c:layout>
                <c:manualLayout>
                  <c:x val="5.8580998328084867E-2"/>
                  <c:y val="0.14259703557267425"/>
                </c:manualLayout>
              </c:layout>
              <c:showVal val="1"/>
              <c:extLst>
                <c:ext xmlns:c15="http://schemas.microsoft.com/office/drawing/2012/chart" uri="{CE6537A1-D6FC-4f65-9D91-7224C49458BB}"/>
              </c:extLst>
            </c:dLbl>
            <c:spPr>
              <a:noFill/>
              <a:ln>
                <a:noFill/>
              </a:ln>
              <a:effectLst/>
            </c:spPr>
            <c:showVal val="1"/>
            <c:showLeaderLines val="1"/>
            <c:extLst>
              <c:ext xmlns:c15="http://schemas.microsoft.com/office/drawing/2012/chart" uri="{CE6537A1-D6FC-4f65-9D91-7224C49458BB}"/>
            </c:extLst>
          </c:dLbls>
          <c:cat>
            <c:strRef>
              <c:f>Feuil1!$A$2:$A$3</c:f>
              <c:strCache>
                <c:ptCount val="2"/>
                <c:pt idx="0">
                  <c:v>Tests et résultats</c:v>
                </c:pt>
                <c:pt idx="1">
                  <c:v>Compte rendu de l'expérimentation</c:v>
                </c:pt>
              </c:strCache>
            </c:strRef>
          </c:cat>
          <c:val>
            <c:numRef>
              <c:f>Feuil1!$B$2:$B$3</c:f>
              <c:numCache>
                <c:formatCode>General</c:formatCode>
                <c:ptCount val="2"/>
                <c:pt idx="0">
                  <c:v>50</c:v>
                </c:pt>
                <c:pt idx="1">
                  <c:v>50</c:v>
                </c:pt>
              </c:numCache>
            </c:numRef>
          </c:val>
        </c:ser>
        <c:firstSliceAng val="0"/>
      </c:pieChart>
    </c:plotArea>
    <c:legend>
      <c:legendPos val="r"/>
    </c:legend>
    <c:plotVisOnly val="1"/>
    <c:dispBlanksAs val="zero"/>
  </c:chart>
  <c:externalData r:id="rId1"/>
</c:chartSpace>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Encadrant(s)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D071B9-227B-4B2E-A570-B45EC2F32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PFE_DoW_2013_tpl</Template>
  <TotalTime>27</TotalTime>
  <Pages>37</Pages>
  <Words>7093</Words>
  <Characters>39015</Characters>
  <Application>Microsoft Office Word</Application>
  <DocSecurity>0</DocSecurity>
  <Lines>325</Lines>
  <Paragraphs>92</Paragraphs>
  <ScaleCrop>false</ScaleCrop>
  <HeadingPairs>
    <vt:vector size="2" baseType="variant">
      <vt:variant>
        <vt:lpstr>Titre</vt:lpstr>
      </vt:variant>
      <vt:variant>
        <vt:i4>1</vt:i4>
      </vt:variant>
    </vt:vector>
  </HeadingPairs>
  <TitlesOfParts>
    <vt:vector size="1" baseType="lpstr">
      <vt:lpstr>Projet VDI</vt:lpstr>
    </vt:vector>
  </TitlesOfParts>
  <Company>Université Nice-Sophia Antipolis</Company>
  <LinksUpToDate>false</LinksUpToDate>
  <CharactersWithSpaces>46016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VDI</dc:title>
  <dc:creator>Gaëtan Rey</dc:creator>
  <cp:lastModifiedBy>Juulien_ Attard</cp:lastModifiedBy>
  <cp:revision>12</cp:revision>
  <cp:lastPrinted>2013-10-14T08:46:00Z</cp:lastPrinted>
  <dcterms:created xsi:type="dcterms:W3CDTF">2015-04-22T11:55:00Z</dcterms:created>
  <dcterms:modified xsi:type="dcterms:W3CDTF">2015-04-22T12:25:00Z</dcterms:modified>
</cp:coreProperties>
</file>